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A2" w:rsidRPr="006E1DDF" w:rsidRDefault="00FB40A2" w:rsidP="006E1DDF">
      <w:pPr>
        <w:pStyle w:val="BBTitle"/>
        <w:rPr>
          <w:b w:val="0"/>
        </w:rPr>
      </w:pPr>
      <w:bookmarkStart w:id="0" w:name="_GoBack"/>
      <w:bookmarkEnd w:id="0"/>
      <w:r w:rsidRPr="006E1DDF">
        <w:t xml:space="preserve">Draft </w:t>
      </w:r>
      <w:r w:rsidR="00A41AE1" w:rsidRPr="006E1DDF">
        <w:t>r</w:t>
      </w:r>
      <w:r w:rsidRPr="006E1DDF">
        <w:t xml:space="preserve">esolution on </w:t>
      </w:r>
      <w:r w:rsidR="009C44D6" w:rsidRPr="006E1DDF">
        <w:t>substantially</w:t>
      </w:r>
      <w:r w:rsidRPr="006E1DDF">
        <w:t xml:space="preserve"> improv</w:t>
      </w:r>
      <w:r w:rsidR="00A41AE1" w:rsidRPr="006E1DDF">
        <w:t>ing</w:t>
      </w:r>
      <w:r w:rsidRPr="006E1DDF">
        <w:t xml:space="preserve"> air quality in cities to</w:t>
      </w:r>
      <w:r w:rsidR="009C44D6" w:rsidRPr="006E1DDF">
        <w:t xml:space="preserve"> </w:t>
      </w:r>
      <w:r w:rsidRPr="006E1DDF">
        <w:t xml:space="preserve">within healthy levels for human </w:t>
      </w:r>
      <w:r w:rsidR="00A41AE1" w:rsidRPr="006E1DDF">
        <w:t>exposure</w:t>
      </w:r>
    </w:p>
    <w:p w:rsidR="00FB40A2" w:rsidRPr="006E1DDF" w:rsidRDefault="009A4DD6" w:rsidP="006E1DDF">
      <w:pPr>
        <w:pStyle w:val="CH2"/>
        <w:rPr>
          <w:b w:val="0"/>
        </w:rPr>
      </w:pPr>
      <w:r w:rsidRPr="006E1DDF">
        <w:tab/>
      </w:r>
      <w:r w:rsidRPr="006E1DDF">
        <w:tab/>
      </w:r>
      <w:r w:rsidR="00FB40A2" w:rsidRPr="006E1DDF">
        <w:t>Proposed by the Sudan</w:t>
      </w:r>
    </w:p>
    <w:p w:rsidR="009C44D6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i/>
        </w:rPr>
      </w:pPr>
      <w:r w:rsidRPr="006E1DDF">
        <w:rPr>
          <w:i/>
        </w:rPr>
        <w:t>The United Nations Environment Assembly</w:t>
      </w:r>
      <w:r w:rsidR="00A41AE1" w:rsidRPr="006E1DDF">
        <w:rPr>
          <w:i/>
        </w:rPr>
        <w:t>,</w:t>
      </w:r>
    </w:p>
    <w:p w:rsidR="009C44D6" w:rsidRPr="006E1DDF" w:rsidRDefault="00195198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Taking note of</w:t>
      </w:r>
      <w:r w:rsidR="00FB40A2" w:rsidRPr="006E1DDF">
        <w:t xml:space="preserve"> the World Health Organization estimate</w:t>
      </w:r>
      <w:r w:rsidR="009C44D6" w:rsidRPr="006E1DDF">
        <w:t>,</w:t>
      </w:r>
      <w:r w:rsidR="00FB40A2" w:rsidRPr="006E1DDF">
        <w:t xml:space="preserve"> from the report </w:t>
      </w:r>
      <w:r w:rsidR="00640FB0" w:rsidRPr="006E1DDF">
        <w:t>entitled “Health and the Environment: addressing the health impact of air pollution” considered by the</w:t>
      </w:r>
      <w:r w:rsidR="00344F90" w:rsidRPr="006E1DDF">
        <w:t xml:space="preserve"> Sixty</w:t>
      </w:r>
      <w:r w:rsidR="00344F90" w:rsidRPr="006E1DDF">
        <w:noBreakHyphen/>
      </w:r>
      <w:r w:rsidR="00640FB0" w:rsidRPr="006E1DDF">
        <w:t xml:space="preserve">eighth World Health Assembly in May </w:t>
      </w:r>
      <w:r w:rsidR="00FB40A2" w:rsidRPr="006E1DDF">
        <w:t>201</w:t>
      </w:r>
      <w:r w:rsidR="00640FB0" w:rsidRPr="006E1DDF">
        <w:t>5</w:t>
      </w:r>
      <w:r w:rsidR="009C44D6" w:rsidRPr="006E1DDF">
        <w:t>,</w:t>
      </w:r>
      <w:r w:rsidR="00FB40A2" w:rsidRPr="006E1DDF">
        <w:t xml:space="preserve"> that air pollution contributes to</w:t>
      </w:r>
      <w:r w:rsidR="00640FB0" w:rsidRPr="006E1DDF">
        <w:t xml:space="preserve"> over</w:t>
      </w:r>
      <w:r w:rsidR="00FB40A2" w:rsidRPr="006E1DDF">
        <w:t xml:space="preserve"> </w:t>
      </w:r>
      <w:r w:rsidR="006260A7" w:rsidRPr="006E1DDF">
        <w:t xml:space="preserve">seven </w:t>
      </w:r>
      <w:r w:rsidR="00FB40A2" w:rsidRPr="006E1DDF">
        <w:t>million</w:t>
      </w:r>
      <w:r w:rsidR="009C44D6" w:rsidRPr="006E1DDF">
        <w:t xml:space="preserve"> </w:t>
      </w:r>
      <w:r w:rsidR="00FB40A2" w:rsidRPr="006E1DDF">
        <w:t>premature deaths each year globally</w:t>
      </w:r>
      <w:r w:rsidR="009C44D6" w:rsidRPr="006E1DDF">
        <w:t>,</w:t>
      </w:r>
      <w:r w:rsidR="00FB40A2" w:rsidRPr="006E1DDF">
        <w:t xml:space="preserve"> a burden of disease that may now exceed</w:t>
      </w:r>
      <w:r w:rsidR="009C44D6" w:rsidRPr="006E1DDF">
        <w:t xml:space="preserve"> </w:t>
      </w:r>
      <w:r w:rsidR="00FB40A2" w:rsidRPr="006E1DDF">
        <w:t xml:space="preserve">the </w:t>
      </w:r>
      <w:r w:rsidR="006260A7" w:rsidRPr="006E1DDF">
        <w:t xml:space="preserve">combined </w:t>
      </w:r>
      <w:r w:rsidR="00FB40A2" w:rsidRPr="006E1DDF">
        <w:t>burdens of malaria</w:t>
      </w:r>
      <w:r w:rsidR="009C44D6" w:rsidRPr="006E1DDF">
        <w:t xml:space="preserve">, </w:t>
      </w:r>
      <w:r w:rsidR="00FB40A2" w:rsidRPr="006E1DDF">
        <w:t>tuberculosis and AIDS</w:t>
      </w:r>
      <w:r w:rsidR="009C44D6" w:rsidRPr="006E1DDF">
        <w:t xml:space="preserve">, </w:t>
      </w:r>
    </w:p>
    <w:p w:rsidR="009C44D6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Recalling</w:t>
      </w:r>
      <w:r w:rsidRPr="006E1DDF">
        <w:t xml:space="preserve"> the mandate of the United </w:t>
      </w:r>
      <w:r w:rsidR="009C44D6" w:rsidRPr="006E1DDF">
        <w:t>N</w:t>
      </w:r>
      <w:r w:rsidRPr="006E1DDF">
        <w:t>ations Environment Programme</w:t>
      </w:r>
      <w:r w:rsidR="006260A7" w:rsidRPr="006E1DDF">
        <w:t>,</w:t>
      </w:r>
      <w:r w:rsidRPr="006E1DDF">
        <w:t xml:space="preserve"> as outlined</w:t>
      </w:r>
      <w:r w:rsidR="009C44D6" w:rsidRPr="006E1DDF">
        <w:t xml:space="preserve"> </w:t>
      </w:r>
      <w:r w:rsidRPr="006E1DDF">
        <w:t>in</w:t>
      </w:r>
      <w:r w:rsidR="00640FB0" w:rsidRPr="006E1DDF">
        <w:t xml:space="preserve"> paragraph 2 of</w:t>
      </w:r>
      <w:r w:rsidRPr="006E1DDF">
        <w:t xml:space="preserve"> Governing Council decision 27/</w:t>
      </w:r>
      <w:r w:rsidR="009C44D6" w:rsidRPr="006E1DDF">
        <w:t>2</w:t>
      </w:r>
      <w:r w:rsidR="006826AC" w:rsidRPr="006E1DDF">
        <w:t xml:space="preserve"> off 22 February 2013</w:t>
      </w:r>
      <w:r w:rsidR="009C44D6" w:rsidRPr="006E1DDF">
        <w:t>,</w:t>
      </w:r>
      <w:r w:rsidRPr="006E1DDF">
        <w:t xml:space="preserve"> </w:t>
      </w:r>
      <w:r w:rsidR="009C44D6" w:rsidRPr="006E1DDF">
        <w:t xml:space="preserve"> 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Recognizing</w:t>
      </w:r>
      <w:r w:rsidRPr="006E1DDF">
        <w:t xml:space="preserve"> that poor air quality is a growing challenge in the context of</w:t>
      </w:r>
      <w:r w:rsidR="009C44D6" w:rsidRPr="006E1DDF">
        <w:t xml:space="preserve"> </w:t>
      </w:r>
      <w:r w:rsidRPr="006E1DDF">
        <w:t>sustainable development</w:t>
      </w:r>
      <w:r w:rsidR="009C44D6" w:rsidRPr="006E1DDF">
        <w:t>,</w:t>
      </w:r>
      <w:r w:rsidRPr="006E1DDF">
        <w:t xml:space="preserve"> in particular </w:t>
      </w:r>
      <w:r w:rsidR="006826AC" w:rsidRPr="006E1DDF">
        <w:t xml:space="preserve">in </w:t>
      </w:r>
      <w:r w:rsidRPr="006E1DDF">
        <w:t>relat</w:t>
      </w:r>
      <w:r w:rsidR="006826AC" w:rsidRPr="006E1DDF">
        <w:t>ion</w:t>
      </w:r>
      <w:r w:rsidRPr="006E1DDF">
        <w:t xml:space="preserve"> to </w:t>
      </w:r>
      <w:r w:rsidR="006826AC" w:rsidRPr="006E1DDF">
        <w:t xml:space="preserve">human </w:t>
      </w:r>
      <w:r w:rsidRPr="006E1DDF">
        <w:t>health in cities and urban areas</w:t>
      </w:r>
      <w:r w:rsidR="009C44D6" w:rsidRPr="006E1DDF">
        <w:t xml:space="preserve">, </w:t>
      </w:r>
      <w:r w:rsidRPr="006E1DDF">
        <w:t>and that efforts across sectors to improve air quality are needed</w:t>
      </w:r>
      <w:r w:rsidR="009C44D6" w:rsidRPr="006E1DDF">
        <w:t>,</w:t>
      </w:r>
    </w:p>
    <w:p w:rsidR="00C4226C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Recognizing also</w:t>
      </w:r>
      <w:r w:rsidRPr="006E1DDF">
        <w:t xml:space="preserve"> that air pollution is an impediment to national sustainable</w:t>
      </w:r>
      <w:r w:rsidR="009C44D6" w:rsidRPr="006E1DDF">
        <w:t xml:space="preserve"> </w:t>
      </w:r>
      <w:r w:rsidRPr="006E1DDF">
        <w:t>development</w:t>
      </w:r>
      <w:r w:rsidR="009C44D6" w:rsidRPr="006E1DDF">
        <w:t>,</w:t>
      </w:r>
      <w:r w:rsidRPr="006E1DDF">
        <w:t xml:space="preserve"> </w:t>
      </w:r>
      <w:r w:rsidR="00C4226C" w:rsidRPr="006E1DDF">
        <w:t xml:space="preserve">with a negative </w:t>
      </w:r>
      <w:r w:rsidR="009C44D6" w:rsidRPr="006E1DDF">
        <w:t>i</w:t>
      </w:r>
      <w:r w:rsidRPr="006E1DDF">
        <w:t>mpact</w:t>
      </w:r>
      <w:r w:rsidR="00C4226C" w:rsidRPr="006E1DDF">
        <w:t xml:space="preserve"> on</w:t>
      </w:r>
      <w:r w:rsidR="006260A7" w:rsidRPr="006E1DDF">
        <w:t xml:space="preserve"> </w:t>
      </w:r>
      <w:r w:rsidRPr="006E1DDF">
        <w:t>the economy</w:t>
      </w:r>
      <w:r w:rsidR="009C44D6" w:rsidRPr="006E1DDF">
        <w:t>, w</w:t>
      </w:r>
      <w:r w:rsidRPr="006E1DDF">
        <w:t>orker</w:t>
      </w:r>
      <w:r w:rsidR="009C44D6" w:rsidRPr="006E1DDF">
        <w:t xml:space="preserve"> </w:t>
      </w:r>
      <w:r w:rsidRPr="006E1DDF">
        <w:t>productivity</w:t>
      </w:r>
      <w:r w:rsidR="009C44D6" w:rsidRPr="006E1DDF">
        <w:t xml:space="preserve">, </w:t>
      </w:r>
      <w:r w:rsidRPr="006E1DDF">
        <w:t>health-care costs and tourism</w:t>
      </w:r>
      <w:r w:rsidR="006260A7" w:rsidRPr="006E1DDF">
        <w:t>, among many other things</w:t>
      </w:r>
      <w:r w:rsidR="00C4226C" w:rsidRPr="006E1DDF">
        <w:t>,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Aware that</w:t>
      </w:r>
      <w:r w:rsidRPr="006E1DDF">
        <w:t xml:space="preserve"> promoting </w:t>
      </w:r>
      <w:r w:rsidR="00C4226C" w:rsidRPr="006E1DDF">
        <w:t xml:space="preserve">improved </w:t>
      </w:r>
      <w:r w:rsidRPr="006E1DDF">
        <w:t xml:space="preserve">air quality is a priority </w:t>
      </w:r>
      <w:r w:rsidR="00C4226C" w:rsidRPr="006E1DDF">
        <w:t xml:space="preserve">in </w:t>
      </w:r>
      <w:r w:rsidRPr="006E1DDF">
        <w:t>protect</w:t>
      </w:r>
      <w:r w:rsidR="00C4226C" w:rsidRPr="006E1DDF">
        <w:t>ing</w:t>
      </w:r>
      <w:r w:rsidRPr="006E1DDF">
        <w:t xml:space="preserve"> public health and</w:t>
      </w:r>
      <w:r w:rsidR="009C44D6" w:rsidRPr="006E1DDF">
        <w:t xml:space="preserve"> </w:t>
      </w:r>
      <w:r w:rsidRPr="006E1DDF">
        <w:t>provide</w:t>
      </w:r>
      <w:r w:rsidR="00C4226C" w:rsidRPr="006E1DDF">
        <w:t>s</w:t>
      </w:r>
      <w:r w:rsidRPr="006E1DDF">
        <w:t xml:space="preserve"> </w:t>
      </w:r>
      <w:r w:rsidR="009C44D6" w:rsidRPr="006E1DDF">
        <w:t>c</w:t>
      </w:r>
      <w:r w:rsidRPr="006E1DDF">
        <w:t>o-benefits for the climate</w:t>
      </w:r>
      <w:r w:rsidR="009C44D6" w:rsidRPr="006E1DDF">
        <w:t>,</w:t>
      </w:r>
      <w:r w:rsidRPr="006E1DDF">
        <w:t xml:space="preserve"> ecosystem services</w:t>
      </w:r>
      <w:r w:rsidR="009C44D6" w:rsidRPr="006E1DDF">
        <w:t>,</w:t>
      </w:r>
      <w:r w:rsidRPr="006E1DDF">
        <w:t xml:space="preserve"> biodiversity and food</w:t>
      </w:r>
      <w:r w:rsidR="009C44D6" w:rsidRPr="006E1DDF">
        <w:t xml:space="preserve"> </w:t>
      </w:r>
      <w:r w:rsidRPr="006E1DDF">
        <w:t>security</w:t>
      </w:r>
      <w:r w:rsidR="009C44D6" w:rsidRPr="006E1DDF">
        <w:t>,</w:t>
      </w:r>
    </w:p>
    <w:p w:rsidR="00FB40A2" w:rsidRPr="006E1DDF" w:rsidRDefault="00FB40A2" w:rsidP="006E1DD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Recalling</w:t>
      </w:r>
      <w:r w:rsidRPr="006E1DDF">
        <w:t xml:space="preserve"> General Assembly resolution 66/288 of 27 July 2012</w:t>
      </w:r>
      <w:r w:rsidR="009C44D6" w:rsidRPr="006E1DDF">
        <w:t>,</w:t>
      </w:r>
      <w:r w:rsidRPr="006E1DDF">
        <w:t xml:space="preserve"> by which the</w:t>
      </w:r>
      <w:r w:rsidR="009C44D6" w:rsidRPr="006E1DDF">
        <w:t xml:space="preserve"> </w:t>
      </w:r>
      <w:r w:rsidRPr="006E1DDF">
        <w:t>Assembly endorsed the outcome document of the United Nations Conference on</w:t>
      </w:r>
      <w:r w:rsidR="009C44D6" w:rsidRPr="006E1DDF">
        <w:t xml:space="preserve"> </w:t>
      </w:r>
      <w:r w:rsidRPr="006E1DDF">
        <w:t>Sustainable Development</w:t>
      </w:r>
      <w:r w:rsidR="009C44D6" w:rsidRPr="006E1DDF">
        <w:t>,</w:t>
      </w:r>
      <w:r w:rsidRPr="006E1DDF">
        <w:t xml:space="preserve"> entitled </w:t>
      </w:r>
      <w:r w:rsidR="00C4226C" w:rsidRPr="006E1DDF">
        <w:t>“</w:t>
      </w:r>
      <w:r w:rsidRPr="006E1DDF">
        <w:t>The future we want</w:t>
      </w:r>
      <w:r w:rsidR="00C4226C" w:rsidRPr="006E1DDF">
        <w:t>”</w:t>
      </w:r>
      <w:r w:rsidR="009C44D6" w:rsidRPr="006E1DDF">
        <w:t>,</w:t>
      </w:r>
      <w:r w:rsidRPr="006E1DDF">
        <w:t xml:space="preserve"> in which </w:t>
      </w:r>
      <w:r w:rsidR="00C4226C" w:rsidRPr="006E1DDF">
        <w:t>Heads of State and Government and high-level representatives</w:t>
      </w:r>
      <w:r w:rsidRPr="006E1DDF">
        <w:t xml:space="preserve"> committed to promoting sustainable development</w:t>
      </w:r>
      <w:r w:rsidR="009C44D6" w:rsidRPr="006E1DDF">
        <w:t xml:space="preserve"> </w:t>
      </w:r>
      <w:r w:rsidRPr="006E1DDF">
        <w:t>policies that support</w:t>
      </w:r>
      <w:r w:rsidR="00B13E1A" w:rsidRPr="006E1DDF">
        <w:t>ed</w:t>
      </w:r>
      <w:r w:rsidRPr="006E1DDF">
        <w:t xml:space="preserve"> healthy air quality in the context of sustainable cities and</w:t>
      </w:r>
      <w:r w:rsidR="009C44D6" w:rsidRPr="006E1DDF">
        <w:t xml:space="preserve"> </w:t>
      </w:r>
      <w:r w:rsidRPr="006E1DDF">
        <w:t>human settlements</w:t>
      </w:r>
      <w:r w:rsidR="00B13E1A" w:rsidRPr="006E1DDF">
        <w:t>,</w:t>
      </w:r>
      <w:r w:rsidRPr="006E1DDF">
        <w:t xml:space="preserve"> and recognized that reducing air pollution led to positive</w:t>
      </w:r>
      <w:r w:rsidR="009C44D6" w:rsidRPr="006E1DDF">
        <w:t xml:space="preserve"> </w:t>
      </w:r>
      <w:r w:rsidRPr="006E1DDF">
        <w:t xml:space="preserve">effects on </w:t>
      </w:r>
      <w:r w:rsidR="00B13E1A" w:rsidRPr="006E1DDF">
        <w:t xml:space="preserve">human </w:t>
      </w:r>
      <w:r w:rsidRPr="006E1DDF">
        <w:t>health</w:t>
      </w:r>
      <w:r w:rsidR="00B13E1A" w:rsidRPr="006E1DDF">
        <w:t>,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 xml:space="preserve">Calls </w:t>
      </w:r>
      <w:r w:rsidR="00B13E1A" w:rsidRPr="006E1DDF">
        <w:rPr>
          <w:i/>
        </w:rPr>
        <w:t>for</w:t>
      </w:r>
      <w:r w:rsidR="00B13E1A" w:rsidRPr="006E1DDF">
        <w:t xml:space="preserve"> </w:t>
      </w:r>
      <w:r w:rsidRPr="006E1DDF">
        <w:t xml:space="preserve">the </w:t>
      </w:r>
      <w:r w:rsidR="006260A7" w:rsidRPr="006E1DDF">
        <w:t>development</w:t>
      </w:r>
      <w:r w:rsidRPr="006E1DDF">
        <w:t xml:space="preserve"> of a public health</w:t>
      </w:r>
      <w:r w:rsidR="006260A7" w:rsidRPr="006E1DDF">
        <w:t xml:space="preserve"> and</w:t>
      </w:r>
      <w:r w:rsidRPr="006E1DDF">
        <w:t xml:space="preserve"> air</w:t>
      </w:r>
      <w:r w:rsidR="009C44D6" w:rsidRPr="006E1DDF">
        <w:t xml:space="preserve"> </w:t>
      </w:r>
      <w:r w:rsidR="006260A7" w:rsidRPr="006E1DDF">
        <w:t xml:space="preserve">quality </w:t>
      </w:r>
      <w:r w:rsidRPr="006E1DDF">
        <w:t xml:space="preserve">information tool, in </w:t>
      </w:r>
      <w:r w:rsidR="00B13E1A" w:rsidRPr="006E1DDF">
        <w:t>c</w:t>
      </w:r>
      <w:r w:rsidRPr="006E1DDF">
        <w:t>ollaboration with relevant stakeholders</w:t>
      </w:r>
      <w:r w:rsidR="006B4761">
        <w:t>;</w:t>
      </w:r>
    </w:p>
    <w:p w:rsidR="009C44D6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Invites</w:t>
      </w:r>
      <w:r w:rsidRPr="006E1DDF">
        <w:t xml:space="preserve"> those </w:t>
      </w:r>
      <w:r w:rsidR="00B13E1A" w:rsidRPr="006E1DDF">
        <w:t>M</w:t>
      </w:r>
      <w:r w:rsidRPr="006E1DDF">
        <w:t xml:space="preserve">ember </w:t>
      </w:r>
      <w:r w:rsidR="00B13E1A" w:rsidRPr="006E1DDF">
        <w:t>S</w:t>
      </w:r>
      <w:r w:rsidRPr="006E1DDF">
        <w:t>tates affected</w:t>
      </w:r>
      <w:r w:rsidR="00B13E1A" w:rsidRPr="006E1DDF">
        <w:t xml:space="preserve"> by air quality issues to develop and implement</w:t>
      </w:r>
      <w:r w:rsidRPr="006E1DDF">
        <w:t>, in collaboration with the United</w:t>
      </w:r>
      <w:r w:rsidR="009C44D6" w:rsidRPr="006E1DDF">
        <w:t xml:space="preserve"> </w:t>
      </w:r>
      <w:r w:rsidRPr="006E1DDF">
        <w:t xml:space="preserve">Nations </w:t>
      </w:r>
      <w:r w:rsidR="00B13E1A" w:rsidRPr="006E1DDF">
        <w:t xml:space="preserve">Framework </w:t>
      </w:r>
      <w:r w:rsidRPr="006E1DDF">
        <w:t>Conventi</w:t>
      </w:r>
      <w:r w:rsidR="009C44D6" w:rsidRPr="006E1DDF">
        <w:t xml:space="preserve">on </w:t>
      </w:r>
      <w:r w:rsidR="00B13E1A" w:rsidRPr="006E1DDF">
        <w:t>on C</w:t>
      </w:r>
      <w:r w:rsidR="009C44D6" w:rsidRPr="006E1DDF">
        <w:t xml:space="preserve">limate </w:t>
      </w:r>
      <w:r w:rsidR="00B13E1A" w:rsidRPr="006E1DDF">
        <w:t>C</w:t>
      </w:r>
      <w:r w:rsidR="009C44D6" w:rsidRPr="006E1DDF">
        <w:t>hange</w:t>
      </w:r>
      <w:r w:rsidRPr="006E1DDF">
        <w:t>,</w:t>
      </w:r>
      <w:r w:rsidR="009C44D6" w:rsidRPr="006E1DDF">
        <w:t xml:space="preserve"> </w:t>
      </w:r>
      <w:r w:rsidRPr="006E1DDF">
        <w:t>national action programmes</w:t>
      </w:r>
      <w:r w:rsidR="00B13E1A" w:rsidRPr="006E1DDF">
        <w:t xml:space="preserve"> to improve air quality;</w:t>
      </w:r>
    </w:p>
    <w:p w:rsidR="00FB40A2" w:rsidRPr="006E1DDF" w:rsidRDefault="00B13E1A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 xml:space="preserve">Requests </w:t>
      </w:r>
      <w:r w:rsidRPr="006E1DDF">
        <w:t xml:space="preserve">the United Nations </w:t>
      </w:r>
      <w:r w:rsidR="00FB40A2" w:rsidRPr="006E1DDF">
        <w:t xml:space="preserve">and other </w:t>
      </w:r>
      <w:r w:rsidR="001A5E28" w:rsidRPr="006E1DDF">
        <w:t xml:space="preserve">entities </w:t>
      </w:r>
      <w:r w:rsidR="00247F76" w:rsidRPr="006E1DDF">
        <w:t xml:space="preserve">to </w:t>
      </w:r>
      <w:r w:rsidR="00FB40A2" w:rsidRPr="006E1DDF">
        <w:t xml:space="preserve">provide </w:t>
      </w:r>
      <w:r w:rsidR="00247F76" w:rsidRPr="006E1DDF">
        <w:t>t</w:t>
      </w:r>
      <w:r w:rsidR="00FB40A2" w:rsidRPr="006E1DDF">
        <w:t xml:space="preserve">ools to </w:t>
      </w:r>
      <w:r w:rsidR="00247F76" w:rsidRPr="006E1DDF">
        <w:t xml:space="preserve">develop, </w:t>
      </w:r>
      <w:r w:rsidR="00FB40A2" w:rsidRPr="006E1DDF">
        <w:t>support</w:t>
      </w:r>
      <w:r w:rsidR="00247F76" w:rsidRPr="006E1DDF">
        <w:t xml:space="preserve"> and enhance</w:t>
      </w:r>
      <w:r w:rsidR="00FB40A2" w:rsidRPr="006E1DDF">
        <w:t xml:space="preserve"> research and</w:t>
      </w:r>
      <w:r w:rsidR="009C44D6" w:rsidRPr="006E1DDF">
        <w:t xml:space="preserve"> </w:t>
      </w:r>
      <w:r w:rsidR="00FB40A2" w:rsidRPr="006E1DDF">
        <w:t xml:space="preserve">analysis, </w:t>
      </w:r>
      <w:r w:rsidR="00247F76" w:rsidRPr="006E1DDF">
        <w:t>including</w:t>
      </w:r>
      <w:r w:rsidR="00FB40A2" w:rsidRPr="006E1DDF">
        <w:t xml:space="preserve"> </w:t>
      </w:r>
      <w:r w:rsidR="001A5E28" w:rsidRPr="006E1DDF">
        <w:t xml:space="preserve">for the </w:t>
      </w:r>
      <w:r w:rsidR="00FB40A2" w:rsidRPr="006E1DDF">
        <w:t>assess</w:t>
      </w:r>
      <w:r w:rsidR="001A5E28" w:rsidRPr="006E1DDF">
        <w:t>ment of</w:t>
      </w:r>
      <w:r w:rsidR="00247F76" w:rsidRPr="006E1DDF">
        <w:t xml:space="preserve"> the</w:t>
      </w:r>
      <w:r w:rsidR="00FB40A2" w:rsidRPr="006E1DDF">
        <w:t xml:space="preserve"> health and environment</w:t>
      </w:r>
      <w:r w:rsidR="00247F76" w:rsidRPr="006E1DDF">
        <w:t>al</w:t>
      </w:r>
      <w:r w:rsidR="00FB40A2" w:rsidRPr="006E1DDF">
        <w:t xml:space="preserve"> impacts</w:t>
      </w:r>
      <w:r w:rsidR="009C44D6" w:rsidRPr="006E1DDF">
        <w:t xml:space="preserve"> </w:t>
      </w:r>
      <w:r w:rsidR="00FB40A2" w:rsidRPr="006E1DDF">
        <w:t>of ai</w:t>
      </w:r>
      <w:r w:rsidR="00247F76" w:rsidRPr="006E1DDF">
        <w:t>r</w:t>
      </w:r>
      <w:r w:rsidR="00FB40A2" w:rsidRPr="006E1DDF">
        <w:t xml:space="preserve"> pollution, </w:t>
      </w:r>
      <w:r w:rsidR="001A5E28" w:rsidRPr="006E1DDF">
        <w:t xml:space="preserve">the </w:t>
      </w:r>
      <w:r w:rsidR="00FB40A2" w:rsidRPr="006E1DDF">
        <w:t>identif</w:t>
      </w:r>
      <w:r w:rsidR="001A5E28" w:rsidRPr="006E1DDF">
        <w:t>ication of</w:t>
      </w:r>
      <w:r w:rsidR="00FB40A2" w:rsidRPr="006E1DDF">
        <w:t xml:space="preserve"> health risks and benefits of sector </w:t>
      </w:r>
      <w:r w:rsidR="00247F76" w:rsidRPr="006E1DDF">
        <w:t>p</w:t>
      </w:r>
      <w:r w:rsidR="00FB40A2" w:rsidRPr="006E1DDF">
        <w:t>olicies</w:t>
      </w:r>
      <w:r w:rsidR="00247F76" w:rsidRPr="006E1DDF">
        <w:t xml:space="preserve"> by means of health impact assessments, among other things, and </w:t>
      </w:r>
      <w:r w:rsidR="00FB40A2" w:rsidRPr="006E1DDF">
        <w:t>conduct</w:t>
      </w:r>
      <w:r w:rsidR="001A5E28" w:rsidRPr="006E1DDF">
        <w:t xml:space="preserve"> of</w:t>
      </w:r>
      <w:r w:rsidR="00FB40A2" w:rsidRPr="006E1DDF">
        <w:t xml:space="preserve"> cost-benefit analyses, </w:t>
      </w:r>
      <w:r w:rsidR="00247F76" w:rsidRPr="006E1DDF">
        <w:t>i</w:t>
      </w:r>
      <w:r w:rsidR="00FB40A2" w:rsidRPr="006E1DDF">
        <w:t xml:space="preserve">n </w:t>
      </w:r>
      <w:r w:rsidR="001A5E28" w:rsidRPr="006E1DDF">
        <w:t xml:space="preserve">specific </w:t>
      </w:r>
      <w:r w:rsidR="00247F76" w:rsidRPr="006E1DDF">
        <w:t xml:space="preserve">stakeholder </w:t>
      </w:r>
      <w:r w:rsidR="00FB40A2" w:rsidRPr="006E1DDF">
        <w:t>groups</w:t>
      </w:r>
      <w:r w:rsidR="00247F76" w:rsidRPr="006E1DDF">
        <w:t>, such as women and</w:t>
      </w:r>
      <w:r w:rsidR="00FB40A2" w:rsidRPr="006E1DDF">
        <w:t xml:space="preserve"> children</w:t>
      </w:r>
      <w:r w:rsidR="00247F76" w:rsidRPr="006E1DDF">
        <w:t>,</w:t>
      </w:r>
      <w:r w:rsidR="00FB40A2" w:rsidRPr="006E1DDF">
        <w:t xml:space="preserve"> at the subnational level</w:t>
      </w:r>
      <w:r w:rsidR="001A5E28" w:rsidRPr="006E1DDF">
        <w:t>,</w:t>
      </w:r>
      <w:r w:rsidR="00FB40A2" w:rsidRPr="006E1DDF">
        <w:t xml:space="preserve"> in cities and</w:t>
      </w:r>
      <w:r w:rsidR="009C44D6" w:rsidRPr="006E1DDF">
        <w:t xml:space="preserve"> </w:t>
      </w:r>
      <w:r w:rsidR="00FB40A2" w:rsidRPr="006E1DDF">
        <w:t>in</w:t>
      </w:r>
      <w:r w:rsidR="00647D4F" w:rsidRPr="006E1DDF">
        <w:t xml:space="preserve"> households;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Requests</w:t>
      </w:r>
      <w:r w:rsidRPr="006E1DDF">
        <w:t xml:space="preserve"> the Executive Director, in partnership with </w:t>
      </w:r>
      <w:r w:rsidR="00647D4F" w:rsidRPr="006E1DDF">
        <w:t>M</w:t>
      </w:r>
      <w:r w:rsidRPr="006E1DDF">
        <w:t xml:space="preserve">ember </w:t>
      </w:r>
      <w:r w:rsidR="00647D4F" w:rsidRPr="006E1DDF">
        <w:t>S</w:t>
      </w:r>
      <w:r w:rsidRPr="006E1DDF">
        <w:t xml:space="preserve">tates, </w:t>
      </w:r>
      <w:r w:rsidR="00647D4F" w:rsidRPr="006E1DDF">
        <w:t xml:space="preserve">other </w:t>
      </w:r>
      <w:r w:rsidRPr="006E1DDF">
        <w:t>United</w:t>
      </w:r>
      <w:r w:rsidR="009C44D6" w:rsidRPr="006E1DDF">
        <w:t xml:space="preserve"> </w:t>
      </w:r>
      <w:r w:rsidRPr="006E1DDF">
        <w:t xml:space="preserve">Nations </w:t>
      </w:r>
      <w:r w:rsidR="00647D4F" w:rsidRPr="006E1DDF">
        <w:t xml:space="preserve">entities </w:t>
      </w:r>
      <w:r w:rsidRPr="006E1DDF">
        <w:t>and relevant programmes</w:t>
      </w:r>
      <w:r w:rsidR="00647D4F" w:rsidRPr="006E1DDF">
        <w:t>,</w:t>
      </w:r>
      <w:r w:rsidRPr="006E1DDF">
        <w:t xml:space="preserve"> to develop and share best</w:t>
      </w:r>
      <w:r w:rsidR="009C44D6" w:rsidRPr="006E1DDF">
        <w:t xml:space="preserve"> </w:t>
      </w:r>
      <w:r w:rsidRPr="006E1DDF">
        <w:t>practices for the development and implementation of strategic frameworks</w:t>
      </w:r>
      <w:r w:rsidR="009C44D6" w:rsidRPr="006E1DDF">
        <w:t xml:space="preserve"> </w:t>
      </w:r>
      <w:r w:rsidRPr="006E1DDF">
        <w:t xml:space="preserve">for enhanced air </w:t>
      </w:r>
      <w:r w:rsidR="00647D4F" w:rsidRPr="006E1DDF">
        <w:t xml:space="preserve">quality </w:t>
      </w:r>
      <w:r w:rsidRPr="006E1DDF">
        <w:t xml:space="preserve">and early warning systems </w:t>
      </w:r>
      <w:r w:rsidR="00647D4F" w:rsidRPr="006E1DDF">
        <w:t xml:space="preserve">for </w:t>
      </w:r>
      <w:r w:rsidR="001A5E28" w:rsidRPr="006E1DDF">
        <w:t>improve</w:t>
      </w:r>
      <w:r w:rsidR="00647D4F" w:rsidRPr="006E1DDF">
        <w:t>d</w:t>
      </w:r>
      <w:r w:rsidR="009C44D6" w:rsidRPr="006E1DDF">
        <w:t xml:space="preserve"> </w:t>
      </w:r>
      <w:r w:rsidRPr="006E1DDF">
        <w:t>public health</w:t>
      </w:r>
      <w:r w:rsidR="00647D4F" w:rsidRPr="006E1DDF">
        <w:t>;</w:t>
      </w:r>
    </w:p>
    <w:p w:rsidR="009C44D6" w:rsidRPr="006E1DDF" w:rsidRDefault="00647D4F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Also r</w:t>
      </w:r>
      <w:r w:rsidR="00FB40A2" w:rsidRPr="006E1DDF">
        <w:rPr>
          <w:i/>
        </w:rPr>
        <w:t>equests</w:t>
      </w:r>
      <w:r w:rsidR="001A5E28" w:rsidRPr="006E1DDF">
        <w:t xml:space="preserve"> </w:t>
      </w:r>
      <w:r w:rsidR="00FB40A2" w:rsidRPr="006E1DDF">
        <w:t>the Executive Director to provide technical support to</w:t>
      </w:r>
      <w:r w:rsidR="009C44D6" w:rsidRPr="006E1DDF">
        <w:t xml:space="preserve"> </w:t>
      </w:r>
      <w:r w:rsidRPr="006E1DDF">
        <w:t>M</w:t>
      </w:r>
      <w:r w:rsidR="00FB40A2" w:rsidRPr="006E1DDF">
        <w:t xml:space="preserve">ember </w:t>
      </w:r>
      <w:r w:rsidRPr="006E1DDF">
        <w:t>S</w:t>
      </w:r>
      <w:r w:rsidR="00FB40A2" w:rsidRPr="006E1DDF">
        <w:t>tates on air pollution</w:t>
      </w:r>
      <w:r w:rsidR="001A5E28" w:rsidRPr="006E1DDF">
        <w:t xml:space="preserve"> issues</w:t>
      </w:r>
      <w:r w:rsidR="00FB40A2" w:rsidRPr="006E1DDF">
        <w:t xml:space="preserve"> by establishing </w:t>
      </w:r>
      <w:r w:rsidRPr="006E1DDF">
        <w:t xml:space="preserve">an </w:t>
      </w:r>
      <w:r w:rsidR="00FB40A2" w:rsidRPr="006E1DDF">
        <w:t>air quality monitoring</w:t>
      </w:r>
      <w:r w:rsidR="009C44D6" w:rsidRPr="006E1DDF">
        <w:t xml:space="preserve"> </w:t>
      </w:r>
      <w:r w:rsidR="00FB40A2" w:rsidRPr="006E1DDF">
        <w:t>network</w:t>
      </w:r>
      <w:r w:rsidRPr="006E1DDF">
        <w:t>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C</w:t>
      </w:r>
      <w:r w:rsidR="00647D4F" w:rsidRPr="006E1DDF">
        <w:rPr>
          <w:i/>
        </w:rPr>
        <w:t>alls for</w:t>
      </w:r>
      <w:r w:rsidR="00647D4F" w:rsidRPr="006E1DDF">
        <w:t xml:space="preserve"> the development, </w:t>
      </w:r>
      <w:r w:rsidR="001A5E28" w:rsidRPr="006E1DDF">
        <w:t>led by</w:t>
      </w:r>
      <w:r w:rsidR="00647D4F" w:rsidRPr="006E1DDF">
        <w:t xml:space="preserve"> the World Health Organization and the United Nations Environment Programme, of c</w:t>
      </w:r>
      <w:r w:rsidRPr="006E1DDF">
        <w:t>ommunications strategies to raise awareness</w:t>
      </w:r>
      <w:r w:rsidR="00647D4F" w:rsidRPr="006E1DDF">
        <w:t xml:space="preserve"> of</w:t>
      </w:r>
      <w:r w:rsidRPr="006E1DDF">
        <w:t xml:space="preserve"> and s</w:t>
      </w:r>
      <w:r w:rsidR="00647D4F" w:rsidRPr="006E1DDF">
        <w:t>t</w:t>
      </w:r>
      <w:r w:rsidRPr="006E1DDF">
        <w:t>imulate demand for</w:t>
      </w:r>
      <w:r w:rsidR="00563BD7" w:rsidRPr="006E1DDF">
        <w:t xml:space="preserve"> </w:t>
      </w:r>
      <w:r w:rsidRPr="006E1DDF">
        <w:t>policies to tackle air pollution, prevent disease</w:t>
      </w:r>
      <w:r w:rsidR="00E93D9F" w:rsidRPr="006E1DDF">
        <w:t>s associated with air pollution</w:t>
      </w:r>
      <w:r w:rsidRPr="006E1DDF">
        <w:t xml:space="preserve"> and improve well-being at </w:t>
      </w:r>
      <w:r w:rsidR="00647D4F" w:rsidRPr="006E1DDF">
        <w:t xml:space="preserve">the </w:t>
      </w:r>
      <w:r w:rsidRPr="006E1DDF">
        <w:t xml:space="preserve">global, </w:t>
      </w:r>
      <w:r w:rsidR="00647D4F" w:rsidRPr="006E1DDF">
        <w:t xml:space="preserve">national </w:t>
      </w:r>
      <w:r w:rsidRPr="006E1DDF">
        <w:t>and local levels</w:t>
      </w:r>
      <w:r w:rsidR="00E93D9F" w:rsidRPr="006E1DDF">
        <w:t>;</w:t>
      </w:r>
    </w:p>
    <w:p w:rsidR="00FB40A2" w:rsidRPr="006E1DDF" w:rsidRDefault="00FB40A2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Requests</w:t>
      </w:r>
      <w:r w:rsidRPr="006E1DDF">
        <w:t xml:space="preserve"> the Executive Director </w:t>
      </w:r>
      <w:r w:rsidR="00E93D9F" w:rsidRPr="006E1DDF">
        <w:t>to p</w:t>
      </w:r>
      <w:r w:rsidRPr="006E1DDF">
        <w:t xml:space="preserve">rovide </w:t>
      </w:r>
      <w:r w:rsidR="00E93D9F" w:rsidRPr="006E1DDF">
        <w:t>t</w:t>
      </w:r>
      <w:r w:rsidRPr="006E1DDF">
        <w:t>raining materials and</w:t>
      </w:r>
      <w:r w:rsidR="00563BD7" w:rsidRPr="006E1DDF">
        <w:t xml:space="preserve"> </w:t>
      </w:r>
      <w:r w:rsidRPr="006E1DDF">
        <w:t>technical suppor</w:t>
      </w:r>
      <w:r w:rsidR="001A5E28" w:rsidRPr="006E1DDF">
        <w:t xml:space="preserve">t </w:t>
      </w:r>
      <w:r w:rsidRPr="006E1DDF">
        <w:t>to build environmental sector capacity for</w:t>
      </w:r>
      <w:r w:rsidR="00563BD7" w:rsidRPr="006E1DDF">
        <w:t xml:space="preserve"> </w:t>
      </w:r>
      <w:r w:rsidRPr="006E1DDF">
        <w:t xml:space="preserve">communications, </w:t>
      </w:r>
      <w:r w:rsidR="00E93D9F" w:rsidRPr="006E1DDF">
        <w:t>including</w:t>
      </w:r>
      <w:r w:rsidRPr="006E1DDF">
        <w:t xml:space="preserve"> w</w:t>
      </w:r>
      <w:r w:rsidR="00563BD7" w:rsidRPr="006E1DDF">
        <w:t>ith t</w:t>
      </w:r>
      <w:r w:rsidRPr="006E1DDF">
        <w:t>he public, on addressing the health effects of air</w:t>
      </w:r>
      <w:r w:rsidR="00563BD7" w:rsidRPr="006E1DDF">
        <w:t xml:space="preserve"> </w:t>
      </w:r>
      <w:r w:rsidRPr="006E1DDF">
        <w:t>pollution</w:t>
      </w:r>
      <w:r w:rsidR="00E93D9F" w:rsidRPr="006E1DDF">
        <w:t>;</w:t>
      </w:r>
    </w:p>
    <w:p w:rsidR="00FB40A2" w:rsidRPr="006E1DDF" w:rsidRDefault="00E93D9F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lastRenderedPageBreak/>
        <w:t>Also r</w:t>
      </w:r>
      <w:r w:rsidR="00FB40A2" w:rsidRPr="006E1DDF">
        <w:rPr>
          <w:i/>
        </w:rPr>
        <w:t>equests</w:t>
      </w:r>
      <w:r w:rsidR="00FB40A2" w:rsidRPr="006E1DDF">
        <w:t xml:space="preserve"> the Executive Director to </w:t>
      </w:r>
      <w:r w:rsidRPr="006E1DDF">
        <w:t>s</w:t>
      </w:r>
      <w:r w:rsidR="00FB40A2" w:rsidRPr="006E1DDF">
        <w:t>trengthen technical support</w:t>
      </w:r>
      <w:r w:rsidR="001A5E28" w:rsidRPr="006E1DDF" w:rsidDel="001A5E28">
        <w:t xml:space="preserve"> </w:t>
      </w:r>
      <w:r w:rsidRPr="006E1DDF">
        <w:t xml:space="preserve">provided by </w:t>
      </w:r>
      <w:r w:rsidR="00FB40A2" w:rsidRPr="006E1DDF">
        <w:t>global and regional networks</w:t>
      </w:r>
      <w:r w:rsidRPr="006E1DDF">
        <w:t xml:space="preserve">, </w:t>
      </w:r>
      <w:r w:rsidR="001A5E28" w:rsidRPr="006E1DDF">
        <w:t xml:space="preserve">as appropriate, </w:t>
      </w:r>
      <w:r w:rsidRPr="006E1DDF">
        <w:t>and</w:t>
      </w:r>
      <w:r w:rsidR="00FB40A2" w:rsidRPr="006E1DDF">
        <w:t xml:space="preserve"> </w:t>
      </w:r>
      <w:r w:rsidRPr="006E1DDF">
        <w:t xml:space="preserve">to enhance </w:t>
      </w:r>
      <w:r w:rsidR="00FB40A2" w:rsidRPr="006E1DDF">
        <w:t>institutional capacity to</w:t>
      </w:r>
      <w:r w:rsidR="00563BD7" w:rsidRPr="006E1DDF">
        <w:t xml:space="preserve"> </w:t>
      </w:r>
      <w:r w:rsidR="00FB40A2" w:rsidRPr="006E1DDF">
        <w:t>develop air pollution action plans</w:t>
      </w:r>
      <w:r w:rsidRPr="006E1DDF">
        <w:t>,</w:t>
      </w:r>
      <w:r w:rsidR="00FB40A2" w:rsidRPr="006E1DDF">
        <w:t xml:space="preserve"> particularly within</w:t>
      </w:r>
      <w:r w:rsidR="00563BD7" w:rsidRPr="006E1DDF">
        <w:t xml:space="preserve"> </w:t>
      </w:r>
      <w:r w:rsidR="00FB40A2" w:rsidRPr="006E1DDF">
        <w:t>the health sector, including at the national and subnational levels</w:t>
      </w:r>
      <w:r w:rsidRPr="006E1DDF">
        <w:t>, and</w:t>
      </w:r>
      <w:r w:rsidR="00FB40A2" w:rsidRPr="006E1DDF">
        <w:t xml:space="preserve"> for specific issues such as household air pollution</w:t>
      </w:r>
      <w:r w:rsidRPr="006E1DDF">
        <w:t>;</w:t>
      </w:r>
    </w:p>
    <w:p w:rsidR="00563BD7" w:rsidRPr="006E1DDF" w:rsidRDefault="00344F90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Further requests</w:t>
      </w:r>
      <w:r w:rsidRPr="006E1DDF">
        <w:t xml:space="preserve"> the Executive Director to d</w:t>
      </w:r>
      <w:r w:rsidR="00FB40A2" w:rsidRPr="006E1DDF">
        <w:t xml:space="preserve">evelop </w:t>
      </w:r>
      <w:r w:rsidRPr="006E1DDF">
        <w:t>activities</w:t>
      </w:r>
      <w:r w:rsidR="00FB40A2" w:rsidRPr="006E1DDF">
        <w:t xml:space="preserve"> in the field of technolog</w:t>
      </w:r>
      <w:r w:rsidRPr="006E1DDF">
        <w:t>y</w:t>
      </w:r>
      <w:r w:rsidR="00FB40A2" w:rsidRPr="006E1DDF">
        <w:t xml:space="preserve"> assessment</w:t>
      </w:r>
      <w:r w:rsidRPr="006E1DDF">
        <w:t>, such as</w:t>
      </w:r>
      <w:r w:rsidR="00FB40A2" w:rsidRPr="006E1DDF">
        <w:t xml:space="preserve"> tools</w:t>
      </w:r>
      <w:r w:rsidR="00563BD7" w:rsidRPr="006E1DDF">
        <w:t xml:space="preserve"> </w:t>
      </w:r>
      <w:r w:rsidRPr="006E1DDF">
        <w:t>and</w:t>
      </w:r>
      <w:r w:rsidR="00FB40A2" w:rsidRPr="006E1DDF">
        <w:t xml:space="preserve"> a methodology for </w:t>
      </w:r>
      <w:r w:rsidRPr="006E1DDF">
        <w:t xml:space="preserve">the </w:t>
      </w:r>
      <w:r w:rsidR="00FB40A2" w:rsidRPr="006E1DDF">
        <w:t>assessment of</w:t>
      </w:r>
      <w:r w:rsidRPr="006E1DDF">
        <w:t xml:space="preserve"> the sustainability of</w:t>
      </w:r>
      <w:r w:rsidR="00FB40A2" w:rsidRPr="006E1DDF">
        <w:t xml:space="preserve"> technologies</w:t>
      </w:r>
      <w:r w:rsidRPr="006E1DDF">
        <w:t>,</w:t>
      </w:r>
      <w:r w:rsidR="00FB40A2" w:rsidRPr="006E1DDF">
        <w:t xml:space="preserve"> to</w:t>
      </w:r>
      <w:r w:rsidR="00563BD7" w:rsidRPr="006E1DDF">
        <w:t xml:space="preserve"> </w:t>
      </w:r>
      <w:r w:rsidR="00FB40A2" w:rsidRPr="006E1DDF">
        <w:t>enable decision makers to select the most appropriate technologies for</w:t>
      </w:r>
      <w:r w:rsidR="00563BD7" w:rsidRPr="006E1DDF">
        <w:t xml:space="preserve"> </w:t>
      </w:r>
      <w:r w:rsidR="00FB40A2" w:rsidRPr="006E1DDF">
        <w:t xml:space="preserve">achieving </w:t>
      </w:r>
      <w:r w:rsidRPr="006E1DDF">
        <w:t xml:space="preserve">improved </w:t>
      </w:r>
      <w:r w:rsidR="00FB40A2" w:rsidRPr="006E1DDF">
        <w:t>air quality and public health</w:t>
      </w:r>
      <w:r w:rsidRPr="006E1DDF">
        <w:t>;</w:t>
      </w:r>
    </w:p>
    <w:p w:rsidR="00A16074" w:rsidRPr="006E1DDF" w:rsidRDefault="00344F90" w:rsidP="00A465CC">
      <w:pPr>
        <w:pStyle w:val="Normal-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</w:pPr>
      <w:r w:rsidRPr="006E1DDF">
        <w:rPr>
          <w:i/>
        </w:rPr>
        <w:t>Calls on</w:t>
      </w:r>
      <w:r w:rsidR="00E93D9F" w:rsidRPr="006E1DDF">
        <w:t xml:space="preserve"> the United Nations Environment Programme</w:t>
      </w:r>
      <w:r w:rsidR="00FB40A2" w:rsidRPr="006E1DDF">
        <w:t xml:space="preserve"> and other </w:t>
      </w:r>
      <w:r w:rsidR="00E93D9F" w:rsidRPr="006E1DDF">
        <w:t>United Nations</w:t>
      </w:r>
      <w:r w:rsidR="00FB40A2" w:rsidRPr="006E1DDF">
        <w:t xml:space="preserve"> </w:t>
      </w:r>
      <w:r w:rsidR="00E93D9F" w:rsidRPr="006E1DDF">
        <w:t>entities to</w:t>
      </w:r>
      <w:r w:rsidR="00FB40A2" w:rsidRPr="006E1DDF">
        <w:t xml:space="preserve"> provide the financial resources </w:t>
      </w:r>
      <w:r w:rsidR="00E93D9F" w:rsidRPr="006E1DDF">
        <w:t xml:space="preserve">required </w:t>
      </w:r>
      <w:r w:rsidR="00FB40A2" w:rsidRPr="006E1DDF">
        <w:t>to</w:t>
      </w:r>
      <w:r w:rsidRPr="006E1DDF">
        <w:t xml:space="preserve"> implement projects to</w:t>
      </w:r>
      <w:r w:rsidR="00FB40A2" w:rsidRPr="006E1DDF">
        <w:t xml:space="preserve"> improve air </w:t>
      </w:r>
      <w:r w:rsidRPr="006E1DDF">
        <w:t>quality.</w:t>
      </w:r>
    </w:p>
    <w:p w:rsidR="009A4DD6" w:rsidRPr="009A4DD6" w:rsidRDefault="009A4DD6" w:rsidP="006E1DDF">
      <w:pPr>
        <w:pStyle w:val="Normal-poo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3"/>
        <w:gridCol w:w="1943"/>
      </w:tblGrid>
      <w:tr w:rsidR="009A4DD6" w:rsidRPr="009A4DD6" w:rsidTr="009A4DD6">
        <w:tc>
          <w:tcPr>
            <w:tcW w:w="1942" w:type="dxa"/>
            <w:shd w:val="clear" w:color="auto" w:fill="auto"/>
          </w:tcPr>
          <w:p w:rsidR="009A4DD6" w:rsidRPr="009A4DD6" w:rsidRDefault="009A4DD6">
            <w:pPr>
              <w:pStyle w:val="Normal-pool"/>
              <w:spacing w:before="520"/>
            </w:pPr>
          </w:p>
        </w:tc>
        <w:tc>
          <w:tcPr>
            <w:tcW w:w="1942" w:type="dxa"/>
            <w:shd w:val="clear" w:color="auto" w:fill="auto"/>
          </w:tcPr>
          <w:p w:rsidR="009A4DD6" w:rsidRPr="009A4DD6" w:rsidRDefault="009A4DD6">
            <w:pPr>
              <w:pStyle w:val="Normal-pool"/>
              <w:spacing w:before="520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</w:tcPr>
          <w:p w:rsidR="009A4DD6" w:rsidRPr="009A4DD6" w:rsidRDefault="009A4DD6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:rsidR="009A4DD6" w:rsidRPr="009A4DD6" w:rsidRDefault="009A4DD6">
            <w:pPr>
              <w:pStyle w:val="Normal-pool"/>
              <w:spacing w:before="520"/>
            </w:pPr>
          </w:p>
        </w:tc>
        <w:tc>
          <w:tcPr>
            <w:tcW w:w="1943" w:type="dxa"/>
            <w:shd w:val="clear" w:color="auto" w:fill="auto"/>
          </w:tcPr>
          <w:p w:rsidR="009A4DD6" w:rsidRPr="009A4DD6" w:rsidRDefault="009A4DD6">
            <w:pPr>
              <w:pStyle w:val="Normal-pool"/>
              <w:spacing w:before="520"/>
            </w:pPr>
          </w:p>
        </w:tc>
      </w:tr>
    </w:tbl>
    <w:p w:rsidR="009A4DD6" w:rsidRPr="006E1DDF" w:rsidRDefault="009A4DD6" w:rsidP="006E1DDF">
      <w:pPr>
        <w:pStyle w:val="Normal-pool"/>
      </w:pPr>
    </w:p>
    <w:sectPr w:rsidR="009A4DD6" w:rsidRPr="006E1DDF" w:rsidSect="006E1DDF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2240" w:h="15840" w:code="1"/>
      <w:pgMar w:top="907" w:right="992" w:bottom="1418" w:left="1418" w:header="539" w:footer="9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A5" w:rsidRDefault="00EC05A5" w:rsidP="00640FB0">
      <w:pPr>
        <w:spacing w:after="0" w:line="240" w:lineRule="auto"/>
      </w:pPr>
      <w:r>
        <w:separator/>
      </w:r>
    </w:p>
  </w:endnote>
  <w:endnote w:type="continuationSeparator" w:id="0">
    <w:p w:rsidR="00EC05A5" w:rsidRDefault="00EC05A5" w:rsidP="0064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284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0"/>
        <w:szCs w:val="20"/>
      </w:rPr>
    </w:sdtEndPr>
    <w:sdtContent>
      <w:p w:rsidR="009A4DD6" w:rsidRPr="006E1DDF" w:rsidRDefault="009A4DD6" w:rsidP="006E1DDF">
        <w:pPr>
          <w:pStyle w:val="Footer"/>
          <w:jc w:val="right"/>
          <w:rPr>
            <w:rFonts w:ascii="Times New Roman" w:hAnsi="Times New Roman" w:cs="Times New Roman"/>
            <w:b/>
            <w:sz w:val="20"/>
            <w:szCs w:val="20"/>
          </w:rPr>
        </w:pPr>
        <w:r w:rsidRPr="006E1DDF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6E1DDF">
          <w:rPr>
            <w:rFonts w:ascii="Times New Roman" w:hAnsi="Times New Roman" w:cs="Times New Roman"/>
            <w:b/>
            <w:sz w:val="20"/>
            <w:szCs w:val="20"/>
          </w:rPr>
          <w:instrText xml:space="preserve"> PAGE   \* MERGEFORMAT </w:instrText>
        </w:r>
        <w:r w:rsidRPr="006E1DDF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004047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6E1DDF">
          <w:rPr>
            <w:rFonts w:ascii="Times New Roman" w:hAnsi="Times New Roman" w:cs="Times New Roman"/>
            <w:b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D6" w:rsidRPr="006E1DDF" w:rsidRDefault="009A4DD6" w:rsidP="006E1DDF">
    <w:pPr>
      <w:pStyle w:val="Footer"/>
      <w:tabs>
        <w:tab w:val="clear" w:pos="4680"/>
        <w:tab w:val="clear" w:pos="9360"/>
        <w:tab w:val="left" w:pos="624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K1707496</w:t>
    </w:r>
    <w:r>
      <w:rPr>
        <w:rFonts w:ascii="Times New Roman" w:hAnsi="Times New Roman" w:cs="Times New Roman"/>
        <w:sz w:val="20"/>
        <w:szCs w:val="20"/>
      </w:rPr>
      <w:tab/>
    </w:r>
    <w:r w:rsidR="00A465CC">
      <w:rPr>
        <w:rFonts w:ascii="Times New Roman" w:hAnsi="Times New Roman" w:cs="Times New Roman"/>
        <w:sz w:val="20"/>
        <w:szCs w:val="20"/>
      </w:rPr>
      <w:t>16</w:t>
    </w:r>
    <w:r w:rsidR="006C625A">
      <w:rPr>
        <w:rFonts w:ascii="Times New Roman" w:hAnsi="Times New Roman" w:cs="Times New Roman"/>
        <w:sz w:val="20"/>
        <w:szCs w:val="20"/>
      </w:rPr>
      <w:t>0817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A5" w:rsidRPr="006E1DDF" w:rsidRDefault="00EC05A5" w:rsidP="00640FB0">
      <w:pPr>
        <w:spacing w:after="0" w:line="240" w:lineRule="auto"/>
        <w:rPr>
          <w:rFonts w:ascii="Times New Roman" w:hAnsi="Times New Roman" w:cs="Times New Roman"/>
        </w:rPr>
      </w:pPr>
      <w:r w:rsidRPr="006E1DDF">
        <w:rPr>
          <w:rFonts w:ascii="Times New Roman" w:hAnsi="Times New Roman" w:cs="Times New Roman"/>
        </w:rPr>
        <w:separator/>
      </w:r>
    </w:p>
  </w:footnote>
  <w:footnote w:type="continuationSeparator" w:id="0">
    <w:p w:rsidR="00EC05A5" w:rsidRDefault="00EC05A5" w:rsidP="0064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CC" w:rsidRDefault="0000404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11163" o:spid="_x0000_s4098" type="#_x0000_t136" style="position:absolute;margin-left:0;margin-top:0;width:538.95pt;height:153.9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CC" w:rsidRDefault="0000404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11164" o:spid="_x0000_s4099" type="#_x0000_t136" style="position:absolute;margin-left:0;margin-top:0;width:538.95pt;height:153.9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CC" w:rsidRPr="00A465CC" w:rsidRDefault="00004047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11162" o:spid="_x0000_s4097" type="#_x0000_t136" style="position:absolute;margin-left:0;margin-top:0;width:538.95pt;height:153.9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6401"/>
    <w:multiLevelType w:val="hybridMultilevel"/>
    <w:tmpl w:val="6BFE7906"/>
    <w:lvl w:ilvl="0" w:tplc="0409000F">
      <w:start w:val="1"/>
      <w:numFmt w:val="decimal"/>
      <w:lvlText w:val="%1."/>
      <w:lvlJc w:val="left"/>
      <w:pPr>
        <w:ind w:left="2594" w:hanging="360"/>
      </w:pPr>
    </w:lvl>
    <w:lvl w:ilvl="1" w:tplc="04090019" w:tentative="1">
      <w:start w:val="1"/>
      <w:numFmt w:val="lowerLetter"/>
      <w:lvlText w:val="%2."/>
      <w:lvlJc w:val="left"/>
      <w:pPr>
        <w:ind w:left="3314" w:hanging="360"/>
      </w:pPr>
    </w:lvl>
    <w:lvl w:ilvl="2" w:tplc="0409001B" w:tentative="1">
      <w:start w:val="1"/>
      <w:numFmt w:val="lowerRoman"/>
      <w:lvlText w:val="%3."/>
      <w:lvlJc w:val="right"/>
      <w:pPr>
        <w:ind w:left="4034" w:hanging="180"/>
      </w:pPr>
    </w:lvl>
    <w:lvl w:ilvl="3" w:tplc="0409000F" w:tentative="1">
      <w:start w:val="1"/>
      <w:numFmt w:val="decimal"/>
      <w:lvlText w:val="%4."/>
      <w:lvlJc w:val="left"/>
      <w:pPr>
        <w:ind w:left="4754" w:hanging="360"/>
      </w:pPr>
    </w:lvl>
    <w:lvl w:ilvl="4" w:tplc="04090019" w:tentative="1">
      <w:start w:val="1"/>
      <w:numFmt w:val="lowerLetter"/>
      <w:lvlText w:val="%5."/>
      <w:lvlJc w:val="left"/>
      <w:pPr>
        <w:ind w:left="5474" w:hanging="360"/>
      </w:pPr>
    </w:lvl>
    <w:lvl w:ilvl="5" w:tplc="0409001B" w:tentative="1">
      <w:start w:val="1"/>
      <w:numFmt w:val="lowerRoman"/>
      <w:lvlText w:val="%6."/>
      <w:lvlJc w:val="right"/>
      <w:pPr>
        <w:ind w:left="6194" w:hanging="180"/>
      </w:pPr>
    </w:lvl>
    <w:lvl w:ilvl="6" w:tplc="0409000F" w:tentative="1">
      <w:start w:val="1"/>
      <w:numFmt w:val="decimal"/>
      <w:lvlText w:val="%7."/>
      <w:lvlJc w:val="left"/>
      <w:pPr>
        <w:ind w:left="6914" w:hanging="360"/>
      </w:pPr>
    </w:lvl>
    <w:lvl w:ilvl="7" w:tplc="04090019" w:tentative="1">
      <w:start w:val="1"/>
      <w:numFmt w:val="lowerLetter"/>
      <w:lvlText w:val="%8."/>
      <w:lvlJc w:val="left"/>
      <w:pPr>
        <w:ind w:left="7634" w:hanging="360"/>
      </w:pPr>
    </w:lvl>
    <w:lvl w:ilvl="8" w:tplc="0409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1">
    <w:nsid w:val="37E33962"/>
    <w:multiLevelType w:val="hybridMultilevel"/>
    <w:tmpl w:val="8F46ED3E"/>
    <w:lvl w:ilvl="0" w:tplc="AD841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56032"/>
    <w:multiLevelType w:val="hybridMultilevel"/>
    <w:tmpl w:val="7088B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624"/>
  <w:evenAndOddHeaders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A2"/>
    <w:rsid w:val="00004047"/>
    <w:rsid w:val="000B1075"/>
    <w:rsid w:val="000F59B6"/>
    <w:rsid w:val="00133E67"/>
    <w:rsid w:val="00195198"/>
    <w:rsid w:val="001A5E28"/>
    <w:rsid w:val="001B7A0A"/>
    <w:rsid w:val="001C55E8"/>
    <w:rsid w:val="00247F76"/>
    <w:rsid w:val="00286F4E"/>
    <w:rsid w:val="002C7B46"/>
    <w:rsid w:val="003300C0"/>
    <w:rsid w:val="00344F90"/>
    <w:rsid w:val="003B4572"/>
    <w:rsid w:val="0042483A"/>
    <w:rsid w:val="004912D3"/>
    <w:rsid w:val="004941FD"/>
    <w:rsid w:val="004F75A3"/>
    <w:rsid w:val="00505838"/>
    <w:rsid w:val="00533AB3"/>
    <w:rsid w:val="0055211A"/>
    <w:rsid w:val="00563BD7"/>
    <w:rsid w:val="00595C7A"/>
    <w:rsid w:val="005F55D3"/>
    <w:rsid w:val="006260A7"/>
    <w:rsid w:val="00640FB0"/>
    <w:rsid w:val="00647D4F"/>
    <w:rsid w:val="00661218"/>
    <w:rsid w:val="006826AC"/>
    <w:rsid w:val="00682D28"/>
    <w:rsid w:val="006B4761"/>
    <w:rsid w:val="006C625A"/>
    <w:rsid w:val="006E1DDF"/>
    <w:rsid w:val="00702BAB"/>
    <w:rsid w:val="00753349"/>
    <w:rsid w:val="007B0111"/>
    <w:rsid w:val="00935F6C"/>
    <w:rsid w:val="00993136"/>
    <w:rsid w:val="009A4DD6"/>
    <w:rsid w:val="009C44D6"/>
    <w:rsid w:val="009E63A2"/>
    <w:rsid w:val="00A02219"/>
    <w:rsid w:val="00A031B1"/>
    <w:rsid w:val="00A1603A"/>
    <w:rsid w:val="00A16074"/>
    <w:rsid w:val="00A41AE1"/>
    <w:rsid w:val="00A465CC"/>
    <w:rsid w:val="00A4731C"/>
    <w:rsid w:val="00AB6A5A"/>
    <w:rsid w:val="00AC61C5"/>
    <w:rsid w:val="00B13E1A"/>
    <w:rsid w:val="00B37B5C"/>
    <w:rsid w:val="00BD421E"/>
    <w:rsid w:val="00BE145A"/>
    <w:rsid w:val="00BF48FA"/>
    <w:rsid w:val="00C11FB3"/>
    <w:rsid w:val="00C4226C"/>
    <w:rsid w:val="00C90E3F"/>
    <w:rsid w:val="00CA5B44"/>
    <w:rsid w:val="00CE2EBC"/>
    <w:rsid w:val="00D008DA"/>
    <w:rsid w:val="00D305D6"/>
    <w:rsid w:val="00D75DED"/>
    <w:rsid w:val="00D856DD"/>
    <w:rsid w:val="00DC711B"/>
    <w:rsid w:val="00DE586C"/>
    <w:rsid w:val="00E67C7C"/>
    <w:rsid w:val="00E93D9F"/>
    <w:rsid w:val="00EC05A5"/>
    <w:rsid w:val="00ED1936"/>
    <w:rsid w:val="00ED3276"/>
    <w:rsid w:val="00EF7F49"/>
    <w:rsid w:val="00F40FF0"/>
    <w:rsid w:val="00F53126"/>
    <w:rsid w:val="00F81B2F"/>
    <w:rsid w:val="00F84ADC"/>
    <w:rsid w:val="00FA2139"/>
    <w:rsid w:val="00FA4A0D"/>
    <w:rsid w:val="00FB40A2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0F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0F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0FB0"/>
    <w:rPr>
      <w:vertAlign w:val="superscript"/>
    </w:rPr>
  </w:style>
  <w:style w:type="paragraph" w:customStyle="1" w:styleId="BBTitle">
    <w:name w:val="BB_Title"/>
    <w:basedOn w:val="Normal"/>
    <w:link w:val="BBTitleChar"/>
    <w:rsid w:val="009A4DD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9A4DD6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CH2">
    <w:name w:val="CH2"/>
    <w:basedOn w:val="Normal"/>
    <w:next w:val="Normal"/>
    <w:link w:val="CH2Char"/>
    <w:rsid w:val="009A4DD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CH2Char">
    <w:name w:val="CH2 Char"/>
    <w:link w:val="CH2"/>
    <w:rsid w:val="009A4DD6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link w:val="Normal-poolChar"/>
    <w:rsid w:val="009A4D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9A4DD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DD6"/>
  </w:style>
  <w:style w:type="paragraph" w:styleId="Footer">
    <w:name w:val="footer"/>
    <w:basedOn w:val="Normal"/>
    <w:link w:val="Foot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DD6"/>
  </w:style>
  <w:style w:type="paragraph" w:styleId="Revision">
    <w:name w:val="Revision"/>
    <w:hidden/>
    <w:uiPriority w:val="99"/>
    <w:semiHidden/>
    <w:rsid w:val="006E1D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0F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0F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0FB0"/>
    <w:rPr>
      <w:vertAlign w:val="superscript"/>
    </w:rPr>
  </w:style>
  <w:style w:type="paragraph" w:customStyle="1" w:styleId="BBTitle">
    <w:name w:val="BB_Title"/>
    <w:basedOn w:val="Normal"/>
    <w:link w:val="BBTitleChar"/>
    <w:rsid w:val="009A4DD6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9A4DD6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CH2">
    <w:name w:val="CH2"/>
    <w:basedOn w:val="Normal"/>
    <w:next w:val="Normal"/>
    <w:link w:val="CH2Char"/>
    <w:rsid w:val="009A4DD6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CH2Char">
    <w:name w:val="CH2 Char"/>
    <w:link w:val="CH2"/>
    <w:rsid w:val="009A4DD6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Normal-pool">
    <w:name w:val="Normal-pool"/>
    <w:link w:val="Normal-poolChar"/>
    <w:rsid w:val="009A4D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9A4DD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DD6"/>
  </w:style>
  <w:style w:type="paragraph" w:styleId="Footer">
    <w:name w:val="footer"/>
    <w:basedOn w:val="Normal"/>
    <w:link w:val="FooterChar"/>
    <w:uiPriority w:val="99"/>
    <w:unhideWhenUsed/>
    <w:rsid w:val="009A4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DD6"/>
  </w:style>
  <w:style w:type="paragraph" w:styleId="Revision">
    <w:name w:val="Revision"/>
    <w:hidden/>
    <w:uiPriority w:val="99"/>
    <w:semiHidden/>
    <w:rsid w:val="006E1D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17AB1-AA2A-4DA4-9FCD-425D9547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323D5EB7.dotm</Template>
  <TotalTime>3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Jane Mbau</cp:lastModifiedBy>
  <cp:revision>5</cp:revision>
  <cp:lastPrinted>2017-08-16T13:28:00Z</cp:lastPrinted>
  <dcterms:created xsi:type="dcterms:W3CDTF">2017-08-16T13:26:00Z</dcterms:created>
  <dcterms:modified xsi:type="dcterms:W3CDTF">2017-08-16T13:33:00Z</dcterms:modified>
</cp:coreProperties>
</file>