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7B6" w:rsidRPr="002F75F3" w:rsidRDefault="00B107B6" w:rsidP="00B107B6">
      <w:pPr>
        <w:tabs>
          <w:tab w:val="left" w:pos="-1440"/>
          <w:tab w:val="left" w:pos="-720"/>
          <w:tab w:val="left" w:pos="6750"/>
        </w:tabs>
        <w:suppressAutoHyphens/>
        <w:snapToGrid w:val="0"/>
        <w:jc w:val="right"/>
        <w:rPr>
          <w:rFonts w:ascii="Arial" w:hAnsi="Arial" w:cs="Arial"/>
          <w:sz w:val="22"/>
          <w:szCs w:val="22"/>
          <w:lang w:val="en-GB"/>
        </w:rPr>
      </w:pPr>
      <w:r w:rsidRPr="002F75F3">
        <w:rPr>
          <w:rFonts w:ascii="Arial" w:hAnsi="Arial" w:cs="Arial"/>
          <w:sz w:val="22"/>
          <w:szCs w:val="22"/>
          <w:lang w:val="en-GB"/>
        </w:rPr>
        <w:t>United Nations Environment Programme</w:t>
      </w:r>
    </w:p>
    <w:p w:rsidR="00B107B6" w:rsidRPr="002F75F3" w:rsidRDefault="00D06A72" w:rsidP="00B107B6">
      <w:pPr>
        <w:tabs>
          <w:tab w:val="left" w:pos="-1440"/>
          <w:tab w:val="left" w:pos="-720"/>
          <w:tab w:val="left" w:pos="6750"/>
        </w:tabs>
        <w:suppressAutoHyphens/>
        <w:snapToGrid w:val="0"/>
        <w:jc w:val="right"/>
        <w:rPr>
          <w:rFonts w:ascii="Arial" w:hAnsi="Arial" w:cs="Arial"/>
          <w:sz w:val="22"/>
          <w:szCs w:val="22"/>
          <w:lang w:val="en-GB"/>
        </w:rPr>
      </w:pPr>
      <w:r w:rsidRPr="002F75F3">
        <w:rPr>
          <w:rFonts w:ascii="Arial" w:hAnsi="Arial" w:cs="Arial"/>
          <w:sz w:val="22"/>
          <w:szCs w:val="22"/>
          <w:lang w:val="en-GB"/>
        </w:rPr>
        <w:tab/>
      </w:r>
      <w:r w:rsidR="00A07C03">
        <w:rPr>
          <w:rFonts w:ascii="Arial" w:hAnsi="Arial" w:cs="Arial"/>
          <w:sz w:val="22"/>
          <w:szCs w:val="22"/>
          <w:lang w:val="en-GB"/>
        </w:rPr>
        <w:t>27</w:t>
      </w:r>
      <w:r w:rsidR="00816591" w:rsidRPr="002F75F3">
        <w:rPr>
          <w:rFonts w:ascii="Arial" w:hAnsi="Arial" w:cs="Arial"/>
          <w:sz w:val="22"/>
          <w:szCs w:val="22"/>
          <w:lang w:val="en-GB"/>
        </w:rPr>
        <w:t xml:space="preserve"> </w:t>
      </w:r>
      <w:r w:rsidR="00A07C03">
        <w:rPr>
          <w:rFonts w:ascii="Arial" w:hAnsi="Arial" w:cs="Arial"/>
          <w:sz w:val="22"/>
          <w:szCs w:val="22"/>
          <w:lang w:val="en-GB"/>
        </w:rPr>
        <w:t>September</w:t>
      </w:r>
      <w:r w:rsidR="00A336EA">
        <w:rPr>
          <w:rFonts w:ascii="Arial" w:hAnsi="Arial" w:cs="Arial"/>
          <w:sz w:val="22"/>
          <w:szCs w:val="22"/>
          <w:lang w:val="en-GB"/>
        </w:rPr>
        <w:t xml:space="preserve"> </w:t>
      </w:r>
      <w:r w:rsidR="00943A4C">
        <w:rPr>
          <w:rFonts w:ascii="Arial" w:hAnsi="Arial" w:cs="Arial"/>
          <w:sz w:val="22"/>
          <w:szCs w:val="22"/>
          <w:lang w:val="en-GB"/>
        </w:rPr>
        <w:t>2018</w:t>
      </w:r>
    </w:p>
    <w:p w:rsidR="00B107B6" w:rsidRPr="002F75F3" w:rsidRDefault="00A07C03" w:rsidP="00B107B6">
      <w:pPr>
        <w:tabs>
          <w:tab w:val="left" w:pos="-1440"/>
          <w:tab w:val="left" w:pos="-720"/>
        </w:tabs>
        <w:suppressAutoHyphens/>
        <w:adjustRightInd w:val="0"/>
        <w:snapToGrid w:val="0"/>
        <w:rPr>
          <w:rFonts w:ascii="Arial" w:hAnsi="Arial" w:cs="Arial"/>
          <w:sz w:val="22"/>
          <w:szCs w:val="22"/>
          <w:lang w:val="en-GB"/>
        </w:rPr>
      </w:pPr>
      <w:r w:rsidRPr="002F75F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71120</wp:posOffset>
                </wp:positionV>
                <wp:extent cx="5722620" cy="0"/>
                <wp:effectExtent l="11430" t="11430" r="9525" b="7620"/>
                <wp:wrapNone/>
                <wp:docPr id="1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2620" cy="0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4A7EB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5DF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-.6pt;margin-top:5.6pt;width:450.6pt;height:0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" strokecolor="#4a7ebb" strokeweight="1pt"/>
            </w:pict>
          </mc:Fallback>
        </mc:AlternateContent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  <w:t xml:space="preserve">                       </w:t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  <w:r w:rsidR="00B107B6" w:rsidRPr="002F75F3">
        <w:rPr>
          <w:rFonts w:ascii="Arial" w:hAnsi="Arial" w:cs="Arial"/>
          <w:sz w:val="22"/>
          <w:szCs w:val="22"/>
          <w:lang w:val="en-GB"/>
        </w:rPr>
        <w:tab/>
      </w:r>
    </w:p>
    <w:p w:rsidR="00B107B6" w:rsidRPr="002F75F3" w:rsidRDefault="00B107B6" w:rsidP="00B107B6">
      <w:pPr>
        <w:tabs>
          <w:tab w:val="left" w:pos="-1440"/>
          <w:tab w:val="left" w:pos="-720"/>
        </w:tabs>
        <w:suppressAutoHyphens/>
        <w:adjustRightInd w:val="0"/>
        <w:snapToGrid w:val="0"/>
        <w:rPr>
          <w:rFonts w:ascii="Arial" w:hAnsi="Arial" w:cs="Arial"/>
          <w:sz w:val="22"/>
          <w:szCs w:val="22"/>
          <w:lang w:val="en-GB"/>
        </w:rPr>
      </w:pPr>
      <w:r w:rsidRPr="002F75F3">
        <w:rPr>
          <w:rFonts w:ascii="Arial" w:hAnsi="Arial" w:cs="Arial"/>
          <w:sz w:val="22"/>
          <w:szCs w:val="22"/>
          <w:lang w:val="en-GB"/>
        </w:rPr>
        <w:t xml:space="preserve">The </w:t>
      </w:r>
      <w:r w:rsidR="00816591" w:rsidRPr="002F75F3">
        <w:rPr>
          <w:rFonts w:ascii="Arial" w:hAnsi="Arial" w:cs="Arial"/>
          <w:sz w:val="22"/>
          <w:szCs w:val="22"/>
        </w:rPr>
        <w:t>14</w:t>
      </w:r>
      <w:r w:rsidR="00A07C03">
        <w:rPr>
          <w:rFonts w:ascii="Arial" w:hAnsi="Arial" w:cs="Arial"/>
          <w:sz w:val="22"/>
          <w:szCs w:val="22"/>
        </w:rPr>
        <w:t>3</w:t>
      </w:r>
      <w:r w:rsidR="00A336EA" w:rsidRPr="00A336EA">
        <w:rPr>
          <w:rFonts w:ascii="Arial" w:hAnsi="Arial" w:cs="Arial"/>
          <w:sz w:val="22"/>
          <w:szCs w:val="22"/>
          <w:vertAlign w:val="superscript"/>
        </w:rPr>
        <w:t>nd</w:t>
      </w:r>
      <w:r w:rsidR="002E5B07" w:rsidRPr="002F75F3">
        <w:rPr>
          <w:rFonts w:ascii="Arial" w:hAnsi="Arial" w:cs="Arial"/>
          <w:sz w:val="22"/>
          <w:szCs w:val="22"/>
        </w:rPr>
        <w:t xml:space="preserve"> </w:t>
      </w:r>
      <w:r w:rsidR="005721DE">
        <w:rPr>
          <w:rFonts w:ascii="Arial" w:hAnsi="Arial" w:cs="Arial"/>
          <w:sz w:val="22"/>
          <w:szCs w:val="22"/>
        </w:rPr>
        <w:t>M</w:t>
      </w:r>
      <w:r w:rsidRPr="002F75F3">
        <w:rPr>
          <w:rFonts w:ascii="Arial" w:hAnsi="Arial" w:cs="Arial"/>
          <w:sz w:val="22"/>
          <w:szCs w:val="22"/>
        </w:rPr>
        <w:t xml:space="preserve">eeting of the </w:t>
      </w:r>
    </w:p>
    <w:p w:rsidR="00B107B6" w:rsidRPr="002F75F3" w:rsidRDefault="00B107B6" w:rsidP="00B107B6">
      <w:pPr>
        <w:tabs>
          <w:tab w:val="left" w:pos="-1440"/>
          <w:tab w:val="left" w:pos="-720"/>
        </w:tabs>
        <w:suppressAutoHyphens/>
        <w:adjustRightInd w:val="0"/>
        <w:snapToGrid w:val="0"/>
        <w:rPr>
          <w:rFonts w:ascii="Arial" w:hAnsi="Arial" w:cs="Arial"/>
          <w:sz w:val="22"/>
          <w:szCs w:val="22"/>
          <w:lang w:val="en-GB"/>
        </w:rPr>
      </w:pPr>
      <w:r w:rsidRPr="002F75F3">
        <w:rPr>
          <w:rFonts w:ascii="Arial" w:hAnsi="Arial" w:cs="Arial"/>
          <w:sz w:val="22"/>
          <w:szCs w:val="22"/>
          <w:lang w:val="en-GB"/>
        </w:rPr>
        <w:t>Committee of Permanent Representatives (CPR) to UNEP</w:t>
      </w:r>
    </w:p>
    <w:p w:rsidR="00B107B6" w:rsidRPr="002F75F3" w:rsidRDefault="00B107B6" w:rsidP="00B107B6">
      <w:pPr>
        <w:tabs>
          <w:tab w:val="left" w:pos="0"/>
        </w:tabs>
        <w:suppressAutoHyphens/>
        <w:adjustRightInd w:val="0"/>
        <w:snapToGrid w:val="0"/>
        <w:jc w:val="both"/>
        <w:rPr>
          <w:rFonts w:ascii="Arial" w:hAnsi="Arial" w:cs="Arial"/>
          <w:sz w:val="22"/>
          <w:szCs w:val="22"/>
          <w:lang w:val="en-GB"/>
        </w:rPr>
      </w:pPr>
      <w:r w:rsidRPr="002F75F3">
        <w:rPr>
          <w:rFonts w:ascii="Arial" w:hAnsi="Arial" w:cs="Arial"/>
          <w:sz w:val="22"/>
          <w:szCs w:val="22"/>
          <w:lang w:val="en-GB"/>
        </w:rPr>
        <w:t>UNON Conference Room 1, Nairobi</w:t>
      </w:r>
    </w:p>
    <w:p w:rsidR="00B107B6" w:rsidRPr="002F75F3" w:rsidRDefault="00A07C03" w:rsidP="00B107B6">
      <w:pPr>
        <w:tabs>
          <w:tab w:val="left" w:pos="0"/>
        </w:tabs>
        <w:suppressAutoHyphens/>
        <w:adjustRightInd w:val="0"/>
        <w:snapToGrid w:val="0"/>
        <w:spacing w:after="120" w:line="300" w:lineRule="auto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28 Se</w:t>
      </w:r>
      <w:r w:rsidR="00832BA2">
        <w:rPr>
          <w:rFonts w:ascii="Arial" w:hAnsi="Arial" w:cs="Arial"/>
          <w:sz w:val="22"/>
          <w:szCs w:val="22"/>
          <w:lang w:val="en-GB"/>
        </w:rPr>
        <w:t>p</w:t>
      </w:r>
      <w:r>
        <w:rPr>
          <w:rFonts w:ascii="Arial" w:hAnsi="Arial" w:cs="Arial"/>
          <w:sz w:val="22"/>
          <w:szCs w:val="22"/>
          <w:lang w:val="en-GB"/>
        </w:rPr>
        <w:t>tember,</w:t>
      </w:r>
      <w:r w:rsidR="00C27CD6" w:rsidRPr="002F75F3">
        <w:rPr>
          <w:rFonts w:ascii="Arial" w:hAnsi="Arial" w:cs="Arial"/>
          <w:sz w:val="22"/>
          <w:szCs w:val="22"/>
          <w:lang w:val="en-GB"/>
        </w:rPr>
        <w:t xml:space="preserve"> 201</w:t>
      </w:r>
      <w:r w:rsidR="00943A4C">
        <w:rPr>
          <w:rFonts w:ascii="Arial" w:hAnsi="Arial" w:cs="Arial"/>
          <w:sz w:val="22"/>
          <w:szCs w:val="22"/>
          <w:lang w:val="en-GB"/>
        </w:rPr>
        <w:t>8</w:t>
      </w:r>
      <w:r w:rsidR="00816591" w:rsidRPr="002F75F3">
        <w:rPr>
          <w:rFonts w:ascii="Arial" w:hAnsi="Arial" w:cs="Arial"/>
          <w:sz w:val="22"/>
          <w:szCs w:val="22"/>
          <w:lang w:val="en-GB"/>
        </w:rPr>
        <w:t>,</w:t>
      </w:r>
      <w:r w:rsidR="004F0480" w:rsidRPr="002F75F3">
        <w:rPr>
          <w:rFonts w:ascii="Arial" w:hAnsi="Arial" w:cs="Arial"/>
          <w:sz w:val="22"/>
          <w:szCs w:val="22"/>
          <w:lang w:val="en-GB"/>
        </w:rPr>
        <w:t xml:space="preserve"> </w:t>
      </w:r>
      <w:r w:rsidR="00372D0A" w:rsidRPr="002F75F3">
        <w:rPr>
          <w:rFonts w:ascii="Arial" w:hAnsi="Arial" w:cs="Arial"/>
          <w:sz w:val="22"/>
          <w:szCs w:val="22"/>
          <w:lang w:val="en-GB"/>
        </w:rPr>
        <w:t>9.30. A.M</w:t>
      </w:r>
      <w:r w:rsidR="00B107B6" w:rsidRPr="002F75F3">
        <w:rPr>
          <w:rFonts w:ascii="Arial" w:hAnsi="Arial" w:cs="Arial"/>
          <w:sz w:val="22"/>
          <w:szCs w:val="22"/>
          <w:lang w:val="en-GB"/>
        </w:rPr>
        <w:t xml:space="preserve"> </w:t>
      </w:r>
      <w:r w:rsidR="00C27CD6" w:rsidRPr="002F75F3">
        <w:rPr>
          <w:rFonts w:ascii="Arial" w:hAnsi="Arial" w:cs="Arial"/>
          <w:sz w:val="22"/>
          <w:szCs w:val="22"/>
          <w:lang w:val="en-GB"/>
        </w:rPr>
        <w:t>– 5.30 P.M.</w:t>
      </w:r>
    </w:p>
    <w:p w:rsidR="00B107B6" w:rsidRPr="002F75F3" w:rsidRDefault="00506152" w:rsidP="00443444">
      <w:pPr>
        <w:pStyle w:val="BodyText2"/>
        <w:snapToGrid w:val="0"/>
        <w:rPr>
          <w:rFonts w:ascii="Arial" w:hAnsi="Arial" w:cs="Arial"/>
          <w:sz w:val="22"/>
          <w:szCs w:val="22"/>
        </w:rPr>
      </w:pPr>
      <w:r w:rsidRPr="002F75F3">
        <w:rPr>
          <w:rFonts w:ascii="Arial" w:hAnsi="Arial" w:cs="Arial"/>
          <w:sz w:val="22"/>
          <w:szCs w:val="22"/>
        </w:rPr>
        <w:t xml:space="preserve">ARRIVALS AND DEPARTURES </w:t>
      </w:r>
    </w:p>
    <w:p w:rsidR="00B741AF" w:rsidRPr="002F75F3" w:rsidRDefault="00506152" w:rsidP="00443444">
      <w:pPr>
        <w:pStyle w:val="BodyText2"/>
        <w:snapToGrid w:val="0"/>
        <w:rPr>
          <w:rFonts w:ascii="Arial" w:hAnsi="Arial" w:cs="Arial"/>
          <w:sz w:val="22"/>
          <w:szCs w:val="22"/>
        </w:rPr>
      </w:pPr>
      <w:r w:rsidRPr="002F75F3">
        <w:rPr>
          <w:rFonts w:ascii="Arial" w:hAnsi="Arial" w:cs="Arial"/>
          <w:sz w:val="22"/>
          <w:szCs w:val="22"/>
        </w:rPr>
        <w:t>IN THE</w:t>
      </w:r>
      <w:r w:rsidR="00B741AF" w:rsidRPr="002F75F3">
        <w:rPr>
          <w:rFonts w:ascii="Arial" w:hAnsi="Arial" w:cs="Arial"/>
          <w:sz w:val="22"/>
          <w:szCs w:val="22"/>
        </w:rPr>
        <w:t xml:space="preserve"> COMMITTEE OF PERMANENT REPRESENT</w:t>
      </w:r>
      <w:r w:rsidR="00B107B6" w:rsidRPr="002F75F3">
        <w:rPr>
          <w:rFonts w:ascii="Arial" w:hAnsi="Arial" w:cs="Arial"/>
          <w:sz w:val="22"/>
          <w:szCs w:val="22"/>
        </w:rPr>
        <w:t>ATIVES TO UNEP</w:t>
      </w:r>
    </w:p>
    <w:p w:rsidR="001B5980" w:rsidRPr="002F75F3" w:rsidRDefault="001B5980" w:rsidP="001B5980">
      <w:pPr>
        <w:pStyle w:val="BodyText"/>
        <w:tabs>
          <w:tab w:val="clear" w:pos="-720"/>
        </w:tabs>
        <w:snapToGrid w:val="0"/>
        <w:ind w:firstLine="720"/>
        <w:jc w:val="left"/>
        <w:rPr>
          <w:rFonts w:ascii="Arial" w:hAnsi="Arial" w:cs="Arial"/>
          <w:sz w:val="22"/>
          <w:szCs w:val="22"/>
        </w:rPr>
      </w:pPr>
    </w:p>
    <w:p w:rsidR="00D86A5A" w:rsidRPr="006360E6" w:rsidRDefault="00B741AF" w:rsidP="00BD6E57">
      <w:pPr>
        <w:pStyle w:val="BodyText"/>
        <w:tabs>
          <w:tab w:val="clear" w:pos="-720"/>
        </w:tabs>
        <w:snapToGrid w:val="0"/>
        <w:ind w:firstLine="720"/>
        <w:jc w:val="left"/>
        <w:rPr>
          <w:rFonts w:ascii="Arial" w:hAnsi="Arial" w:cs="Arial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</w:rPr>
        <w:t xml:space="preserve">The </w:t>
      </w:r>
      <w:r w:rsidR="00680277" w:rsidRPr="006360E6">
        <w:rPr>
          <w:rFonts w:ascii="Arial" w:hAnsi="Arial" w:cs="Arial"/>
          <w:sz w:val="22"/>
          <w:szCs w:val="22"/>
        </w:rPr>
        <w:t>S</w:t>
      </w:r>
      <w:r w:rsidRPr="006360E6">
        <w:rPr>
          <w:rFonts w:ascii="Arial" w:hAnsi="Arial" w:cs="Arial"/>
          <w:sz w:val="22"/>
          <w:szCs w:val="22"/>
        </w:rPr>
        <w:t>ecretariat of the United Nati</w:t>
      </w:r>
      <w:r w:rsidR="003C4408" w:rsidRPr="006360E6">
        <w:rPr>
          <w:rFonts w:ascii="Arial" w:hAnsi="Arial" w:cs="Arial"/>
          <w:sz w:val="22"/>
          <w:szCs w:val="22"/>
        </w:rPr>
        <w:t>ons Environment Programme</w:t>
      </w:r>
      <w:r w:rsidRPr="006360E6">
        <w:rPr>
          <w:rFonts w:ascii="Arial" w:hAnsi="Arial" w:cs="Arial"/>
          <w:sz w:val="22"/>
          <w:szCs w:val="22"/>
        </w:rPr>
        <w:t xml:space="preserve"> has the honour to submit herewith, for the information of the Committee of Permanent Representatives to UNEP, the list of the members of the Committee who</w:t>
      </w:r>
      <w:r w:rsidR="00506152" w:rsidRPr="006360E6">
        <w:rPr>
          <w:rFonts w:ascii="Arial" w:hAnsi="Arial" w:cs="Arial"/>
          <w:sz w:val="22"/>
          <w:szCs w:val="22"/>
        </w:rPr>
        <w:t xml:space="preserve"> have recently </w:t>
      </w:r>
      <w:r w:rsidR="00FE1EEE" w:rsidRPr="006360E6">
        <w:rPr>
          <w:rFonts w:ascii="Arial" w:hAnsi="Arial" w:cs="Arial"/>
          <w:sz w:val="22"/>
          <w:szCs w:val="22"/>
        </w:rPr>
        <w:t>joined or left the Committee of Permanent Representatives to UNEP.</w:t>
      </w:r>
    </w:p>
    <w:p w:rsidR="006E26CD" w:rsidRPr="006360E6" w:rsidRDefault="006E26CD" w:rsidP="00BD6E57">
      <w:pPr>
        <w:pStyle w:val="BodyText"/>
        <w:tabs>
          <w:tab w:val="clear" w:pos="-720"/>
        </w:tabs>
        <w:snapToGrid w:val="0"/>
        <w:ind w:firstLine="720"/>
        <w:jc w:val="left"/>
        <w:rPr>
          <w:rFonts w:ascii="Arial" w:hAnsi="Arial" w:cs="Arial"/>
          <w:sz w:val="22"/>
          <w:szCs w:val="22"/>
        </w:rPr>
      </w:pPr>
    </w:p>
    <w:p w:rsidR="009D74B1" w:rsidRPr="006360E6" w:rsidRDefault="009D74B1" w:rsidP="00BD6E57">
      <w:pPr>
        <w:pStyle w:val="BodyText"/>
        <w:tabs>
          <w:tab w:val="clear" w:pos="-720"/>
        </w:tabs>
        <w:snapToGrid w:val="0"/>
        <w:ind w:firstLine="720"/>
        <w:jc w:val="left"/>
        <w:rPr>
          <w:rFonts w:ascii="Arial" w:hAnsi="Arial" w:cs="Arial"/>
          <w:sz w:val="22"/>
          <w:szCs w:val="22"/>
        </w:rPr>
      </w:pPr>
    </w:p>
    <w:p w:rsidR="00C502CC" w:rsidRPr="006360E6" w:rsidRDefault="00C502CC" w:rsidP="001E0912">
      <w:pPr>
        <w:pStyle w:val="BodyText"/>
        <w:tabs>
          <w:tab w:val="clear" w:pos="-720"/>
        </w:tabs>
        <w:snapToGrid w:val="0"/>
        <w:spacing w:after="120"/>
        <w:jc w:val="center"/>
        <w:rPr>
          <w:rFonts w:ascii="Arial" w:hAnsi="Arial" w:cs="Arial"/>
          <w:b/>
          <w:bCs/>
          <w:sz w:val="22"/>
          <w:szCs w:val="22"/>
          <w:u w:val="single"/>
        </w:rPr>
        <w:sectPr w:rsidR="00C502CC" w:rsidRPr="006360E6" w:rsidSect="00B107B6">
          <w:pgSz w:w="12240" w:h="15840"/>
          <w:pgMar w:top="1080" w:right="1440" w:bottom="1440" w:left="1800" w:header="720" w:footer="720" w:gutter="0"/>
          <w:cols w:space="720"/>
          <w:docGrid w:linePitch="360"/>
        </w:sectPr>
      </w:pPr>
    </w:p>
    <w:p w:rsidR="00437D8D" w:rsidRPr="006360E6" w:rsidRDefault="00D36807" w:rsidP="00B107B6">
      <w:pPr>
        <w:pStyle w:val="BodyText"/>
        <w:tabs>
          <w:tab w:val="clear" w:pos="-720"/>
        </w:tabs>
        <w:snapToGrid w:val="0"/>
        <w:spacing w:after="120"/>
        <w:rPr>
          <w:rFonts w:ascii="Arial" w:hAnsi="Arial" w:cs="Arial"/>
          <w:b/>
          <w:bCs/>
          <w:sz w:val="22"/>
          <w:szCs w:val="22"/>
          <w:u w:val="single"/>
        </w:rPr>
      </w:pPr>
      <w:r w:rsidRPr="006360E6">
        <w:rPr>
          <w:rFonts w:ascii="Arial" w:hAnsi="Arial" w:cs="Arial"/>
          <w:b/>
          <w:bCs/>
          <w:sz w:val="22"/>
          <w:szCs w:val="22"/>
          <w:u w:val="single"/>
        </w:rPr>
        <w:t>ARRIVAL</w:t>
      </w:r>
      <w:r w:rsidR="00994450" w:rsidRPr="006360E6">
        <w:rPr>
          <w:rFonts w:ascii="Arial" w:hAnsi="Arial" w:cs="Arial"/>
          <w:b/>
          <w:bCs/>
          <w:sz w:val="22"/>
          <w:szCs w:val="22"/>
          <w:u w:val="single"/>
        </w:rPr>
        <w:t>S</w:t>
      </w:r>
    </w:p>
    <w:p w:rsidR="00C83045" w:rsidRPr="006360E6" w:rsidRDefault="00C83045" w:rsidP="00C8304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AUSTRIA</w:t>
      </w:r>
    </w:p>
    <w:p w:rsidR="00F417A8" w:rsidRPr="006360E6" w:rsidRDefault="00F417A8" w:rsidP="00C8304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="Times New Roman" w:hAnsi="Arial" w:cs="Arial"/>
          <w:sz w:val="22"/>
          <w:szCs w:val="22"/>
        </w:rPr>
      </w:pPr>
      <w:r w:rsidRPr="006360E6">
        <w:rPr>
          <w:rFonts w:ascii="Arial" w:eastAsia="Times New Roman" w:hAnsi="Arial" w:cs="Arial"/>
          <w:sz w:val="22"/>
          <w:szCs w:val="22"/>
        </w:rPr>
        <w:t xml:space="preserve">H.E. </w:t>
      </w:r>
      <w:r w:rsidR="00C83045" w:rsidRPr="006360E6">
        <w:rPr>
          <w:rFonts w:ascii="Arial" w:eastAsia="Times New Roman" w:hAnsi="Arial" w:cs="Arial"/>
          <w:sz w:val="22"/>
          <w:szCs w:val="22"/>
        </w:rPr>
        <w:t>Dr. Christian Fellner</w:t>
      </w:r>
    </w:p>
    <w:p w:rsidR="00F417A8" w:rsidRPr="006360E6" w:rsidRDefault="00F417A8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C83045" w:rsidRPr="006360E6" w:rsidRDefault="00C83045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C83045" w:rsidRPr="006360E6" w:rsidRDefault="00C83045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Mr. Michael Kassal</w:t>
      </w:r>
    </w:p>
    <w:p w:rsidR="00C83045" w:rsidRPr="006360E6" w:rsidRDefault="00C83045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Head of Mission</w:t>
      </w:r>
      <w:r w:rsidR="00200C8A" w:rsidRPr="006360E6">
        <w:rPr>
          <w:rFonts w:ascii="Arial" w:hAnsi="Arial" w:cs="Arial"/>
          <w:color w:val="000000"/>
          <w:sz w:val="22"/>
          <w:szCs w:val="22"/>
        </w:rPr>
        <w:t xml:space="preserve"> and </w:t>
      </w: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200C8A" w:rsidRPr="006360E6" w:rsidRDefault="00200C8A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BELGIUM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Mr. Ivan FEYS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Head of Mission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bCs/>
          <w:color w:val="000000"/>
          <w:sz w:val="22"/>
          <w:szCs w:val="22"/>
        </w:rPr>
        <w:t>Mrs. Ilse LAUWEN</w:t>
      </w:r>
      <w:r w:rsidRPr="006360E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CANADA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Mr. Marcus Davies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C83045" w:rsidRPr="006360E6" w:rsidRDefault="00C83045" w:rsidP="00C8304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CHINA</w:t>
      </w:r>
    </w:p>
    <w:p w:rsidR="00C83045" w:rsidRPr="006360E6" w:rsidRDefault="00C83045" w:rsidP="00C8304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="Times New Roman" w:hAnsi="Arial" w:cs="Arial"/>
          <w:sz w:val="22"/>
          <w:szCs w:val="22"/>
        </w:rPr>
      </w:pPr>
      <w:r w:rsidRPr="006360E6">
        <w:rPr>
          <w:rFonts w:ascii="Arial" w:eastAsia="Times New Roman" w:hAnsi="Arial" w:cs="Arial"/>
          <w:sz w:val="22"/>
          <w:szCs w:val="22"/>
        </w:rPr>
        <w:t>H.E. Ms. SUN Baohong</w:t>
      </w:r>
    </w:p>
    <w:p w:rsidR="00C83045" w:rsidRPr="006360E6" w:rsidRDefault="00C83045" w:rsidP="00C8304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C83045" w:rsidRPr="006360E6" w:rsidRDefault="00C83045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E813DE" w:rsidRPr="006360E6" w:rsidRDefault="00355506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FINLAND</w:t>
      </w:r>
    </w:p>
    <w:p w:rsidR="00E813DE" w:rsidRPr="006360E6" w:rsidRDefault="00871C48" w:rsidP="00E813D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H.E. </w:t>
      </w:r>
      <w:r w:rsidR="00355506" w:rsidRPr="006360E6">
        <w:rPr>
          <w:rFonts w:ascii="Arial" w:hAnsi="Arial" w:cs="Arial"/>
          <w:color w:val="000000"/>
          <w:sz w:val="22"/>
          <w:szCs w:val="22"/>
        </w:rPr>
        <w:t>Mr. Erik Lundberg</w:t>
      </w:r>
    </w:p>
    <w:p w:rsidR="00E813DE" w:rsidRPr="006360E6" w:rsidRDefault="00871C48" w:rsidP="00E813D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</w:t>
      </w:r>
      <w:r w:rsidR="000146F4" w:rsidRPr="006360E6">
        <w:rPr>
          <w:rFonts w:ascii="Arial" w:hAnsi="Arial" w:cs="Arial"/>
          <w:color w:val="000000"/>
          <w:sz w:val="22"/>
          <w:szCs w:val="22"/>
        </w:rPr>
        <w:t xml:space="preserve"> and </w:t>
      </w:r>
      <w:r w:rsidR="00E813DE" w:rsidRPr="006360E6">
        <w:rPr>
          <w:rFonts w:ascii="Arial" w:hAnsi="Arial" w:cs="Arial"/>
          <w:color w:val="000000"/>
          <w:sz w:val="22"/>
          <w:szCs w:val="22"/>
        </w:rPr>
        <w:t>Permanent Representative</w:t>
      </w:r>
    </w:p>
    <w:p w:rsidR="009D74B1" w:rsidRPr="006360E6" w:rsidRDefault="009D74B1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3501ED" w:rsidRPr="006360E6" w:rsidRDefault="003501ED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FRANCE</w:t>
      </w:r>
    </w:p>
    <w:p w:rsidR="000146F4" w:rsidRPr="006360E6" w:rsidRDefault="00E02FC0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H.E. </w:t>
      </w:r>
      <w:r w:rsidR="000146F4" w:rsidRPr="006360E6">
        <w:rPr>
          <w:rFonts w:ascii="Arial" w:hAnsi="Arial" w:cs="Arial"/>
          <w:color w:val="000000"/>
          <w:sz w:val="22"/>
          <w:szCs w:val="22"/>
        </w:rPr>
        <w:t>M</w:t>
      </w:r>
      <w:r w:rsidR="003501ED" w:rsidRPr="006360E6">
        <w:rPr>
          <w:rFonts w:ascii="Arial" w:hAnsi="Arial" w:cs="Arial"/>
          <w:color w:val="000000"/>
          <w:sz w:val="22"/>
          <w:szCs w:val="22"/>
        </w:rPr>
        <w:t>s</w:t>
      </w:r>
      <w:r w:rsidR="000146F4" w:rsidRPr="006360E6">
        <w:rPr>
          <w:rFonts w:ascii="Arial" w:hAnsi="Arial" w:cs="Arial"/>
          <w:color w:val="000000"/>
          <w:sz w:val="22"/>
          <w:szCs w:val="22"/>
        </w:rPr>
        <w:t xml:space="preserve">. </w:t>
      </w:r>
      <w:r w:rsidR="003501ED" w:rsidRPr="006360E6">
        <w:rPr>
          <w:rFonts w:ascii="Arial" w:hAnsi="Arial" w:cs="Arial"/>
          <w:color w:val="000000"/>
          <w:sz w:val="22"/>
          <w:szCs w:val="22"/>
        </w:rPr>
        <w:t>Aline Kuster-Menager</w:t>
      </w:r>
    </w:p>
    <w:p w:rsidR="00D22054" w:rsidRPr="006360E6" w:rsidRDefault="00E02FC0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E02FC0" w:rsidRPr="006360E6" w:rsidRDefault="00E02FC0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GERMANY</w:t>
      </w: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sz w:val="22"/>
          <w:szCs w:val="22"/>
        </w:rPr>
      </w:pPr>
      <w:r w:rsidRPr="006360E6">
        <w:rPr>
          <w:rFonts w:ascii="Arial" w:eastAsia="Times New Roman" w:hAnsi="Arial" w:cs="Arial"/>
          <w:sz w:val="22"/>
          <w:szCs w:val="22"/>
        </w:rPr>
        <w:t xml:space="preserve">H.E. Ms. </w:t>
      </w:r>
      <w:r w:rsidRPr="006360E6">
        <w:rPr>
          <w:rFonts w:ascii="Arial" w:hAnsi="Arial" w:cs="Arial"/>
          <w:sz w:val="22"/>
          <w:szCs w:val="22"/>
        </w:rPr>
        <w:t xml:space="preserve">Annett Günther </w:t>
      </w: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D86A5A" w:rsidRPr="006360E6" w:rsidRDefault="006B17A6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INDONESIA</w:t>
      </w:r>
    </w:p>
    <w:p w:rsidR="00D86A5A" w:rsidRPr="006360E6" w:rsidRDefault="004E483F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</w:rPr>
        <w:t>Mr. Moham</w:t>
      </w:r>
      <w:r w:rsidR="006B17A6" w:rsidRPr="006360E6">
        <w:rPr>
          <w:rFonts w:ascii="Arial" w:hAnsi="Arial" w:cs="Arial"/>
          <w:sz w:val="22"/>
          <w:szCs w:val="22"/>
        </w:rPr>
        <w:t>mad Ichsan</w:t>
      </w:r>
    </w:p>
    <w:p w:rsidR="004E483F" w:rsidRPr="006360E6" w:rsidRDefault="006B17A6" w:rsidP="004E483F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Deputy </w:t>
      </w:r>
      <w:r w:rsidR="004E483F" w:rsidRPr="006360E6">
        <w:rPr>
          <w:rFonts w:ascii="Arial" w:hAnsi="Arial" w:cs="Arial"/>
          <w:color w:val="000000"/>
          <w:sz w:val="22"/>
          <w:szCs w:val="22"/>
        </w:rPr>
        <w:t>Permanent Representative</w:t>
      </w:r>
    </w:p>
    <w:p w:rsidR="00D86A5A" w:rsidRPr="006360E6" w:rsidRDefault="00D86A5A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D22054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IRAQ</w:t>
      </w:r>
    </w:p>
    <w:p w:rsidR="004F4E4E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Mr. Ziyad Tariq Kafi Ali-Midlij</w:t>
      </w:r>
    </w:p>
    <w:p w:rsidR="00D22054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</w:t>
      </w:r>
      <w:r w:rsidR="004E483F" w:rsidRPr="006360E6">
        <w:rPr>
          <w:rFonts w:ascii="Arial" w:hAnsi="Arial" w:cs="Arial"/>
          <w:color w:val="000000"/>
          <w:sz w:val="22"/>
          <w:szCs w:val="22"/>
        </w:rPr>
        <w:t xml:space="preserve"> Permanent Representative</w:t>
      </w:r>
    </w:p>
    <w:p w:rsidR="006E26CD" w:rsidRPr="006360E6" w:rsidRDefault="006E26CD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F24DD3" w:rsidRPr="006360E6" w:rsidRDefault="00F24DD3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ISRAEL</w:t>
      </w:r>
    </w:p>
    <w:p w:rsidR="00F24DD3" w:rsidRPr="006360E6" w:rsidRDefault="00F24DD3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Mr. David Eyal</w:t>
      </w:r>
    </w:p>
    <w:p w:rsidR="00F24DD3" w:rsidRPr="006360E6" w:rsidRDefault="005E0F74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Deputy Head of Mission and </w:t>
      </w:r>
      <w:r w:rsidR="00F24DD3"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C42BCF" w:rsidRPr="006360E6" w:rsidRDefault="00C42BCF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6360E6" w:rsidRPr="006360E6" w:rsidRDefault="006360E6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ITALY</w:t>
      </w:r>
    </w:p>
    <w:p w:rsidR="006360E6" w:rsidRPr="006360E6" w:rsidRDefault="006360E6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</w:rPr>
        <w:t>H.E. Dr. Alberto Pieri</w:t>
      </w:r>
    </w:p>
    <w:p w:rsidR="006360E6" w:rsidRPr="006360E6" w:rsidRDefault="006360E6" w:rsidP="006360E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6360E6" w:rsidRPr="006360E6" w:rsidRDefault="006360E6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C42BCF" w:rsidRPr="006360E6" w:rsidRDefault="00C42BCF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JORDAN</w:t>
      </w:r>
    </w:p>
    <w:p w:rsidR="00C42BCF" w:rsidRPr="006360E6" w:rsidRDefault="00C42BCF" w:rsidP="00C42BCF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snapToGrid w:val="0"/>
        <w:jc w:val="both"/>
        <w:rPr>
          <w:rFonts w:ascii="Arial" w:eastAsiaTheme="minorEastAsia" w:hAnsi="Arial" w:cs="Arial"/>
          <w:sz w:val="22"/>
          <w:szCs w:val="22"/>
          <w:lang w:val="fr-FR"/>
        </w:rPr>
      </w:pPr>
      <w:r w:rsidRPr="006360E6">
        <w:rPr>
          <w:rFonts w:ascii="Arial" w:eastAsiaTheme="minorEastAsia" w:hAnsi="Arial" w:cs="Arial"/>
          <w:sz w:val="22"/>
          <w:szCs w:val="22"/>
          <w:lang w:val="fr-FR"/>
        </w:rPr>
        <w:t xml:space="preserve">Mr. </w:t>
      </w:r>
      <w:r w:rsidRPr="006360E6">
        <w:rPr>
          <w:rFonts w:ascii="Arial" w:hAnsi="Arial" w:cs="Arial"/>
          <w:bCs/>
          <w:color w:val="000000"/>
          <w:sz w:val="22"/>
          <w:szCs w:val="22"/>
        </w:rPr>
        <w:t>Abdullah Obaidat</w:t>
      </w:r>
    </w:p>
    <w:p w:rsidR="00C42BCF" w:rsidRPr="006360E6" w:rsidRDefault="00C42BCF" w:rsidP="00C42BCF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snapToGrid w:val="0"/>
        <w:jc w:val="both"/>
        <w:rPr>
          <w:rFonts w:ascii="Arial" w:eastAsiaTheme="minorEastAsia" w:hAnsi="Arial" w:cs="Arial"/>
          <w:sz w:val="22"/>
          <w:szCs w:val="22"/>
          <w:lang w:val="fr-FR"/>
        </w:rPr>
      </w:pPr>
      <w:r w:rsidRPr="006360E6">
        <w:rPr>
          <w:rFonts w:ascii="Arial" w:eastAsiaTheme="minorEastAsia" w:hAnsi="Arial" w:cs="Arial"/>
          <w:sz w:val="22"/>
          <w:szCs w:val="22"/>
          <w:lang w:val="fr-FR"/>
        </w:rPr>
        <w:t>Deputy Permanent Representative</w:t>
      </w:r>
    </w:p>
    <w:p w:rsidR="004F4E4E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F7482D" w:rsidRPr="006360E6" w:rsidRDefault="00F7482D" w:rsidP="00F7482D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KOREA REPUBLIC</w:t>
      </w:r>
    </w:p>
    <w:p w:rsidR="00F7482D" w:rsidRPr="006360E6" w:rsidRDefault="00F7482D" w:rsidP="00F7482D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Mr. Changgyu Lee</w:t>
      </w:r>
    </w:p>
    <w:p w:rsidR="00F7482D" w:rsidRPr="006360E6" w:rsidRDefault="00F7482D" w:rsidP="00F7482D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4F4E4E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BE35DB" w:rsidRPr="006360E6" w:rsidRDefault="00BE35DB" w:rsidP="00BE35D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MEXICO</w:t>
      </w:r>
    </w:p>
    <w:p w:rsidR="00BE35DB" w:rsidRPr="006360E6" w:rsidRDefault="00BE35DB" w:rsidP="00BE35D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Theme="minorEastAsia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Mr. Lino Leopold Santacruz Moctezuma</w:t>
      </w:r>
    </w:p>
    <w:p w:rsidR="00BE35DB" w:rsidRPr="006360E6" w:rsidRDefault="00BE35DB" w:rsidP="00BE35D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 xml:space="preserve">Alternate </w:t>
      </w: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4F4E4E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90782B" w:rsidRPr="006360E6" w:rsidRDefault="0090782B" w:rsidP="0090782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MOROCCO</w:t>
      </w:r>
    </w:p>
    <w:p w:rsidR="0090782B" w:rsidRPr="006360E6" w:rsidRDefault="0090782B" w:rsidP="0090782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Theme="minorEastAsia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Mr. Slao</w:t>
      </w:r>
      <w:r w:rsidR="00E337CE" w:rsidRPr="006360E6">
        <w:rPr>
          <w:rFonts w:ascii="Arial" w:eastAsiaTheme="minorEastAsia" w:hAnsi="Arial" w:cs="Arial"/>
          <w:color w:val="000000"/>
          <w:sz w:val="22"/>
          <w:szCs w:val="22"/>
        </w:rPr>
        <w:t>ui Mohamed</w:t>
      </w:r>
    </w:p>
    <w:p w:rsidR="0090782B" w:rsidRPr="006360E6" w:rsidRDefault="00E337CE" w:rsidP="0090782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Deputy Head of Mission</w:t>
      </w:r>
    </w:p>
    <w:p w:rsidR="0090782B" w:rsidRPr="006360E6" w:rsidRDefault="0090782B" w:rsidP="0090782B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8C0507" w:rsidRPr="006360E6" w:rsidRDefault="008C0507" w:rsidP="008C050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NORWAY</w:t>
      </w:r>
    </w:p>
    <w:p w:rsidR="008C0507" w:rsidRPr="006360E6" w:rsidRDefault="008C0507" w:rsidP="008C050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Theme="minorEastAsia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H.E. Ms. Elin Bergithe Rognlie</w:t>
      </w:r>
    </w:p>
    <w:p w:rsidR="008C0507" w:rsidRPr="006360E6" w:rsidRDefault="008C0507" w:rsidP="008C050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Ambassador and Permanent Representative</w:t>
      </w:r>
    </w:p>
    <w:p w:rsidR="004F4E4E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A56780" w:rsidRPr="006360E6" w:rsidRDefault="00A56780" w:rsidP="00A567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OMAN</w:t>
      </w:r>
    </w:p>
    <w:p w:rsidR="00A56780" w:rsidRPr="006360E6" w:rsidRDefault="00A56780" w:rsidP="00A5678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Dr. Saif Omran Marrash Al Amri </w:t>
      </w:r>
    </w:p>
    <w:p w:rsidR="005432FA" w:rsidRPr="006360E6" w:rsidRDefault="00A56780" w:rsidP="0095419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Head of Mission</w:t>
      </w:r>
      <w:r w:rsidR="005432FA" w:rsidRPr="006360E6">
        <w:rPr>
          <w:rFonts w:ascii="Arial" w:hAnsi="Arial" w:cs="Arial"/>
          <w:color w:val="000000"/>
          <w:sz w:val="22"/>
          <w:szCs w:val="22"/>
        </w:rPr>
        <w:t xml:space="preserve">/Minister </w:t>
      </w:r>
    </w:p>
    <w:p w:rsidR="00A56780" w:rsidRPr="006360E6" w:rsidRDefault="005432FA" w:rsidP="0095419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Plenipotentiary</w:t>
      </w:r>
    </w:p>
    <w:p w:rsidR="00A56780" w:rsidRPr="006360E6" w:rsidRDefault="00A56780" w:rsidP="00A5678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CE7125" w:rsidRPr="006360E6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RUSSIAN FEDERATION</w:t>
      </w:r>
    </w:p>
    <w:p w:rsidR="00CE7125" w:rsidRPr="006360E6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H.E. Mr. Dmitry Ma</w:t>
      </w:r>
      <w:r w:rsidR="006479EB" w:rsidRPr="006360E6">
        <w:rPr>
          <w:rFonts w:ascii="Arial" w:hAnsi="Arial" w:cs="Arial"/>
          <w:color w:val="000000"/>
          <w:sz w:val="22"/>
          <w:szCs w:val="22"/>
        </w:rPr>
        <w:t>k</w:t>
      </w:r>
      <w:r w:rsidRPr="006360E6">
        <w:rPr>
          <w:rFonts w:ascii="Arial" w:hAnsi="Arial" w:cs="Arial"/>
          <w:color w:val="000000"/>
          <w:sz w:val="22"/>
          <w:szCs w:val="22"/>
        </w:rPr>
        <w:t>simychev</w:t>
      </w:r>
    </w:p>
    <w:p w:rsidR="00CE7125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1314CC" w:rsidRDefault="001314CC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1314CC" w:rsidRPr="001314CC" w:rsidRDefault="001314CC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</w:rPr>
      </w:pPr>
      <w:r w:rsidRPr="001314CC">
        <w:rPr>
          <w:b/>
        </w:rPr>
        <w:t>SAUDI ARABIA</w:t>
      </w:r>
      <w:r w:rsidRPr="001314CC">
        <w:rPr>
          <w:b/>
          <w:color w:val="000000"/>
        </w:rPr>
        <w:t xml:space="preserve"> </w:t>
      </w:r>
    </w:p>
    <w:p w:rsidR="001314CC" w:rsidRDefault="001314CC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 w:rsidRPr="001314CC">
        <w:rPr>
          <w:color w:val="000000"/>
          <w:sz w:val="22"/>
          <w:szCs w:val="22"/>
        </w:rPr>
        <w:t>Mr. Hamzah Abdi AlGhashmari</w:t>
      </w:r>
    </w:p>
    <w:p w:rsidR="001314CC" w:rsidRDefault="001314CC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</w:rPr>
      </w:pPr>
      <w:r w:rsidRPr="00FE30D6">
        <w:rPr>
          <w:color w:val="000000"/>
        </w:rPr>
        <w:t>Deputy Head of Mission and Deputy Permanent</w:t>
      </w:r>
      <w:r>
        <w:rPr>
          <w:color w:val="000000"/>
        </w:rPr>
        <w:t xml:space="preserve"> </w:t>
      </w:r>
      <w:r w:rsidRPr="00FE30D6">
        <w:rPr>
          <w:color w:val="000000"/>
        </w:rPr>
        <w:t>Representative</w:t>
      </w:r>
    </w:p>
    <w:p w:rsidR="00F566B4" w:rsidRDefault="00F566B4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</w:rPr>
      </w:pPr>
    </w:p>
    <w:p w:rsidR="00F566B4" w:rsidRDefault="00F566B4" w:rsidP="00F566B4">
      <w:pPr>
        <w:pStyle w:val="NormalWeb"/>
        <w:spacing w:before="0" w:beforeAutospacing="0" w:after="0" w:afterAutospacing="0"/>
      </w:pPr>
      <w:r w:rsidRPr="00F566B4">
        <w:t>Mr. Mohammed AlKathiri</w:t>
      </w:r>
    </w:p>
    <w:p w:rsidR="00F566B4" w:rsidRDefault="00F566B4" w:rsidP="00F566B4">
      <w:pPr>
        <w:pStyle w:val="NormalWeb"/>
        <w:spacing w:before="0" w:beforeAutospacing="0" w:after="0" w:afterAutospacing="0"/>
      </w:pPr>
      <w:r w:rsidRPr="00F566B4">
        <w:t>Alternate Deputy Permanent Representative to UNEP</w:t>
      </w:r>
    </w:p>
    <w:p w:rsidR="001314CC" w:rsidRPr="006360E6" w:rsidRDefault="001314CC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E81DE4" w:rsidRPr="00E81DE4" w:rsidRDefault="00E81DE4" w:rsidP="00A5678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81DE4">
        <w:rPr>
          <w:rFonts w:ascii="Arial" w:hAnsi="Arial" w:cs="Arial"/>
          <w:b/>
          <w:color w:val="000000"/>
          <w:sz w:val="22"/>
          <w:szCs w:val="22"/>
        </w:rPr>
        <w:t>SRI LANKA</w:t>
      </w:r>
    </w:p>
    <w:p w:rsidR="00E81DE4" w:rsidRDefault="00E81DE4" w:rsidP="00E81DE4">
      <w:pPr>
        <w:tabs>
          <w:tab w:val="left" w:pos="0"/>
          <w:tab w:val="left" w:pos="2160"/>
          <w:tab w:val="left" w:pos="2200"/>
          <w:tab w:val="left" w:pos="2310"/>
          <w:tab w:val="left" w:pos="3510"/>
          <w:tab w:val="left" w:pos="5060"/>
        </w:tabs>
        <w:snapToGrid w:val="0"/>
        <w:rPr>
          <w:rFonts w:eastAsiaTheme="minorEastAsia"/>
          <w:sz w:val="22"/>
          <w:szCs w:val="22"/>
        </w:rPr>
      </w:pPr>
      <w:r w:rsidRPr="00E81DE4">
        <w:rPr>
          <w:rFonts w:eastAsiaTheme="minorEastAsia"/>
          <w:sz w:val="22"/>
          <w:szCs w:val="22"/>
        </w:rPr>
        <w:t>H.E. Sunil de Silva</w:t>
      </w:r>
    </w:p>
    <w:p w:rsidR="00E81DE4" w:rsidRPr="00D93B46" w:rsidRDefault="00E81DE4" w:rsidP="00E81DE4">
      <w:pPr>
        <w:tabs>
          <w:tab w:val="left" w:pos="0"/>
          <w:tab w:val="left" w:pos="2160"/>
          <w:tab w:val="left" w:pos="2200"/>
          <w:tab w:val="left" w:pos="2310"/>
          <w:tab w:val="left" w:pos="3510"/>
          <w:tab w:val="left" w:pos="5060"/>
        </w:tabs>
        <w:snapToGrid w:val="0"/>
        <w:rPr>
          <w:rFonts w:eastAsiaTheme="minorEastAsia"/>
        </w:rPr>
      </w:pPr>
      <w:r w:rsidRPr="00D93B46">
        <w:rPr>
          <w:rFonts w:eastAsiaTheme="minorEastAsia"/>
        </w:rPr>
        <w:t>High Commissioner and Permanent Representative</w:t>
      </w:r>
    </w:p>
    <w:p w:rsidR="00E81DE4" w:rsidRDefault="00E81DE4" w:rsidP="00A5678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rFonts w:ascii="Arial" w:hAnsi="Arial" w:cs="Arial"/>
          <w:color w:val="000000"/>
          <w:sz w:val="22"/>
          <w:szCs w:val="22"/>
        </w:rPr>
      </w:pPr>
    </w:p>
    <w:p w:rsidR="00DC56E5" w:rsidRPr="006360E6" w:rsidRDefault="00DC56E5" w:rsidP="00DC56E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SWEDEN</w:t>
      </w:r>
    </w:p>
    <w:p w:rsidR="00DC56E5" w:rsidRPr="006360E6" w:rsidRDefault="00DC56E5" w:rsidP="00DC56E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Ms. Frida Jangsten</w:t>
      </w:r>
    </w:p>
    <w:p w:rsidR="00DC56E5" w:rsidRPr="006360E6" w:rsidRDefault="00DC56E5" w:rsidP="00DC56E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4F4E4E" w:rsidRPr="006360E6" w:rsidRDefault="004F4E4E" w:rsidP="004F048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690F5A" w:rsidRPr="006360E6" w:rsidRDefault="00690F5A" w:rsidP="00690F5A">
      <w:pPr>
        <w:tabs>
          <w:tab w:val="left" w:pos="0"/>
          <w:tab w:val="left" w:pos="576"/>
          <w:tab w:val="left" w:pos="2160"/>
          <w:tab w:val="left" w:pos="4896"/>
          <w:tab w:val="left" w:pos="6336"/>
          <w:tab w:val="left" w:pos="6480"/>
        </w:tabs>
        <w:suppressAutoHyphens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6360E6">
        <w:rPr>
          <w:rFonts w:ascii="Arial" w:eastAsia="Times New Roman" w:hAnsi="Arial" w:cs="Arial"/>
          <w:b/>
          <w:color w:val="000000"/>
          <w:sz w:val="22"/>
          <w:szCs w:val="22"/>
        </w:rPr>
        <w:t>SYRIAN ARAB REPUBLIC</w:t>
      </w:r>
    </w:p>
    <w:p w:rsidR="00690F5A" w:rsidRPr="006360E6" w:rsidRDefault="00690F5A" w:rsidP="00690F5A">
      <w:pPr>
        <w:tabs>
          <w:tab w:val="left" w:pos="0"/>
          <w:tab w:val="left" w:pos="576"/>
          <w:tab w:val="left" w:pos="2160"/>
          <w:tab w:val="left" w:pos="4896"/>
          <w:tab w:val="left" w:pos="6336"/>
          <w:tab w:val="left" w:pos="6480"/>
        </w:tabs>
        <w:suppressAutoHyphens/>
        <w:rPr>
          <w:rFonts w:ascii="Arial" w:eastAsia="Times New Roman" w:hAnsi="Arial" w:cs="Arial"/>
          <w:sz w:val="22"/>
          <w:szCs w:val="22"/>
        </w:rPr>
      </w:pPr>
      <w:r w:rsidRPr="006360E6">
        <w:rPr>
          <w:rFonts w:ascii="Arial" w:eastAsia="Times New Roman" w:hAnsi="Arial" w:cs="Arial"/>
          <w:color w:val="000000"/>
          <w:sz w:val="22"/>
          <w:szCs w:val="22"/>
        </w:rPr>
        <w:t xml:space="preserve">H.E. </w:t>
      </w:r>
      <w:r w:rsidRPr="006360E6">
        <w:rPr>
          <w:rFonts w:ascii="Arial" w:hAnsi="Arial" w:cs="Arial"/>
          <w:color w:val="000000"/>
          <w:sz w:val="22"/>
          <w:szCs w:val="22"/>
        </w:rPr>
        <w:t>Dr. Sawsan Alani</w:t>
      </w:r>
    </w:p>
    <w:p w:rsidR="0073723F" w:rsidRPr="006360E6" w:rsidRDefault="00690F5A" w:rsidP="00690F5A">
      <w:pPr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="Times New Roman" w:hAnsi="Arial" w:cs="Arial"/>
          <w:color w:val="000000"/>
          <w:sz w:val="22"/>
          <w:szCs w:val="22"/>
        </w:rPr>
        <w:t>Ambassador and Permanent Representative</w:t>
      </w:r>
      <w:r w:rsidRPr="006360E6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AC0957" w:rsidRPr="006360E6" w:rsidRDefault="00AC0957" w:rsidP="00690F5A">
      <w:pPr>
        <w:rPr>
          <w:rFonts w:ascii="Arial" w:hAnsi="Arial" w:cs="Arial"/>
          <w:color w:val="000000"/>
          <w:sz w:val="22"/>
          <w:szCs w:val="22"/>
        </w:rPr>
      </w:pPr>
    </w:p>
    <w:p w:rsidR="0073723F" w:rsidRPr="006360E6" w:rsidRDefault="0073723F" w:rsidP="00690F5A">
      <w:pPr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UNITED STATES OF AMERICA</w:t>
      </w:r>
    </w:p>
    <w:p w:rsidR="0073723F" w:rsidRPr="006360E6" w:rsidRDefault="0073723F" w:rsidP="0073723F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snapToGrid w:val="0"/>
        <w:jc w:val="both"/>
        <w:rPr>
          <w:rFonts w:ascii="Arial" w:hAnsi="Arial" w:cs="Arial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</w:rPr>
        <w:t>Mr. Daniel J</w:t>
      </w:r>
      <w:r w:rsidR="004E01F4" w:rsidRPr="006360E6">
        <w:rPr>
          <w:rFonts w:ascii="Arial" w:hAnsi="Arial" w:cs="Arial"/>
          <w:sz w:val="22"/>
          <w:szCs w:val="22"/>
        </w:rPr>
        <w:t>.</w:t>
      </w:r>
      <w:r w:rsidRPr="006360E6">
        <w:rPr>
          <w:rFonts w:ascii="Arial" w:hAnsi="Arial" w:cs="Arial"/>
          <w:sz w:val="22"/>
          <w:szCs w:val="22"/>
        </w:rPr>
        <w:t xml:space="preserve"> Carl</w:t>
      </w:r>
    </w:p>
    <w:p w:rsidR="0073723F" w:rsidRPr="006360E6" w:rsidRDefault="0073723F" w:rsidP="0073723F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snapToGrid w:val="0"/>
        <w:jc w:val="both"/>
        <w:rPr>
          <w:rFonts w:ascii="Arial" w:hAnsi="Arial" w:cs="Arial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</w:rPr>
        <w:t>Deputy Permanent Representative</w:t>
      </w:r>
    </w:p>
    <w:p w:rsidR="009D74B1" w:rsidRPr="006360E6" w:rsidRDefault="009D74B1" w:rsidP="00690F5A">
      <w:pPr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6360E6">
        <w:rPr>
          <w:rFonts w:ascii="Arial" w:hAnsi="Arial" w:cs="Arial"/>
          <w:color w:val="000000"/>
          <w:sz w:val="22"/>
          <w:szCs w:val="22"/>
        </w:rPr>
        <w:br w:type="page"/>
      </w:r>
    </w:p>
    <w:p w:rsidR="00A050F0" w:rsidRPr="006360E6" w:rsidRDefault="00A050F0" w:rsidP="0013168B">
      <w:pPr>
        <w:widowControl w:val="0"/>
        <w:autoSpaceDE w:val="0"/>
        <w:autoSpaceDN w:val="0"/>
        <w:adjustRightInd w:val="0"/>
        <w:snapToGrid w:val="0"/>
        <w:rPr>
          <w:rFonts w:ascii="Arial" w:eastAsia="MS Gothic" w:hAnsi="Arial" w:cs="Arial"/>
          <w:b/>
          <w:color w:val="000000"/>
          <w:sz w:val="22"/>
          <w:szCs w:val="22"/>
          <w:u w:val="single"/>
          <w:lang w:eastAsia="ja-JP"/>
        </w:rPr>
      </w:pPr>
      <w:r w:rsidRPr="006360E6">
        <w:rPr>
          <w:rFonts w:ascii="Arial" w:eastAsia="MS Gothic" w:hAnsi="Arial" w:cs="Arial"/>
          <w:b/>
          <w:color w:val="000000"/>
          <w:sz w:val="22"/>
          <w:szCs w:val="22"/>
          <w:u w:val="single"/>
          <w:lang w:eastAsia="ja-JP"/>
        </w:rPr>
        <w:lastRenderedPageBreak/>
        <w:t>DEPART</w:t>
      </w:r>
      <w:r w:rsidR="00D36807" w:rsidRPr="006360E6">
        <w:rPr>
          <w:rFonts w:ascii="Arial" w:eastAsia="MS Gothic" w:hAnsi="Arial" w:cs="Arial"/>
          <w:b/>
          <w:color w:val="000000"/>
          <w:sz w:val="22"/>
          <w:szCs w:val="22"/>
          <w:u w:val="single"/>
          <w:lang w:eastAsia="ja-JP"/>
        </w:rPr>
        <w:t>URE</w:t>
      </w:r>
      <w:r w:rsidR="00994450" w:rsidRPr="006360E6">
        <w:rPr>
          <w:rFonts w:ascii="Arial" w:eastAsia="MS Gothic" w:hAnsi="Arial" w:cs="Arial"/>
          <w:b/>
          <w:color w:val="000000"/>
          <w:sz w:val="22"/>
          <w:szCs w:val="22"/>
          <w:u w:val="single"/>
          <w:lang w:eastAsia="ja-JP"/>
        </w:rPr>
        <w:t>S</w:t>
      </w:r>
    </w:p>
    <w:p w:rsidR="00F417A8" w:rsidRPr="006360E6" w:rsidRDefault="000A6D8F" w:rsidP="0013168B">
      <w:pPr>
        <w:widowControl w:val="0"/>
        <w:autoSpaceDE w:val="0"/>
        <w:autoSpaceDN w:val="0"/>
        <w:adjustRightInd w:val="0"/>
        <w:snapToGrid w:val="0"/>
        <w:rPr>
          <w:rFonts w:ascii="Arial" w:eastAsia="MS Gothic" w:hAnsi="Arial" w:cs="Arial"/>
          <w:b/>
          <w:color w:val="000000"/>
          <w:sz w:val="22"/>
          <w:szCs w:val="22"/>
          <w:lang w:eastAsia="ja-JP"/>
        </w:rPr>
      </w:pPr>
      <w:r w:rsidRPr="006360E6">
        <w:rPr>
          <w:rFonts w:ascii="Arial" w:eastAsia="MS Gothic" w:hAnsi="Arial" w:cs="Arial"/>
          <w:b/>
          <w:color w:val="000000"/>
          <w:sz w:val="22"/>
          <w:szCs w:val="22"/>
          <w:lang w:eastAsia="ja-JP"/>
        </w:rPr>
        <w:t>BELGIUM</w:t>
      </w:r>
    </w:p>
    <w:p w:rsidR="00F417A8" w:rsidRPr="006360E6" w:rsidRDefault="00F417A8" w:rsidP="00F417A8">
      <w:pPr>
        <w:tabs>
          <w:tab w:val="left" w:pos="0"/>
          <w:tab w:val="left" w:pos="720"/>
          <w:tab w:val="left" w:pos="2160"/>
          <w:tab w:val="left" w:pos="2310"/>
          <w:tab w:val="left" w:pos="5060"/>
        </w:tabs>
        <w:autoSpaceDE w:val="0"/>
        <w:autoSpaceDN w:val="0"/>
        <w:adjustRightInd w:val="0"/>
        <w:snapToGrid w:val="0"/>
        <w:jc w:val="both"/>
        <w:rPr>
          <w:rFonts w:ascii="Arial" w:eastAsia="Times New Roman" w:hAnsi="Arial" w:cs="Arial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  <w:lang w:eastAsia="ja-JP"/>
        </w:rPr>
        <w:t>Mr. V</w:t>
      </w:r>
      <w:r w:rsidR="000A6D8F" w:rsidRPr="006360E6">
        <w:rPr>
          <w:rFonts w:ascii="Arial" w:hAnsi="Arial" w:cs="Arial"/>
          <w:sz w:val="22"/>
          <w:szCs w:val="22"/>
          <w:lang w:eastAsia="ja-JP"/>
        </w:rPr>
        <w:t>incent Willekens</w:t>
      </w:r>
    </w:p>
    <w:p w:rsidR="000A6D8F" w:rsidRPr="006360E6" w:rsidRDefault="000A6D8F" w:rsidP="00F417A8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231770" w:rsidRPr="006360E6" w:rsidRDefault="00231770" w:rsidP="0023177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="Times New Roman" w:hAnsi="Arial" w:cs="Arial"/>
          <w:color w:val="0F243E"/>
          <w:sz w:val="22"/>
          <w:szCs w:val="22"/>
          <w:lang w:val="en-SG"/>
        </w:rPr>
      </w:pPr>
    </w:p>
    <w:p w:rsidR="00492F72" w:rsidRPr="006360E6" w:rsidRDefault="00492F72" w:rsidP="00492F7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BOTSWANA</w:t>
      </w:r>
    </w:p>
    <w:p w:rsidR="00492F72" w:rsidRPr="006360E6" w:rsidRDefault="00492F72" w:rsidP="00492F7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H.E. Mr. John Moreti</w:t>
      </w:r>
    </w:p>
    <w:p w:rsidR="00492F72" w:rsidRPr="006360E6" w:rsidRDefault="00492F72" w:rsidP="00492F7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High Commissioner and Permanent Representative</w:t>
      </w:r>
    </w:p>
    <w:p w:rsidR="00492F72" w:rsidRPr="006360E6" w:rsidRDefault="00492F72" w:rsidP="0023177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="Times New Roman" w:hAnsi="Arial" w:cs="Arial"/>
          <w:color w:val="0F243E"/>
          <w:sz w:val="22"/>
          <w:szCs w:val="22"/>
          <w:lang w:val="en-SG"/>
        </w:rPr>
      </w:pPr>
    </w:p>
    <w:p w:rsidR="00231770" w:rsidRPr="006360E6" w:rsidRDefault="00231770" w:rsidP="0023177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CANADA</w:t>
      </w:r>
    </w:p>
    <w:p w:rsidR="00231770" w:rsidRPr="006360E6" w:rsidRDefault="00231770" w:rsidP="0023177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Mr. </w:t>
      </w:r>
      <w:r w:rsidR="001C6573" w:rsidRPr="006360E6">
        <w:rPr>
          <w:rFonts w:ascii="Arial" w:hAnsi="Arial" w:cs="Arial"/>
          <w:color w:val="000000"/>
          <w:sz w:val="22"/>
          <w:szCs w:val="22"/>
        </w:rPr>
        <w:t>Jamie Pennell</w:t>
      </w:r>
    </w:p>
    <w:p w:rsidR="00231770" w:rsidRPr="006360E6" w:rsidRDefault="001C6573" w:rsidP="0023177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Deputy </w:t>
      </w:r>
      <w:r w:rsidR="00231770" w:rsidRPr="006360E6">
        <w:rPr>
          <w:rFonts w:ascii="Arial" w:hAnsi="Arial" w:cs="Arial"/>
          <w:color w:val="000000"/>
          <w:sz w:val="22"/>
          <w:szCs w:val="22"/>
        </w:rPr>
        <w:t>Permanent Representative</w:t>
      </w:r>
    </w:p>
    <w:p w:rsidR="00231770" w:rsidRPr="006360E6" w:rsidRDefault="00231770" w:rsidP="0023177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="Times New Roman" w:hAnsi="Arial" w:cs="Arial"/>
          <w:color w:val="0F243E"/>
          <w:sz w:val="22"/>
          <w:szCs w:val="22"/>
          <w:lang w:val="en-SG"/>
        </w:rPr>
      </w:pPr>
    </w:p>
    <w:p w:rsidR="00D22054" w:rsidRPr="006360E6" w:rsidRDefault="00355506" w:rsidP="00D2205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FINLAND</w:t>
      </w:r>
    </w:p>
    <w:p w:rsidR="00CD38C2" w:rsidRPr="006360E6" w:rsidRDefault="00CD38C2" w:rsidP="00CD38C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H.E. Ms. </w:t>
      </w:r>
      <w:r w:rsidR="00355506" w:rsidRPr="006360E6">
        <w:rPr>
          <w:rFonts w:ascii="Arial" w:hAnsi="Arial" w:cs="Arial"/>
          <w:color w:val="000000"/>
          <w:sz w:val="22"/>
          <w:szCs w:val="22"/>
        </w:rPr>
        <w:t>Tarja Fernandez</w:t>
      </w:r>
    </w:p>
    <w:p w:rsidR="00CD38C2" w:rsidRPr="006360E6" w:rsidRDefault="00CD38C2" w:rsidP="00CD38C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623E01" w:rsidRPr="006360E6" w:rsidRDefault="00623E01" w:rsidP="00D2205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623E01" w:rsidRPr="006360E6" w:rsidRDefault="006B17A6" w:rsidP="00623E01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FRANCE</w:t>
      </w:r>
    </w:p>
    <w:p w:rsidR="00F124CD" w:rsidRPr="006360E6" w:rsidRDefault="00BB0319" w:rsidP="00623E01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H.E. </w:t>
      </w:r>
      <w:r w:rsidR="00623E01" w:rsidRPr="006360E6">
        <w:rPr>
          <w:rFonts w:ascii="Arial" w:hAnsi="Arial" w:cs="Arial"/>
          <w:color w:val="000000"/>
          <w:sz w:val="22"/>
          <w:szCs w:val="22"/>
        </w:rPr>
        <w:t xml:space="preserve">Mr. </w:t>
      </w:r>
      <w:r w:rsidR="006B17A6" w:rsidRPr="006360E6">
        <w:rPr>
          <w:rFonts w:ascii="Arial" w:hAnsi="Arial" w:cs="Arial"/>
          <w:color w:val="000000"/>
          <w:sz w:val="22"/>
          <w:szCs w:val="22"/>
        </w:rPr>
        <w:t>Antoine Sivan</w:t>
      </w:r>
    </w:p>
    <w:p w:rsidR="00BB0319" w:rsidRPr="006360E6" w:rsidRDefault="00BB0319" w:rsidP="00623E01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9A57D2" w:rsidRPr="006360E6" w:rsidRDefault="009A57D2" w:rsidP="00623E01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GERMANY</w:t>
      </w: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H.E Ms. Jutta Gisela FRASCH</w:t>
      </w: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9A57D2" w:rsidRPr="006360E6" w:rsidRDefault="009A57D2" w:rsidP="009A57D2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6B17A6" w:rsidRPr="006360E6" w:rsidRDefault="006B17A6" w:rsidP="006B17A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INDONESIA</w:t>
      </w:r>
    </w:p>
    <w:p w:rsidR="00894CB6" w:rsidRPr="006360E6" w:rsidRDefault="006B17A6" w:rsidP="006B17A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Mr. </w:t>
      </w:r>
      <w:r w:rsidR="00894CB6" w:rsidRPr="006360E6">
        <w:rPr>
          <w:rFonts w:ascii="Arial" w:hAnsi="Arial" w:cs="Arial"/>
          <w:color w:val="000000"/>
          <w:sz w:val="22"/>
          <w:szCs w:val="22"/>
        </w:rPr>
        <w:t>Yoshi Iskandar</w:t>
      </w:r>
    </w:p>
    <w:p w:rsidR="006B17A6" w:rsidRPr="006360E6" w:rsidRDefault="00894CB6" w:rsidP="006B17A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 xml:space="preserve">Deputy </w:t>
      </w:r>
      <w:r w:rsidR="006B17A6" w:rsidRPr="006360E6">
        <w:rPr>
          <w:rFonts w:ascii="Arial" w:hAnsi="Arial" w:cs="Arial"/>
          <w:color w:val="000000"/>
          <w:sz w:val="22"/>
          <w:szCs w:val="22"/>
        </w:rPr>
        <w:t>Permanent Representative</w:t>
      </w:r>
    </w:p>
    <w:p w:rsidR="006B17A6" w:rsidRPr="006360E6" w:rsidRDefault="006B17A6" w:rsidP="00623E01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</w:p>
    <w:p w:rsidR="004F4E4E" w:rsidRPr="006360E6" w:rsidRDefault="004F4E4E" w:rsidP="004F4E4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IRAQ</w:t>
      </w:r>
    </w:p>
    <w:p w:rsidR="004F4E4E" w:rsidRPr="006360E6" w:rsidRDefault="004F4E4E" w:rsidP="004F4E4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Mr. M. Husham Al-Fityan</w:t>
      </w:r>
    </w:p>
    <w:p w:rsidR="004F4E4E" w:rsidRPr="006360E6" w:rsidRDefault="004F4E4E" w:rsidP="004F4E4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F124CD" w:rsidRPr="006360E6" w:rsidRDefault="00F124CD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F24DD3" w:rsidRPr="006360E6" w:rsidRDefault="00F24DD3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ISRAEL</w:t>
      </w:r>
    </w:p>
    <w:p w:rsidR="00F24DD3" w:rsidRPr="006360E6" w:rsidRDefault="00F24DD3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Mr. Michael Baruch Baro</w:t>
      </w:r>
    </w:p>
    <w:p w:rsidR="00F24DD3" w:rsidRPr="006360E6" w:rsidRDefault="00F24DD3" w:rsidP="00F24DD3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Head of Mission and Deputy Permanent Representative</w:t>
      </w:r>
    </w:p>
    <w:p w:rsidR="00F24DD3" w:rsidRPr="006360E6" w:rsidRDefault="00F24DD3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6360E6" w:rsidRPr="006360E6" w:rsidRDefault="006360E6" w:rsidP="006360E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ITALY</w:t>
      </w:r>
    </w:p>
    <w:p w:rsidR="006360E6" w:rsidRPr="006360E6" w:rsidRDefault="006360E6" w:rsidP="006360E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sz w:val="22"/>
          <w:szCs w:val="22"/>
        </w:rPr>
        <w:t>H.E. Mr. Mauro Massoni</w:t>
      </w:r>
    </w:p>
    <w:p w:rsidR="006360E6" w:rsidRPr="006360E6" w:rsidRDefault="006360E6" w:rsidP="006360E6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Ambassador and Permanent Representative</w:t>
      </w:r>
    </w:p>
    <w:p w:rsidR="006360E6" w:rsidRPr="006360E6" w:rsidRDefault="006360E6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F7482D" w:rsidRPr="006360E6" w:rsidRDefault="00F7482D" w:rsidP="00F7482D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6360E6">
        <w:rPr>
          <w:rFonts w:ascii="Arial" w:hAnsi="Arial" w:cs="Arial"/>
          <w:b/>
          <w:color w:val="000000"/>
          <w:sz w:val="22"/>
          <w:szCs w:val="22"/>
        </w:rPr>
        <w:t>KOREA REPUBLIC</w:t>
      </w:r>
    </w:p>
    <w:p w:rsidR="00F7482D" w:rsidRPr="006360E6" w:rsidRDefault="00F7482D" w:rsidP="00F7482D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eastAsiaTheme="minorEastAsia" w:hAnsi="Arial" w:cs="Arial"/>
          <w:color w:val="000000"/>
          <w:sz w:val="22"/>
          <w:szCs w:val="22"/>
        </w:rPr>
        <w:t>Mr. Park Ryun Min</w:t>
      </w:r>
    </w:p>
    <w:p w:rsidR="00F7482D" w:rsidRPr="006360E6" w:rsidRDefault="00F7482D" w:rsidP="00F7482D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6360E6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F7482D" w:rsidRPr="006360E6" w:rsidRDefault="00F7482D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6360E6" w:rsidRPr="006360E6" w:rsidRDefault="006360E6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D64327" w:rsidRPr="00B07463" w:rsidRDefault="00D64327" w:rsidP="00D6432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B07463">
        <w:rPr>
          <w:rFonts w:ascii="Arial" w:hAnsi="Arial" w:cs="Arial"/>
          <w:b/>
          <w:color w:val="000000"/>
          <w:sz w:val="22"/>
          <w:szCs w:val="22"/>
        </w:rPr>
        <w:t>MEXICO</w:t>
      </w:r>
    </w:p>
    <w:p w:rsidR="00142A7E" w:rsidRPr="00B07463" w:rsidRDefault="00D64327" w:rsidP="00D6432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Theme="minorEastAsia" w:hAnsi="Arial" w:cs="Arial"/>
          <w:color w:val="000000"/>
          <w:sz w:val="22"/>
          <w:szCs w:val="22"/>
        </w:rPr>
      </w:pPr>
      <w:r w:rsidRPr="00B07463">
        <w:rPr>
          <w:rFonts w:ascii="Arial" w:eastAsiaTheme="minorEastAsia" w:hAnsi="Arial" w:cs="Arial"/>
          <w:color w:val="000000"/>
          <w:sz w:val="22"/>
          <w:szCs w:val="22"/>
        </w:rPr>
        <w:t xml:space="preserve">Mr. </w:t>
      </w:r>
      <w:r w:rsidR="00142A7E" w:rsidRPr="00B07463">
        <w:rPr>
          <w:rFonts w:ascii="Arial" w:eastAsiaTheme="minorEastAsia" w:hAnsi="Arial" w:cs="Arial"/>
          <w:color w:val="000000"/>
          <w:sz w:val="22"/>
          <w:szCs w:val="22"/>
        </w:rPr>
        <w:t>Eduardo Alcibiades Sanchez Kiesslich</w:t>
      </w:r>
    </w:p>
    <w:p w:rsidR="00D64327" w:rsidRPr="00B07463" w:rsidRDefault="00D64327" w:rsidP="00D6432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B07463">
        <w:rPr>
          <w:rFonts w:ascii="Arial" w:eastAsiaTheme="minorEastAsia" w:hAnsi="Arial" w:cs="Arial"/>
          <w:color w:val="000000"/>
          <w:sz w:val="22"/>
          <w:szCs w:val="22"/>
        </w:rPr>
        <w:t xml:space="preserve">Alternate </w:t>
      </w:r>
      <w:r w:rsidRPr="00B07463">
        <w:rPr>
          <w:rFonts w:ascii="Arial" w:hAnsi="Arial" w:cs="Arial"/>
          <w:color w:val="000000"/>
          <w:sz w:val="22"/>
          <w:szCs w:val="22"/>
        </w:rPr>
        <w:t>Deputy Permanent Representative</w:t>
      </w:r>
    </w:p>
    <w:p w:rsidR="00D64327" w:rsidRDefault="00D64327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E337CE" w:rsidRPr="00B07463" w:rsidRDefault="00E337CE" w:rsidP="00E337C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  <w:r w:rsidRPr="00B07463">
        <w:rPr>
          <w:rFonts w:ascii="Arial" w:hAnsi="Arial" w:cs="Arial"/>
          <w:b/>
          <w:color w:val="000000"/>
          <w:sz w:val="22"/>
          <w:szCs w:val="22"/>
        </w:rPr>
        <w:t>MOROCCO</w:t>
      </w:r>
    </w:p>
    <w:p w:rsidR="00E337CE" w:rsidRPr="00B07463" w:rsidRDefault="00E337CE" w:rsidP="00E337C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eastAsiaTheme="minorEastAsia" w:hAnsi="Arial" w:cs="Arial"/>
          <w:color w:val="000000"/>
          <w:sz w:val="22"/>
          <w:szCs w:val="22"/>
        </w:rPr>
      </w:pPr>
      <w:r w:rsidRPr="00B07463">
        <w:rPr>
          <w:rFonts w:ascii="Arial" w:eastAsiaTheme="minorEastAsia" w:hAnsi="Arial" w:cs="Arial"/>
          <w:color w:val="000000"/>
          <w:sz w:val="22"/>
          <w:szCs w:val="22"/>
        </w:rPr>
        <w:t>Mr. Abderrahim Cherrah</w:t>
      </w:r>
    </w:p>
    <w:p w:rsidR="00E337CE" w:rsidRPr="00B07463" w:rsidRDefault="00E337CE" w:rsidP="00E337CE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color w:val="000000"/>
          <w:sz w:val="22"/>
          <w:szCs w:val="22"/>
        </w:rPr>
      </w:pPr>
      <w:r w:rsidRPr="00B07463">
        <w:rPr>
          <w:rFonts w:ascii="Arial" w:eastAsiaTheme="minorEastAsia" w:hAnsi="Arial" w:cs="Arial"/>
          <w:color w:val="000000"/>
          <w:sz w:val="22"/>
          <w:szCs w:val="22"/>
        </w:rPr>
        <w:t>Deputy Head of Mission</w:t>
      </w:r>
    </w:p>
    <w:p w:rsidR="002E66CC" w:rsidRPr="00B07463" w:rsidRDefault="002E66CC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ascii="Arial" w:hAnsi="Arial" w:cs="Arial"/>
          <w:b/>
          <w:color w:val="000000"/>
          <w:sz w:val="22"/>
          <w:szCs w:val="22"/>
        </w:rPr>
      </w:pPr>
    </w:p>
    <w:p w:rsidR="008C0507" w:rsidRDefault="008C0507" w:rsidP="008C050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NORWAY</w:t>
      </w:r>
    </w:p>
    <w:p w:rsidR="008C0507" w:rsidRDefault="008C0507" w:rsidP="008C050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H.E. Mr. Victor Conrad Ronneberg</w:t>
      </w:r>
    </w:p>
    <w:p w:rsidR="008C0507" w:rsidRDefault="008C0507" w:rsidP="008C0507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rPr>
          <w:rFonts w:eastAsiaTheme="minorEastAsia"/>
          <w:color w:val="000000"/>
        </w:rPr>
        <w:t>Ambassador and Permanent Representative</w:t>
      </w:r>
    </w:p>
    <w:p w:rsidR="002E66CC" w:rsidRDefault="002E66CC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</w:p>
    <w:p w:rsidR="00954190" w:rsidRDefault="00954190" w:rsidP="00954190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OMAN</w:t>
      </w:r>
    </w:p>
    <w:p w:rsidR="00954190" w:rsidRPr="00A56780" w:rsidRDefault="00954190" w:rsidP="00954190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color w:val="000000"/>
        </w:rPr>
      </w:pPr>
      <w:r>
        <w:rPr>
          <w:color w:val="000000"/>
        </w:rPr>
        <w:t>Mr. Saleh Mohamed Alsuqri</w:t>
      </w:r>
    </w:p>
    <w:p w:rsidR="005432FA" w:rsidRDefault="005432FA" w:rsidP="005432FA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color w:val="000000"/>
        </w:rPr>
      </w:pPr>
      <w:r>
        <w:rPr>
          <w:color w:val="000000"/>
        </w:rPr>
        <w:t xml:space="preserve">Deputy Head of Mission/Minister </w:t>
      </w:r>
    </w:p>
    <w:p w:rsidR="005432FA" w:rsidRDefault="005432FA" w:rsidP="005432FA">
      <w:pPr>
        <w:tabs>
          <w:tab w:val="left" w:pos="0"/>
          <w:tab w:val="left" w:pos="576"/>
          <w:tab w:val="left" w:pos="2160"/>
          <w:tab w:val="left" w:pos="2200"/>
          <w:tab w:val="left" w:pos="2310"/>
          <w:tab w:val="left" w:pos="2880"/>
          <w:tab w:val="left" w:pos="4896"/>
          <w:tab w:val="left" w:pos="5060"/>
          <w:tab w:val="left" w:pos="6336"/>
          <w:tab w:val="left" w:pos="7776"/>
          <w:tab w:val="left" w:pos="7920"/>
        </w:tabs>
        <w:suppressAutoHyphens/>
        <w:jc w:val="both"/>
        <w:rPr>
          <w:color w:val="000000"/>
        </w:rPr>
      </w:pPr>
      <w:r>
        <w:rPr>
          <w:color w:val="000000"/>
        </w:rPr>
        <w:t>Plenipotentiary</w:t>
      </w:r>
    </w:p>
    <w:p w:rsidR="002E66CC" w:rsidRDefault="002E66CC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</w:p>
    <w:p w:rsidR="00CE7125" w:rsidRPr="002F75F3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RUSSIAN FEDERATION</w:t>
      </w:r>
    </w:p>
    <w:p w:rsidR="00CE7125" w:rsidRPr="002F75F3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 w:rsidRPr="002F75F3">
        <w:rPr>
          <w:color w:val="000000"/>
          <w:sz w:val="22"/>
          <w:szCs w:val="22"/>
        </w:rPr>
        <w:t xml:space="preserve">H.E. </w:t>
      </w:r>
      <w:r>
        <w:rPr>
          <w:color w:val="000000"/>
          <w:sz w:val="22"/>
          <w:szCs w:val="22"/>
        </w:rPr>
        <w:t>Mr. Alexander Makarenko</w:t>
      </w:r>
    </w:p>
    <w:p w:rsidR="00CE7125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 w:rsidRPr="002F75F3">
        <w:rPr>
          <w:color w:val="000000"/>
          <w:sz w:val="22"/>
          <w:szCs w:val="22"/>
        </w:rPr>
        <w:t>Ambassador and Permanent Representative</w:t>
      </w:r>
    </w:p>
    <w:p w:rsidR="00CE7125" w:rsidRPr="002F75F3" w:rsidRDefault="00CE7125" w:rsidP="00CE712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</w:p>
    <w:p w:rsidR="00E913A9" w:rsidRPr="002F75F3" w:rsidRDefault="00E913A9" w:rsidP="00E913A9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SUDAN</w:t>
      </w:r>
    </w:p>
    <w:p w:rsidR="00E913A9" w:rsidRDefault="00E913A9" w:rsidP="00E913A9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 w:rsidRPr="002F75F3">
        <w:rPr>
          <w:color w:val="000000"/>
          <w:sz w:val="22"/>
          <w:szCs w:val="22"/>
        </w:rPr>
        <w:t xml:space="preserve">H.E. </w:t>
      </w:r>
      <w:r>
        <w:rPr>
          <w:color w:val="000000"/>
          <w:sz w:val="22"/>
          <w:szCs w:val="22"/>
        </w:rPr>
        <w:t>Elsadig Abdalla Elias Diab</w:t>
      </w:r>
    </w:p>
    <w:p w:rsidR="00E913A9" w:rsidRDefault="00E913A9" w:rsidP="00E913A9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 w:rsidRPr="002F75F3">
        <w:rPr>
          <w:color w:val="000000"/>
          <w:sz w:val="22"/>
          <w:szCs w:val="22"/>
        </w:rPr>
        <w:t>Ambassador and Permanent Representative</w:t>
      </w:r>
    </w:p>
    <w:p w:rsidR="002E66CC" w:rsidRDefault="002E66CC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</w:p>
    <w:p w:rsidR="00DC56E5" w:rsidRPr="002F75F3" w:rsidRDefault="00DC56E5" w:rsidP="00DC56E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SWEDEN</w:t>
      </w:r>
    </w:p>
    <w:p w:rsidR="00DC56E5" w:rsidRPr="002F75F3" w:rsidRDefault="00DC56E5" w:rsidP="00DC56E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Ms. Ulrica Reuterwall</w:t>
      </w:r>
    </w:p>
    <w:p w:rsidR="00DC56E5" w:rsidRDefault="00DC56E5" w:rsidP="00DC56E5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Deputy Per</w:t>
      </w:r>
      <w:r w:rsidRPr="002F75F3">
        <w:rPr>
          <w:color w:val="000000"/>
          <w:sz w:val="22"/>
          <w:szCs w:val="22"/>
        </w:rPr>
        <w:t>manent Representative</w:t>
      </w:r>
    </w:p>
    <w:p w:rsidR="00DC56E5" w:rsidRDefault="00DC56E5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</w:p>
    <w:p w:rsidR="002E66CC" w:rsidRDefault="002E66CC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SYRIAN ARAB REPUBLIC</w:t>
      </w:r>
    </w:p>
    <w:p w:rsidR="002E66CC" w:rsidRDefault="002E66CC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H.E. Mr. Abdulmonem Annan</w:t>
      </w:r>
    </w:p>
    <w:p w:rsidR="002E66CC" w:rsidRDefault="002E66CC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rPr>
          <w:rFonts w:eastAsiaTheme="minorEastAsia"/>
          <w:color w:val="000000"/>
        </w:rPr>
        <w:t>Ambassador</w:t>
      </w:r>
      <w:r w:rsidRPr="00F417A8">
        <w:rPr>
          <w:color w:val="000000"/>
          <w:sz w:val="22"/>
          <w:szCs w:val="22"/>
        </w:rPr>
        <w:t xml:space="preserve"> Permanent Representative</w:t>
      </w:r>
    </w:p>
    <w:p w:rsidR="00493920" w:rsidRDefault="00493920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</w:p>
    <w:p w:rsidR="00493920" w:rsidRPr="00493920" w:rsidRDefault="00493920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 w:rsidRPr="00493920">
        <w:rPr>
          <w:b/>
          <w:color w:val="000000"/>
          <w:sz w:val="22"/>
          <w:szCs w:val="22"/>
        </w:rPr>
        <w:t>UKRAINE</w:t>
      </w:r>
    </w:p>
    <w:p w:rsidR="00493920" w:rsidRDefault="00493920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</w:pPr>
      <w:r w:rsidRPr="00DB4BA8">
        <w:t xml:space="preserve">H.E. Mr. Yevhenii </w:t>
      </w:r>
      <w:r>
        <w:t>S</w:t>
      </w:r>
      <w:r w:rsidRPr="00DB4BA8">
        <w:t>ymbaliuk</w:t>
      </w:r>
    </w:p>
    <w:p w:rsidR="00493920" w:rsidRDefault="00493920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t>Ambassador and Permanent Representative</w:t>
      </w:r>
    </w:p>
    <w:p w:rsidR="009A57D2" w:rsidRDefault="009A57D2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</w:p>
    <w:p w:rsidR="009A57D2" w:rsidRPr="009A57D2" w:rsidRDefault="009A57D2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  <w:r w:rsidRPr="009A57D2">
        <w:rPr>
          <w:b/>
          <w:color w:val="000000"/>
          <w:sz w:val="22"/>
          <w:szCs w:val="22"/>
        </w:rPr>
        <w:t>UNITED STATES OF AMERICA</w:t>
      </w:r>
    </w:p>
    <w:p w:rsidR="009A57D2" w:rsidRDefault="009A57D2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Mr. Joel B. Hansen</w:t>
      </w:r>
    </w:p>
    <w:p w:rsidR="009A57D2" w:rsidRPr="00F417A8" w:rsidRDefault="009A57D2" w:rsidP="002E66CC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Deputy Permanent Representative.</w:t>
      </w:r>
    </w:p>
    <w:p w:rsidR="002E66CC" w:rsidRDefault="002E66CC" w:rsidP="00856EF4">
      <w:pPr>
        <w:tabs>
          <w:tab w:val="left" w:pos="0"/>
          <w:tab w:val="left" w:pos="576"/>
          <w:tab w:val="left" w:pos="2880"/>
          <w:tab w:val="left" w:pos="4896"/>
          <w:tab w:val="left" w:pos="6336"/>
          <w:tab w:val="left" w:pos="7776"/>
          <w:tab w:val="left" w:pos="7920"/>
        </w:tabs>
        <w:suppressAutoHyphens/>
        <w:rPr>
          <w:b/>
          <w:color w:val="000000"/>
          <w:sz w:val="22"/>
          <w:szCs w:val="22"/>
        </w:rPr>
      </w:pPr>
    </w:p>
    <w:sectPr w:rsidR="002E66CC" w:rsidSect="00B107B6">
      <w:type w:val="continuous"/>
      <w:pgSz w:w="12240" w:h="15840"/>
      <w:pgMar w:top="1080" w:right="108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60C" w:rsidRDefault="00B5160C" w:rsidP="00F706DA">
      <w:r>
        <w:separator/>
      </w:r>
    </w:p>
  </w:endnote>
  <w:endnote w:type="continuationSeparator" w:id="0">
    <w:p w:rsidR="00B5160C" w:rsidRDefault="00B5160C" w:rsidP="00F70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60C" w:rsidRDefault="00B5160C" w:rsidP="00F706DA">
      <w:r>
        <w:separator/>
      </w:r>
    </w:p>
  </w:footnote>
  <w:footnote w:type="continuationSeparator" w:id="0">
    <w:p w:rsidR="00B5160C" w:rsidRDefault="00B5160C" w:rsidP="00F706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57DE3"/>
    <w:multiLevelType w:val="hybridMultilevel"/>
    <w:tmpl w:val="676CFC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1"/>
  <w:activeWritingStyle w:appName="MSWord" w:lang="es-MX" w:vendorID="64" w:dllVersion="0" w:nlCheck="1" w:checkStyle="1"/>
  <w:activeWritingStyle w:appName="MSWord" w:lang="en-SG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C03"/>
    <w:rsid w:val="00000E82"/>
    <w:rsid w:val="00004349"/>
    <w:rsid w:val="0000645A"/>
    <w:rsid w:val="000076A6"/>
    <w:rsid w:val="0001376E"/>
    <w:rsid w:val="000146F4"/>
    <w:rsid w:val="0002102B"/>
    <w:rsid w:val="00022D17"/>
    <w:rsid w:val="00023B4F"/>
    <w:rsid w:val="000245D4"/>
    <w:rsid w:val="00026EFB"/>
    <w:rsid w:val="00032941"/>
    <w:rsid w:val="000345EE"/>
    <w:rsid w:val="00036E91"/>
    <w:rsid w:val="000419A4"/>
    <w:rsid w:val="00045531"/>
    <w:rsid w:val="00045721"/>
    <w:rsid w:val="00045868"/>
    <w:rsid w:val="00050DD7"/>
    <w:rsid w:val="0006141C"/>
    <w:rsid w:val="00061CE3"/>
    <w:rsid w:val="0006751C"/>
    <w:rsid w:val="00067EFC"/>
    <w:rsid w:val="00073B66"/>
    <w:rsid w:val="0007450A"/>
    <w:rsid w:val="00075D6C"/>
    <w:rsid w:val="00080E19"/>
    <w:rsid w:val="000827D4"/>
    <w:rsid w:val="00087B48"/>
    <w:rsid w:val="00093580"/>
    <w:rsid w:val="000A38A2"/>
    <w:rsid w:val="000A51EC"/>
    <w:rsid w:val="000A6643"/>
    <w:rsid w:val="000A6D8F"/>
    <w:rsid w:val="000B5CEC"/>
    <w:rsid w:val="000C2E88"/>
    <w:rsid w:val="000C34C6"/>
    <w:rsid w:val="000C49B1"/>
    <w:rsid w:val="000C60A2"/>
    <w:rsid w:val="000D5CA1"/>
    <w:rsid w:val="000D7FC6"/>
    <w:rsid w:val="000E1B21"/>
    <w:rsid w:val="000E2F05"/>
    <w:rsid w:val="000F3628"/>
    <w:rsid w:val="000F7FDA"/>
    <w:rsid w:val="00100D80"/>
    <w:rsid w:val="0010174E"/>
    <w:rsid w:val="00102FF8"/>
    <w:rsid w:val="00104605"/>
    <w:rsid w:val="001052C0"/>
    <w:rsid w:val="001074D0"/>
    <w:rsid w:val="00112715"/>
    <w:rsid w:val="001135E0"/>
    <w:rsid w:val="00117AE0"/>
    <w:rsid w:val="00117D71"/>
    <w:rsid w:val="00125827"/>
    <w:rsid w:val="001314CC"/>
    <w:rsid w:val="0013168B"/>
    <w:rsid w:val="00132DE8"/>
    <w:rsid w:val="00140088"/>
    <w:rsid w:val="00142A7E"/>
    <w:rsid w:val="0014418D"/>
    <w:rsid w:val="001455FD"/>
    <w:rsid w:val="00147B91"/>
    <w:rsid w:val="0015219F"/>
    <w:rsid w:val="001540A8"/>
    <w:rsid w:val="001572C4"/>
    <w:rsid w:val="00166D95"/>
    <w:rsid w:val="00167111"/>
    <w:rsid w:val="00183319"/>
    <w:rsid w:val="001857C4"/>
    <w:rsid w:val="00185CEB"/>
    <w:rsid w:val="001914AF"/>
    <w:rsid w:val="00196443"/>
    <w:rsid w:val="001A11BE"/>
    <w:rsid w:val="001A18A5"/>
    <w:rsid w:val="001A4D99"/>
    <w:rsid w:val="001B0524"/>
    <w:rsid w:val="001B06C1"/>
    <w:rsid w:val="001B54D1"/>
    <w:rsid w:val="001B5980"/>
    <w:rsid w:val="001C547F"/>
    <w:rsid w:val="001C6573"/>
    <w:rsid w:val="001D4063"/>
    <w:rsid w:val="001D4E83"/>
    <w:rsid w:val="001D525E"/>
    <w:rsid w:val="001E0912"/>
    <w:rsid w:val="001E1F22"/>
    <w:rsid w:val="001F6F91"/>
    <w:rsid w:val="00200C8A"/>
    <w:rsid w:val="00202D01"/>
    <w:rsid w:val="00205E72"/>
    <w:rsid w:val="00210852"/>
    <w:rsid w:val="00212752"/>
    <w:rsid w:val="00213CF2"/>
    <w:rsid w:val="00213E6D"/>
    <w:rsid w:val="00214D82"/>
    <w:rsid w:val="00214F51"/>
    <w:rsid w:val="002208C1"/>
    <w:rsid w:val="00221088"/>
    <w:rsid w:val="002213E0"/>
    <w:rsid w:val="00222DCA"/>
    <w:rsid w:val="002252D9"/>
    <w:rsid w:val="00231770"/>
    <w:rsid w:val="00231C7F"/>
    <w:rsid w:val="002354E5"/>
    <w:rsid w:val="00236232"/>
    <w:rsid w:val="00236C57"/>
    <w:rsid w:val="002410E9"/>
    <w:rsid w:val="0024414E"/>
    <w:rsid w:val="00250199"/>
    <w:rsid w:val="002556BB"/>
    <w:rsid w:val="0026009B"/>
    <w:rsid w:val="0026129D"/>
    <w:rsid w:val="00270010"/>
    <w:rsid w:val="002710D4"/>
    <w:rsid w:val="00272E07"/>
    <w:rsid w:val="002741A1"/>
    <w:rsid w:val="00275629"/>
    <w:rsid w:val="00277582"/>
    <w:rsid w:val="00277C9F"/>
    <w:rsid w:val="00281C6B"/>
    <w:rsid w:val="00285A20"/>
    <w:rsid w:val="00287244"/>
    <w:rsid w:val="00287FB8"/>
    <w:rsid w:val="00290E9D"/>
    <w:rsid w:val="00293000"/>
    <w:rsid w:val="002A0786"/>
    <w:rsid w:val="002A1171"/>
    <w:rsid w:val="002A75DF"/>
    <w:rsid w:val="002B0265"/>
    <w:rsid w:val="002B402C"/>
    <w:rsid w:val="002B6379"/>
    <w:rsid w:val="002C0FC2"/>
    <w:rsid w:val="002C3362"/>
    <w:rsid w:val="002D05DF"/>
    <w:rsid w:val="002D2E9C"/>
    <w:rsid w:val="002D2FA3"/>
    <w:rsid w:val="002D5A1F"/>
    <w:rsid w:val="002D6F48"/>
    <w:rsid w:val="002D7A7F"/>
    <w:rsid w:val="002E09FA"/>
    <w:rsid w:val="002E3D3C"/>
    <w:rsid w:val="002E4F57"/>
    <w:rsid w:val="002E5B07"/>
    <w:rsid w:val="002E66CC"/>
    <w:rsid w:val="002F6B68"/>
    <w:rsid w:val="002F75F3"/>
    <w:rsid w:val="0030128D"/>
    <w:rsid w:val="003020EC"/>
    <w:rsid w:val="00302984"/>
    <w:rsid w:val="0030305C"/>
    <w:rsid w:val="00304709"/>
    <w:rsid w:val="00305C00"/>
    <w:rsid w:val="003218FF"/>
    <w:rsid w:val="00330C63"/>
    <w:rsid w:val="003326BF"/>
    <w:rsid w:val="00337AE4"/>
    <w:rsid w:val="00341596"/>
    <w:rsid w:val="00342EC0"/>
    <w:rsid w:val="003438B0"/>
    <w:rsid w:val="00346A0E"/>
    <w:rsid w:val="003476C1"/>
    <w:rsid w:val="003478DF"/>
    <w:rsid w:val="003501ED"/>
    <w:rsid w:val="00355506"/>
    <w:rsid w:val="00356E27"/>
    <w:rsid w:val="0036036D"/>
    <w:rsid w:val="0037005B"/>
    <w:rsid w:val="0037182D"/>
    <w:rsid w:val="00372D0A"/>
    <w:rsid w:val="003768D0"/>
    <w:rsid w:val="003770D2"/>
    <w:rsid w:val="00377A10"/>
    <w:rsid w:val="00380BE2"/>
    <w:rsid w:val="00385EAF"/>
    <w:rsid w:val="0038694C"/>
    <w:rsid w:val="0038713A"/>
    <w:rsid w:val="00387268"/>
    <w:rsid w:val="00390CD1"/>
    <w:rsid w:val="00391788"/>
    <w:rsid w:val="00397F44"/>
    <w:rsid w:val="003A0B5D"/>
    <w:rsid w:val="003A28B2"/>
    <w:rsid w:val="003A7914"/>
    <w:rsid w:val="003B3FD3"/>
    <w:rsid w:val="003C0202"/>
    <w:rsid w:val="003C4408"/>
    <w:rsid w:val="003C4625"/>
    <w:rsid w:val="003C600A"/>
    <w:rsid w:val="003D1160"/>
    <w:rsid w:val="003D4A48"/>
    <w:rsid w:val="003D534A"/>
    <w:rsid w:val="003D7902"/>
    <w:rsid w:val="003F29A8"/>
    <w:rsid w:val="003F4B1B"/>
    <w:rsid w:val="004052AA"/>
    <w:rsid w:val="0040601E"/>
    <w:rsid w:val="004072C2"/>
    <w:rsid w:val="00410548"/>
    <w:rsid w:val="00411774"/>
    <w:rsid w:val="00413960"/>
    <w:rsid w:val="004154E4"/>
    <w:rsid w:val="004170D8"/>
    <w:rsid w:val="00422CBB"/>
    <w:rsid w:val="00424964"/>
    <w:rsid w:val="00431818"/>
    <w:rsid w:val="00431985"/>
    <w:rsid w:val="00437A73"/>
    <w:rsid w:val="00437D8D"/>
    <w:rsid w:val="00443444"/>
    <w:rsid w:val="004450C6"/>
    <w:rsid w:val="00454EF6"/>
    <w:rsid w:val="00456377"/>
    <w:rsid w:val="00463EAA"/>
    <w:rsid w:val="00467667"/>
    <w:rsid w:val="004739D9"/>
    <w:rsid w:val="0048085F"/>
    <w:rsid w:val="00484711"/>
    <w:rsid w:val="00484D4D"/>
    <w:rsid w:val="00486B4C"/>
    <w:rsid w:val="00492F72"/>
    <w:rsid w:val="00493920"/>
    <w:rsid w:val="00497CB5"/>
    <w:rsid w:val="004A0782"/>
    <w:rsid w:val="004A1861"/>
    <w:rsid w:val="004A2302"/>
    <w:rsid w:val="004B42F5"/>
    <w:rsid w:val="004B5BDD"/>
    <w:rsid w:val="004B5D8C"/>
    <w:rsid w:val="004B7434"/>
    <w:rsid w:val="004B7673"/>
    <w:rsid w:val="004B7A25"/>
    <w:rsid w:val="004C11CE"/>
    <w:rsid w:val="004C5D27"/>
    <w:rsid w:val="004C6022"/>
    <w:rsid w:val="004D6130"/>
    <w:rsid w:val="004E01F4"/>
    <w:rsid w:val="004E46FA"/>
    <w:rsid w:val="004E483F"/>
    <w:rsid w:val="004E5330"/>
    <w:rsid w:val="004F0480"/>
    <w:rsid w:val="004F1E9A"/>
    <w:rsid w:val="004F39E8"/>
    <w:rsid w:val="004F4549"/>
    <w:rsid w:val="004F4C08"/>
    <w:rsid w:val="004F4E4E"/>
    <w:rsid w:val="00501372"/>
    <w:rsid w:val="005040B0"/>
    <w:rsid w:val="0050510A"/>
    <w:rsid w:val="00506152"/>
    <w:rsid w:val="005100EA"/>
    <w:rsid w:val="00516894"/>
    <w:rsid w:val="00516C4D"/>
    <w:rsid w:val="00521929"/>
    <w:rsid w:val="00532A17"/>
    <w:rsid w:val="005416CD"/>
    <w:rsid w:val="005432FA"/>
    <w:rsid w:val="00547271"/>
    <w:rsid w:val="0054751C"/>
    <w:rsid w:val="00553537"/>
    <w:rsid w:val="00553547"/>
    <w:rsid w:val="005567FA"/>
    <w:rsid w:val="00561E03"/>
    <w:rsid w:val="00563392"/>
    <w:rsid w:val="00566AD7"/>
    <w:rsid w:val="005721DE"/>
    <w:rsid w:val="00573C83"/>
    <w:rsid w:val="00574DA6"/>
    <w:rsid w:val="00575244"/>
    <w:rsid w:val="0057533C"/>
    <w:rsid w:val="00576CDB"/>
    <w:rsid w:val="005830CF"/>
    <w:rsid w:val="005838E2"/>
    <w:rsid w:val="005857D6"/>
    <w:rsid w:val="00587CDA"/>
    <w:rsid w:val="00587F96"/>
    <w:rsid w:val="0059182B"/>
    <w:rsid w:val="00595752"/>
    <w:rsid w:val="005A1105"/>
    <w:rsid w:val="005A28A9"/>
    <w:rsid w:val="005A5E80"/>
    <w:rsid w:val="005A6691"/>
    <w:rsid w:val="005B06E2"/>
    <w:rsid w:val="005B0958"/>
    <w:rsid w:val="005B1B31"/>
    <w:rsid w:val="005B34BF"/>
    <w:rsid w:val="005B3E32"/>
    <w:rsid w:val="005C0D99"/>
    <w:rsid w:val="005C6504"/>
    <w:rsid w:val="005C6993"/>
    <w:rsid w:val="005D0996"/>
    <w:rsid w:val="005D7B5F"/>
    <w:rsid w:val="005E0E72"/>
    <w:rsid w:val="005E0F74"/>
    <w:rsid w:val="005E2972"/>
    <w:rsid w:val="005E4A03"/>
    <w:rsid w:val="005E5B18"/>
    <w:rsid w:val="005F205D"/>
    <w:rsid w:val="005F2E2A"/>
    <w:rsid w:val="005F38C1"/>
    <w:rsid w:val="005F4EBC"/>
    <w:rsid w:val="005F72AC"/>
    <w:rsid w:val="00602536"/>
    <w:rsid w:val="006033D0"/>
    <w:rsid w:val="006076EC"/>
    <w:rsid w:val="00612136"/>
    <w:rsid w:val="00620331"/>
    <w:rsid w:val="00620D7F"/>
    <w:rsid w:val="00621383"/>
    <w:rsid w:val="00621A2D"/>
    <w:rsid w:val="00621D4C"/>
    <w:rsid w:val="00623E01"/>
    <w:rsid w:val="006360E6"/>
    <w:rsid w:val="0063732B"/>
    <w:rsid w:val="00647662"/>
    <w:rsid w:val="006479EB"/>
    <w:rsid w:val="00650E04"/>
    <w:rsid w:val="006520A1"/>
    <w:rsid w:val="006555EB"/>
    <w:rsid w:val="00662DF4"/>
    <w:rsid w:val="00663EC6"/>
    <w:rsid w:val="006650F1"/>
    <w:rsid w:val="00670B5A"/>
    <w:rsid w:val="00677C91"/>
    <w:rsid w:val="00680277"/>
    <w:rsid w:val="00683C2F"/>
    <w:rsid w:val="00686D00"/>
    <w:rsid w:val="006876BB"/>
    <w:rsid w:val="00690D9B"/>
    <w:rsid w:val="00690F5A"/>
    <w:rsid w:val="00692747"/>
    <w:rsid w:val="006939CC"/>
    <w:rsid w:val="0069667F"/>
    <w:rsid w:val="006A315D"/>
    <w:rsid w:val="006A6ED9"/>
    <w:rsid w:val="006A7FE0"/>
    <w:rsid w:val="006B17A6"/>
    <w:rsid w:val="006B194C"/>
    <w:rsid w:val="006B22A5"/>
    <w:rsid w:val="006C02AE"/>
    <w:rsid w:val="006C1E71"/>
    <w:rsid w:val="006C6009"/>
    <w:rsid w:val="006D06AA"/>
    <w:rsid w:val="006D2DA4"/>
    <w:rsid w:val="006D7537"/>
    <w:rsid w:val="006E01C2"/>
    <w:rsid w:val="006E26CD"/>
    <w:rsid w:val="006E3FB1"/>
    <w:rsid w:val="006E5411"/>
    <w:rsid w:val="006E76D3"/>
    <w:rsid w:val="006F0C26"/>
    <w:rsid w:val="006F26F1"/>
    <w:rsid w:val="006F6BC6"/>
    <w:rsid w:val="00701200"/>
    <w:rsid w:val="00710DF3"/>
    <w:rsid w:val="00714B10"/>
    <w:rsid w:val="00714B2E"/>
    <w:rsid w:val="00714CE5"/>
    <w:rsid w:val="0072264A"/>
    <w:rsid w:val="0072289B"/>
    <w:rsid w:val="00732AA7"/>
    <w:rsid w:val="00733F8D"/>
    <w:rsid w:val="0073723F"/>
    <w:rsid w:val="007405C8"/>
    <w:rsid w:val="007419A5"/>
    <w:rsid w:val="007604CC"/>
    <w:rsid w:val="007627F5"/>
    <w:rsid w:val="0077041E"/>
    <w:rsid w:val="0077056F"/>
    <w:rsid w:val="007728B2"/>
    <w:rsid w:val="00772A43"/>
    <w:rsid w:val="00781C29"/>
    <w:rsid w:val="007841AC"/>
    <w:rsid w:val="00787D2F"/>
    <w:rsid w:val="007978D0"/>
    <w:rsid w:val="007A0661"/>
    <w:rsid w:val="007A1E78"/>
    <w:rsid w:val="007A5296"/>
    <w:rsid w:val="007B2E51"/>
    <w:rsid w:val="007B2E92"/>
    <w:rsid w:val="007C6429"/>
    <w:rsid w:val="007D3808"/>
    <w:rsid w:val="007D699C"/>
    <w:rsid w:val="007E0232"/>
    <w:rsid w:val="007E2260"/>
    <w:rsid w:val="007E25FD"/>
    <w:rsid w:val="007E5F09"/>
    <w:rsid w:val="007F01C9"/>
    <w:rsid w:val="007F0755"/>
    <w:rsid w:val="007F2BA7"/>
    <w:rsid w:val="007F5098"/>
    <w:rsid w:val="007F55D9"/>
    <w:rsid w:val="0080197E"/>
    <w:rsid w:val="008037BF"/>
    <w:rsid w:val="00804B30"/>
    <w:rsid w:val="00813385"/>
    <w:rsid w:val="00816591"/>
    <w:rsid w:val="0082095A"/>
    <w:rsid w:val="00821E20"/>
    <w:rsid w:val="00822AB0"/>
    <w:rsid w:val="00824AFE"/>
    <w:rsid w:val="00831EAD"/>
    <w:rsid w:val="00832BA2"/>
    <w:rsid w:val="00833C7A"/>
    <w:rsid w:val="00842338"/>
    <w:rsid w:val="008435B2"/>
    <w:rsid w:val="00856EF4"/>
    <w:rsid w:val="0085751A"/>
    <w:rsid w:val="00857E5E"/>
    <w:rsid w:val="00860502"/>
    <w:rsid w:val="00860E0C"/>
    <w:rsid w:val="00861B00"/>
    <w:rsid w:val="00861FE2"/>
    <w:rsid w:val="008628EE"/>
    <w:rsid w:val="008660F9"/>
    <w:rsid w:val="008716D9"/>
    <w:rsid w:val="00871C48"/>
    <w:rsid w:val="00872197"/>
    <w:rsid w:val="00874330"/>
    <w:rsid w:val="00877FC6"/>
    <w:rsid w:val="00880900"/>
    <w:rsid w:val="00884F34"/>
    <w:rsid w:val="00887C0E"/>
    <w:rsid w:val="00891682"/>
    <w:rsid w:val="0089485F"/>
    <w:rsid w:val="00894CB6"/>
    <w:rsid w:val="008A3BB5"/>
    <w:rsid w:val="008B0FDE"/>
    <w:rsid w:val="008B3FC3"/>
    <w:rsid w:val="008C0507"/>
    <w:rsid w:val="008C1A75"/>
    <w:rsid w:val="008C2C8C"/>
    <w:rsid w:val="008C495D"/>
    <w:rsid w:val="008C5550"/>
    <w:rsid w:val="008D220E"/>
    <w:rsid w:val="008E022A"/>
    <w:rsid w:val="008E5957"/>
    <w:rsid w:val="008F2020"/>
    <w:rsid w:val="008F368A"/>
    <w:rsid w:val="008F4380"/>
    <w:rsid w:val="009012D6"/>
    <w:rsid w:val="0090782B"/>
    <w:rsid w:val="00907B1B"/>
    <w:rsid w:val="00907DAF"/>
    <w:rsid w:val="00910B58"/>
    <w:rsid w:val="009138E5"/>
    <w:rsid w:val="00913924"/>
    <w:rsid w:val="009168E4"/>
    <w:rsid w:val="00920C61"/>
    <w:rsid w:val="009248CD"/>
    <w:rsid w:val="00932C19"/>
    <w:rsid w:val="00933B10"/>
    <w:rsid w:val="009378D1"/>
    <w:rsid w:val="00940919"/>
    <w:rsid w:val="00941E2B"/>
    <w:rsid w:val="009436B0"/>
    <w:rsid w:val="00943A4C"/>
    <w:rsid w:val="00945F11"/>
    <w:rsid w:val="00951A04"/>
    <w:rsid w:val="00952954"/>
    <w:rsid w:val="00954190"/>
    <w:rsid w:val="009559C6"/>
    <w:rsid w:val="00955A7B"/>
    <w:rsid w:val="00962F90"/>
    <w:rsid w:val="00966E2B"/>
    <w:rsid w:val="00972A69"/>
    <w:rsid w:val="00974EDF"/>
    <w:rsid w:val="009820A6"/>
    <w:rsid w:val="00985068"/>
    <w:rsid w:val="00986FBD"/>
    <w:rsid w:val="00990292"/>
    <w:rsid w:val="00994450"/>
    <w:rsid w:val="009A0D4B"/>
    <w:rsid w:val="009A4C96"/>
    <w:rsid w:val="009A57D2"/>
    <w:rsid w:val="009A64F6"/>
    <w:rsid w:val="009A7140"/>
    <w:rsid w:val="009B3069"/>
    <w:rsid w:val="009B4626"/>
    <w:rsid w:val="009B5997"/>
    <w:rsid w:val="009B6380"/>
    <w:rsid w:val="009C00C5"/>
    <w:rsid w:val="009C07BA"/>
    <w:rsid w:val="009C5764"/>
    <w:rsid w:val="009C5CE9"/>
    <w:rsid w:val="009D025A"/>
    <w:rsid w:val="009D2707"/>
    <w:rsid w:val="009D74B1"/>
    <w:rsid w:val="009E37E2"/>
    <w:rsid w:val="009E4CD3"/>
    <w:rsid w:val="009E4F61"/>
    <w:rsid w:val="009F0CE1"/>
    <w:rsid w:val="009F4DF2"/>
    <w:rsid w:val="00A0138A"/>
    <w:rsid w:val="00A050F0"/>
    <w:rsid w:val="00A07C03"/>
    <w:rsid w:val="00A10161"/>
    <w:rsid w:val="00A23AB2"/>
    <w:rsid w:val="00A336EA"/>
    <w:rsid w:val="00A3728C"/>
    <w:rsid w:val="00A41303"/>
    <w:rsid w:val="00A41942"/>
    <w:rsid w:val="00A46BA7"/>
    <w:rsid w:val="00A56780"/>
    <w:rsid w:val="00A57D1F"/>
    <w:rsid w:val="00A61501"/>
    <w:rsid w:val="00A621C5"/>
    <w:rsid w:val="00A7109F"/>
    <w:rsid w:val="00A80D93"/>
    <w:rsid w:val="00A84807"/>
    <w:rsid w:val="00A87F31"/>
    <w:rsid w:val="00A95E6D"/>
    <w:rsid w:val="00AA0D44"/>
    <w:rsid w:val="00AA21D1"/>
    <w:rsid w:val="00AA48FE"/>
    <w:rsid w:val="00AB2137"/>
    <w:rsid w:val="00AB532A"/>
    <w:rsid w:val="00AB5351"/>
    <w:rsid w:val="00AC0957"/>
    <w:rsid w:val="00AC5083"/>
    <w:rsid w:val="00AD073D"/>
    <w:rsid w:val="00AD46EE"/>
    <w:rsid w:val="00AD4761"/>
    <w:rsid w:val="00AE0FBD"/>
    <w:rsid w:val="00AE2B0C"/>
    <w:rsid w:val="00AE4A61"/>
    <w:rsid w:val="00AE7EF4"/>
    <w:rsid w:val="00AF19E8"/>
    <w:rsid w:val="00AF22F5"/>
    <w:rsid w:val="00AF53D7"/>
    <w:rsid w:val="00AF6CF4"/>
    <w:rsid w:val="00B00A27"/>
    <w:rsid w:val="00B050E2"/>
    <w:rsid w:val="00B07463"/>
    <w:rsid w:val="00B107B6"/>
    <w:rsid w:val="00B2158B"/>
    <w:rsid w:val="00B22815"/>
    <w:rsid w:val="00B23735"/>
    <w:rsid w:val="00B2797B"/>
    <w:rsid w:val="00B344B2"/>
    <w:rsid w:val="00B356F3"/>
    <w:rsid w:val="00B369BF"/>
    <w:rsid w:val="00B37B17"/>
    <w:rsid w:val="00B418C2"/>
    <w:rsid w:val="00B4483C"/>
    <w:rsid w:val="00B44843"/>
    <w:rsid w:val="00B47009"/>
    <w:rsid w:val="00B47A09"/>
    <w:rsid w:val="00B50683"/>
    <w:rsid w:val="00B5160C"/>
    <w:rsid w:val="00B5257C"/>
    <w:rsid w:val="00B53A09"/>
    <w:rsid w:val="00B61DEA"/>
    <w:rsid w:val="00B64D29"/>
    <w:rsid w:val="00B64DCC"/>
    <w:rsid w:val="00B660C3"/>
    <w:rsid w:val="00B70E0B"/>
    <w:rsid w:val="00B725C0"/>
    <w:rsid w:val="00B72B55"/>
    <w:rsid w:val="00B741AF"/>
    <w:rsid w:val="00B743D4"/>
    <w:rsid w:val="00B80450"/>
    <w:rsid w:val="00B86104"/>
    <w:rsid w:val="00B97B07"/>
    <w:rsid w:val="00BA1B2E"/>
    <w:rsid w:val="00BA5744"/>
    <w:rsid w:val="00BA5897"/>
    <w:rsid w:val="00BA600A"/>
    <w:rsid w:val="00BB0319"/>
    <w:rsid w:val="00BB4C54"/>
    <w:rsid w:val="00BB5E9B"/>
    <w:rsid w:val="00BB5FC6"/>
    <w:rsid w:val="00BB6902"/>
    <w:rsid w:val="00BB74C9"/>
    <w:rsid w:val="00BB7F3D"/>
    <w:rsid w:val="00BC0E19"/>
    <w:rsid w:val="00BC2B67"/>
    <w:rsid w:val="00BC3231"/>
    <w:rsid w:val="00BD0D7A"/>
    <w:rsid w:val="00BD1B95"/>
    <w:rsid w:val="00BD2BAC"/>
    <w:rsid w:val="00BD50CB"/>
    <w:rsid w:val="00BD6424"/>
    <w:rsid w:val="00BD6E57"/>
    <w:rsid w:val="00BD7390"/>
    <w:rsid w:val="00BE35DB"/>
    <w:rsid w:val="00BE5258"/>
    <w:rsid w:val="00BE783B"/>
    <w:rsid w:val="00BF2B2B"/>
    <w:rsid w:val="00BF3CEE"/>
    <w:rsid w:val="00BF4629"/>
    <w:rsid w:val="00BF7907"/>
    <w:rsid w:val="00C00DA7"/>
    <w:rsid w:val="00C0705B"/>
    <w:rsid w:val="00C12E2B"/>
    <w:rsid w:val="00C26F73"/>
    <w:rsid w:val="00C27582"/>
    <w:rsid w:val="00C27CD6"/>
    <w:rsid w:val="00C31718"/>
    <w:rsid w:val="00C34598"/>
    <w:rsid w:val="00C34C33"/>
    <w:rsid w:val="00C3628F"/>
    <w:rsid w:val="00C379FC"/>
    <w:rsid w:val="00C37AB0"/>
    <w:rsid w:val="00C42BCF"/>
    <w:rsid w:val="00C458CC"/>
    <w:rsid w:val="00C47D32"/>
    <w:rsid w:val="00C502CC"/>
    <w:rsid w:val="00C5321C"/>
    <w:rsid w:val="00C532F9"/>
    <w:rsid w:val="00C5454B"/>
    <w:rsid w:val="00C55C6B"/>
    <w:rsid w:val="00C55D59"/>
    <w:rsid w:val="00C60B5D"/>
    <w:rsid w:val="00C64CAD"/>
    <w:rsid w:val="00C651B9"/>
    <w:rsid w:val="00C6696A"/>
    <w:rsid w:val="00C67C53"/>
    <w:rsid w:val="00C72281"/>
    <w:rsid w:val="00C7443A"/>
    <w:rsid w:val="00C75CA6"/>
    <w:rsid w:val="00C75E33"/>
    <w:rsid w:val="00C773C4"/>
    <w:rsid w:val="00C7761B"/>
    <w:rsid w:val="00C81113"/>
    <w:rsid w:val="00C83045"/>
    <w:rsid w:val="00C84345"/>
    <w:rsid w:val="00C854EC"/>
    <w:rsid w:val="00C86AD0"/>
    <w:rsid w:val="00C9254C"/>
    <w:rsid w:val="00C96A0C"/>
    <w:rsid w:val="00CA4959"/>
    <w:rsid w:val="00CA5505"/>
    <w:rsid w:val="00CA610C"/>
    <w:rsid w:val="00CB43C1"/>
    <w:rsid w:val="00CD1092"/>
    <w:rsid w:val="00CD1E2B"/>
    <w:rsid w:val="00CD380A"/>
    <w:rsid w:val="00CD38C2"/>
    <w:rsid w:val="00CD4A94"/>
    <w:rsid w:val="00CD4D52"/>
    <w:rsid w:val="00CE0B7D"/>
    <w:rsid w:val="00CE3536"/>
    <w:rsid w:val="00CE3F41"/>
    <w:rsid w:val="00CE7125"/>
    <w:rsid w:val="00CF0950"/>
    <w:rsid w:val="00CF2880"/>
    <w:rsid w:val="00CF7B2B"/>
    <w:rsid w:val="00D06A72"/>
    <w:rsid w:val="00D1140D"/>
    <w:rsid w:val="00D15DBF"/>
    <w:rsid w:val="00D204B0"/>
    <w:rsid w:val="00D21C10"/>
    <w:rsid w:val="00D22054"/>
    <w:rsid w:val="00D24554"/>
    <w:rsid w:val="00D24BFB"/>
    <w:rsid w:val="00D25333"/>
    <w:rsid w:val="00D26356"/>
    <w:rsid w:val="00D30660"/>
    <w:rsid w:val="00D30DFA"/>
    <w:rsid w:val="00D3156B"/>
    <w:rsid w:val="00D36807"/>
    <w:rsid w:val="00D447A8"/>
    <w:rsid w:val="00D542C9"/>
    <w:rsid w:val="00D55E78"/>
    <w:rsid w:val="00D64327"/>
    <w:rsid w:val="00D724F0"/>
    <w:rsid w:val="00D73FE3"/>
    <w:rsid w:val="00D75541"/>
    <w:rsid w:val="00D86A5A"/>
    <w:rsid w:val="00D9431C"/>
    <w:rsid w:val="00D944DD"/>
    <w:rsid w:val="00D95335"/>
    <w:rsid w:val="00DA2D14"/>
    <w:rsid w:val="00DB050C"/>
    <w:rsid w:val="00DB636C"/>
    <w:rsid w:val="00DC0A22"/>
    <w:rsid w:val="00DC32A2"/>
    <w:rsid w:val="00DC56E5"/>
    <w:rsid w:val="00DC5913"/>
    <w:rsid w:val="00DD77E6"/>
    <w:rsid w:val="00DE2535"/>
    <w:rsid w:val="00DE3E8C"/>
    <w:rsid w:val="00DF0802"/>
    <w:rsid w:val="00DF3692"/>
    <w:rsid w:val="00DF5D2A"/>
    <w:rsid w:val="00DF6DD5"/>
    <w:rsid w:val="00DF7793"/>
    <w:rsid w:val="00E02FC0"/>
    <w:rsid w:val="00E03588"/>
    <w:rsid w:val="00E058DA"/>
    <w:rsid w:val="00E111A9"/>
    <w:rsid w:val="00E139E4"/>
    <w:rsid w:val="00E139FB"/>
    <w:rsid w:val="00E2048B"/>
    <w:rsid w:val="00E30601"/>
    <w:rsid w:val="00E3301D"/>
    <w:rsid w:val="00E33714"/>
    <w:rsid w:val="00E337CE"/>
    <w:rsid w:val="00E344A1"/>
    <w:rsid w:val="00E41F17"/>
    <w:rsid w:val="00E518C3"/>
    <w:rsid w:val="00E54BF2"/>
    <w:rsid w:val="00E5545F"/>
    <w:rsid w:val="00E6420E"/>
    <w:rsid w:val="00E67095"/>
    <w:rsid w:val="00E7000B"/>
    <w:rsid w:val="00E75F61"/>
    <w:rsid w:val="00E813DE"/>
    <w:rsid w:val="00E81DE4"/>
    <w:rsid w:val="00E8322E"/>
    <w:rsid w:val="00E852F9"/>
    <w:rsid w:val="00E8678B"/>
    <w:rsid w:val="00E87DE5"/>
    <w:rsid w:val="00E913A9"/>
    <w:rsid w:val="00E934E4"/>
    <w:rsid w:val="00E94098"/>
    <w:rsid w:val="00EA28DB"/>
    <w:rsid w:val="00EA40A2"/>
    <w:rsid w:val="00EB02E3"/>
    <w:rsid w:val="00EC39A8"/>
    <w:rsid w:val="00EC5227"/>
    <w:rsid w:val="00ED0BF3"/>
    <w:rsid w:val="00ED147D"/>
    <w:rsid w:val="00ED367B"/>
    <w:rsid w:val="00ED4FF7"/>
    <w:rsid w:val="00EE2F04"/>
    <w:rsid w:val="00EE2F48"/>
    <w:rsid w:val="00EE53F5"/>
    <w:rsid w:val="00EF293A"/>
    <w:rsid w:val="00EF2FC6"/>
    <w:rsid w:val="00EF348A"/>
    <w:rsid w:val="00EF6910"/>
    <w:rsid w:val="00EF6C69"/>
    <w:rsid w:val="00F01304"/>
    <w:rsid w:val="00F019E4"/>
    <w:rsid w:val="00F03386"/>
    <w:rsid w:val="00F03F2A"/>
    <w:rsid w:val="00F05B41"/>
    <w:rsid w:val="00F05D40"/>
    <w:rsid w:val="00F05DF6"/>
    <w:rsid w:val="00F073C4"/>
    <w:rsid w:val="00F1058B"/>
    <w:rsid w:val="00F124CD"/>
    <w:rsid w:val="00F130AF"/>
    <w:rsid w:val="00F13FD8"/>
    <w:rsid w:val="00F24DD3"/>
    <w:rsid w:val="00F251C8"/>
    <w:rsid w:val="00F30C11"/>
    <w:rsid w:val="00F31E3B"/>
    <w:rsid w:val="00F37C18"/>
    <w:rsid w:val="00F417A8"/>
    <w:rsid w:val="00F4257C"/>
    <w:rsid w:val="00F42DDC"/>
    <w:rsid w:val="00F43033"/>
    <w:rsid w:val="00F4479D"/>
    <w:rsid w:val="00F45DE5"/>
    <w:rsid w:val="00F47707"/>
    <w:rsid w:val="00F56460"/>
    <w:rsid w:val="00F566B4"/>
    <w:rsid w:val="00F63582"/>
    <w:rsid w:val="00F65BB6"/>
    <w:rsid w:val="00F66C8A"/>
    <w:rsid w:val="00F6704D"/>
    <w:rsid w:val="00F706DA"/>
    <w:rsid w:val="00F709D3"/>
    <w:rsid w:val="00F72633"/>
    <w:rsid w:val="00F7482D"/>
    <w:rsid w:val="00F8140C"/>
    <w:rsid w:val="00F8471C"/>
    <w:rsid w:val="00F91F80"/>
    <w:rsid w:val="00F92AC6"/>
    <w:rsid w:val="00FA10B9"/>
    <w:rsid w:val="00FA11E0"/>
    <w:rsid w:val="00FA3697"/>
    <w:rsid w:val="00FB3B29"/>
    <w:rsid w:val="00FB56FD"/>
    <w:rsid w:val="00FB5CD0"/>
    <w:rsid w:val="00FB6555"/>
    <w:rsid w:val="00FB6D88"/>
    <w:rsid w:val="00FB720B"/>
    <w:rsid w:val="00FB73BD"/>
    <w:rsid w:val="00FC1913"/>
    <w:rsid w:val="00FC239D"/>
    <w:rsid w:val="00FC2C62"/>
    <w:rsid w:val="00FD01D8"/>
    <w:rsid w:val="00FD2108"/>
    <w:rsid w:val="00FD4108"/>
    <w:rsid w:val="00FE08F2"/>
    <w:rsid w:val="00FE11F2"/>
    <w:rsid w:val="00FE1EEE"/>
    <w:rsid w:val="00FE2CA6"/>
    <w:rsid w:val="00FE3408"/>
    <w:rsid w:val="00FE4FE1"/>
    <w:rsid w:val="00FE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F7910F"/>
  <w15:chartTrackingRefBased/>
  <w15:docId w15:val="{AD7C30C0-FED1-476D-A3B1-FB3B7A63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720"/>
      <w:outlineLvl w:val="0"/>
    </w:pPr>
    <w:rPr>
      <w:rFonts w:ascii="Tahoma" w:hAnsi="Tahoma" w:cs="Tahoma"/>
      <w:b/>
      <w:bCs/>
      <w:sz w:val="20"/>
    </w:rPr>
  </w:style>
  <w:style w:type="paragraph" w:styleId="Heading2">
    <w:name w:val="heading 2"/>
    <w:basedOn w:val="Normal"/>
    <w:next w:val="Normal"/>
    <w:qFormat/>
    <w:pPr>
      <w:keepNext/>
      <w:autoSpaceDE w:val="0"/>
      <w:autoSpaceDN w:val="0"/>
      <w:adjustRightInd w:val="0"/>
      <w:outlineLvl w:val="1"/>
    </w:pPr>
    <w:rPr>
      <w:rFonts w:ascii="Tahoma" w:hAnsi="Tahoma" w:cs="Tahoma"/>
      <w:b/>
      <w:bCs/>
      <w:color w:val="3366FF"/>
      <w:sz w:val="20"/>
    </w:rPr>
  </w:style>
  <w:style w:type="paragraph" w:styleId="Heading3">
    <w:name w:val="heading 3"/>
    <w:basedOn w:val="Normal"/>
    <w:next w:val="Normal"/>
    <w:qFormat/>
    <w:pPr>
      <w:keepNext/>
      <w:autoSpaceDE w:val="0"/>
      <w:autoSpaceDN w:val="0"/>
      <w:adjustRightInd w:val="0"/>
      <w:outlineLvl w:val="2"/>
    </w:pPr>
    <w:rPr>
      <w:rFonts w:ascii="Tahoma" w:hAnsi="Tahoma" w:cs="Tahoma"/>
      <w:b/>
      <w:bCs/>
      <w:sz w:val="20"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  <w:tab w:val="left" w:pos="570"/>
        <w:tab w:val="left" w:pos="2160"/>
        <w:tab w:val="left" w:pos="4896"/>
        <w:tab w:val="left" w:pos="6336"/>
        <w:tab w:val="left" w:pos="6480"/>
      </w:tabs>
      <w:autoSpaceDE w:val="0"/>
      <w:autoSpaceDN w:val="0"/>
      <w:adjustRightInd w:val="0"/>
      <w:spacing w:line="240" w:lineRule="atLeast"/>
      <w:jc w:val="center"/>
      <w:outlineLvl w:val="5"/>
    </w:pPr>
    <w:rPr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color w:val="000000"/>
    </w:rPr>
  </w:style>
  <w:style w:type="character" w:styleId="HTMLTypewriter">
    <w:name w:val="HTML Typewriter"/>
    <w:rPr>
      <w:rFonts w:ascii="Courier New" w:eastAsia="Courier New" w:hAnsi="Courier New" w:cs="Courier New"/>
      <w:sz w:val="20"/>
      <w:szCs w:val="20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paragraph" w:styleId="EndnoteText">
    <w:name w:val="endnote text"/>
    <w:basedOn w:val="Normal"/>
    <w:semiHidden/>
    <w:pPr>
      <w:widowControl w:val="0"/>
    </w:pPr>
    <w:rPr>
      <w:rFonts w:ascii="Courier New" w:hAnsi="Courier New"/>
      <w:snapToGrid w:val="0"/>
      <w:szCs w:val="20"/>
      <w:lang w:val="en-GB"/>
    </w:rPr>
  </w:style>
  <w:style w:type="paragraph" w:styleId="BodyText">
    <w:name w:val="Body Text"/>
    <w:basedOn w:val="Normal"/>
    <w:pPr>
      <w:widowControl w:val="0"/>
      <w:tabs>
        <w:tab w:val="left" w:pos="-720"/>
      </w:tabs>
      <w:suppressAutoHyphens/>
      <w:jc w:val="both"/>
    </w:pPr>
    <w:rPr>
      <w:rFonts w:ascii="Tahoma" w:hAnsi="Tahoma"/>
      <w:snapToGrid w:val="0"/>
      <w:szCs w:val="20"/>
      <w:lang w:val="en-GB"/>
    </w:rPr>
  </w:style>
  <w:style w:type="paragraph" w:styleId="BodyText2">
    <w:name w:val="Body Text 2"/>
    <w:basedOn w:val="Normal"/>
    <w:pPr>
      <w:widowControl w:val="0"/>
      <w:suppressAutoHyphens/>
      <w:jc w:val="center"/>
    </w:pPr>
    <w:rPr>
      <w:rFonts w:ascii="Tahoma" w:hAnsi="Tahoma" w:cs="Tahoma"/>
      <w:b/>
      <w:bCs/>
      <w:snapToGrid w:val="0"/>
      <w:sz w:val="20"/>
      <w:szCs w:val="20"/>
      <w:lang w:val="en-GB"/>
    </w:rPr>
  </w:style>
  <w:style w:type="paragraph" w:styleId="Header">
    <w:name w:val="header"/>
    <w:basedOn w:val="Normal"/>
    <w:link w:val="HeaderChar"/>
    <w:rsid w:val="00F706D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F706D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F706D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F706DA"/>
    <w:rPr>
      <w:sz w:val="24"/>
      <w:szCs w:val="24"/>
      <w:lang w:eastAsia="en-US"/>
    </w:rPr>
  </w:style>
  <w:style w:type="paragraph" w:styleId="PlainText">
    <w:name w:val="Plain Text"/>
    <w:basedOn w:val="Normal"/>
    <w:rsid w:val="00B00A27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rsid w:val="005061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06152"/>
    <w:rPr>
      <w:rFonts w:ascii="Tahoma" w:hAnsi="Tahoma" w:cs="Tahoma"/>
      <w:sz w:val="16"/>
      <w:szCs w:val="16"/>
      <w:lang w:eastAsia="en-US"/>
    </w:rPr>
  </w:style>
  <w:style w:type="paragraph" w:customStyle="1" w:styleId="CM3">
    <w:name w:val="CM3"/>
    <w:basedOn w:val="Normal"/>
    <w:next w:val="Normal"/>
    <w:uiPriority w:val="99"/>
    <w:rsid w:val="00910B58"/>
    <w:pPr>
      <w:autoSpaceDE w:val="0"/>
      <w:autoSpaceDN w:val="0"/>
      <w:adjustRightInd w:val="0"/>
    </w:pPr>
    <w:rPr>
      <w:rFonts w:eastAsia="Calibri"/>
    </w:rPr>
  </w:style>
  <w:style w:type="character" w:styleId="Hyperlink">
    <w:name w:val="Hyperlink"/>
    <w:uiPriority w:val="99"/>
    <w:unhideWhenUsed/>
    <w:rsid w:val="00BB690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PR142\ArrDept%20%20CPR142-%2010%20May%202018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D4ED1-C7A8-4109-AC57-69822A84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ArrDept  CPR142- 10 May 2018.doc.dot</Template>
  <TotalTime>32</TotalTime>
  <Pages>3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UNEP</vt:lpstr>
    </vt:vector>
  </TitlesOfParts>
  <Company>The josephs</Company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UNEP</dc:title>
  <dc:subject/>
  <dc:creator>John Njuguna</dc:creator>
  <cp:keywords/>
  <cp:lastModifiedBy>John Njuguna</cp:lastModifiedBy>
  <cp:revision>17</cp:revision>
  <cp:lastPrinted>2018-09-13T13:40:00Z</cp:lastPrinted>
  <dcterms:created xsi:type="dcterms:W3CDTF">2018-09-13T13:42:00Z</dcterms:created>
  <dcterms:modified xsi:type="dcterms:W3CDTF">2018-09-24T07:36:00Z</dcterms:modified>
</cp:coreProperties>
</file>