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224"/>
        <w:gridCol w:w="2753"/>
      </w:tblGrid>
      <w:tr w:rsidR="008C2F27" w:rsidRPr="00530D9C" w14:paraId="07021B4A" w14:textId="77777777" w:rsidTr="003F2079">
        <w:trPr>
          <w:cantSplit/>
          <w:trHeight w:val="57"/>
          <w:jc w:val="right"/>
        </w:trPr>
        <w:tc>
          <w:tcPr>
            <w:tcW w:w="1550" w:type="dxa"/>
          </w:tcPr>
          <w:p w14:paraId="6707C76D" w14:textId="59455A2C" w:rsidR="008C2F27" w:rsidRPr="00A078F2" w:rsidRDefault="008C2F27" w:rsidP="003F2079">
            <w:pPr>
              <w:pStyle w:val="Normal-pool"/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</w:pPr>
            <w:r w:rsidRPr="00A078F2"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  <w:t>UNITED</w:t>
            </w:r>
            <w:r w:rsidR="00644B2D" w:rsidRPr="00A078F2"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  <w:t xml:space="preserve"> </w:t>
            </w:r>
            <w:r w:rsidRPr="00A078F2"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5347" w:type="dxa"/>
          </w:tcPr>
          <w:p w14:paraId="307A8514" w14:textId="77777777" w:rsidR="008C2F27" w:rsidRPr="00530D9C" w:rsidRDefault="008C2F27" w:rsidP="003F2079">
            <w:pPr>
              <w:pStyle w:val="Normal-pool"/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14:paraId="675019FE" w14:textId="77777777" w:rsidR="008C2F27" w:rsidRPr="00A078F2" w:rsidRDefault="008C2F27" w:rsidP="003F2079">
            <w:pPr>
              <w:pStyle w:val="Normal-pool"/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A078F2">
              <w:rPr>
                <w:rFonts w:ascii="Arial" w:hAnsi="Arial" w:cs="Arial"/>
                <w:b/>
                <w:bCs/>
                <w:sz w:val="64"/>
                <w:szCs w:val="64"/>
              </w:rPr>
              <w:t>EP</w:t>
            </w:r>
          </w:p>
        </w:tc>
      </w:tr>
      <w:tr w:rsidR="008C2F27" w:rsidRPr="00530D9C" w14:paraId="0CF972F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76DD9C94" w14:textId="77777777" w:rsidR="008C2F27" w:rsidRPr="00530D9C" w:rsidRDefault="008C2F27" w:rsidP="003F2079">
            <w:pPr>
              <w:pStyle w:val="Normal-pool"/>
              <w:rPr>
                <w:noProof/>
                <w:sz w:val="22"/>
                <w:szCs w:val="22"/>
                <w:highlight w:val="cyan"/>
              </w:rPr>
            </w:pPr>
          </w:p>
        </w:tc>
        <w:tc>
          <w:tcPr>
            <w:tcW w:w="5347" w:type="dxa"/>
            <w:tcBorders>
              <w:bottom w:val="single" w:sz="4" w:space="0" w:color="auto"/>
            </w:tcBorders>
          </w:tcPr>
          <w:p w14:paraId="2ECCCA89" w14:textId="77777777" w:rsidR="008C2F27" w:rsidRPr="00530D9C" w:rsidRDefault="008C2F27" w:rsidP="003F2079">
            <w:pPr>
              <w:pStyle w:val="Normal-pool"/>
              <w:rPr>
                <w:noProof/>
                <w:sz w:val="22"/>
                <w:szCs w:val="22"/>
              </w:rPr>
            </w:pPr>
          </w:p>
        </w:tc>
        <w:tc>
          <w:tcPr>
            <w:tcW w:w="2815" w:type="dxa"/>
            <w:tcBorders>
              <w:bottom w:val="single" w:sz="4" w:space="0" w:color="auto"/>
            </w:tcBorders>
          </w:tcPr>
          <w:p w14:paraId="0182AB7C" w14:textId="5A47AA76" w:rsidR="008C2F27" w:rsidRPr="00530D9C" w:rsidRDefault="008C2F27" w:rsidP="003F2079">
            <w:pPr>
              <w:pStyle w:val="Normal-pool"/>
              <w:rPr>
                <w:noProof/>
                <w:sz w:val="22"/>
                <w:szCs w:val="22"/>
              </w:rPr>
            </w:pPr>
            <w:r w:rsidRPr="00530D9C">
              <w:rPr>
                <w:b/>
                <w:bCs/>
                <w:sz w:val="22"/>
                <w:szCs w:val="22"/>
              </w:rPr>
              <w:t>UNEP</w:t>
            </w:r>
            <w:r w:rsidRPr="00530D9C">
              <w:rPr>
                <w:noProof/>
                <w:sz w:val="22"/>
                <w:szCs w:val="22"/>
              </w:rPr>
              <w:t>/EA.</w:t>
            </w:r>
            <w:r w:rsidR="002A1F8A" w:rsidRPr="00530D9C">
              <w:rPr>
                <w:noProof/>
                <w:sz w:val="22"/>
                <w:szCs w:val="22"/>
              </w:rPr>
              <w:t>5</w:t>
            </w:r>
            <w:r w:rsidR="002C7D03" w:rsidRPr="00530D9C">
              <w:rPr>
                <w:noProof/>
                <w:sz w:val="22"/>
                <w:szCs w:val="22"/>
              </w:rPr>
              <w:t>/</w:t>
            </w:r>
            <w:r w:rsidR="0058381F" w:rsidRPr="00530D9C">
              <w:rPr>
                <w:noProof/>
                <w:sz w:val="22"/>
                <w:szCs w:val="22"/>
              </w:rPr>
              <w:t>INF</w:t>
            </w:r>
            <w:r w:rsidR="004145F0">
              <w:rPr>
                <w:noProof/>
                <w:sz w:val="22"/>
                <w:szCs w:val="22"/>
              </w:rPr>
              <w:t>/</w:t>
            </w:r>
            <w:r w:rsidR="00B1392A" w:rsidRPr="00530D9C">
              <w:rPr>
                <w:noProof/>
                <w:sz w:val="22"/>
                <w:szCs w:val="22"/>
              </w:rPr>
              <w:t>1</w:t>
            </w:r>
          </w:p>
        </w:tc>
      </w:tr>
      <w:bookmarkStart w:id="0" w:name="_MON_1021710510"/>
      <w:bookmarkEnd w:id="0"/>
      <w:tr w:rsidR="008C2F27" w:rsidRPr="00530D9C" w14:paraId="339812E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58BD1D91" w14:textId="77777777" w:rsidR="008C2F27" w:rsidRPr="00530D9C" w:rsidRDefault="005716B5" w:rsidP="003F2079">
            <w:pPr>
              <w:pStyle w:val="Normal-pool"/>
              <w:rPr>
                <w:noProof/>
                <w:sz w:val="22"/>
                <w:szCs w:val="22"/>
              </w:rPr>
            </w:pPr>
            <w:r w:rsidRPr="00530D9C">
              <w:rPr>
                <w:noProof/>
                <w:sz w:val="22"/>
                <w:szCs w:val="22"/>
              </w:rPr>
              <w:object w:dxaOrig="1831" w:dyaOrig="1726" w14:anchorId="4C3ECA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pt;height:61pt;mso-width-percent:0;mso-height-percent:0;mso-width-percent:0;mso-height-percent:0" o:ole="" fillcolor="window">
                  <v:imagedata r:id="rId12" o:title=""/>
                </v:shape>
                <o:OLEObject Type="Embed" ProgID="Word.Picture.8" ShapeID="_x0000_i1025" DrawAspect="Content" ObjectID="_1672207249" r:id="rId13"/>
              </w:object>
            </w:r>
            <w:r w:rsidR="002E48CE" w:rsidRPr="00530D9C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1D37024A" wp14:editId="625F9D15">
                  <wp:extent cx="723900" cy="76200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tcBorders>
              <w:top w:val="single" w:sz="4" w:space="0" w:color="auto"/>
              <w:bottom w:val="single" w:sz="24" w:space="0" w:color="auto"/>
            </w:tcBorders>
          </w:tcPr>
          <w:p w14:paraId="6A2417DB" w14:textId="77777777" w:rsidR="008C2F27" w:rsidRPr="00A078F2" w:rsidRDefault="008C2F27" w:rsidP="003B444A">
            <w:pPr>
              <w:pStyle w:val="Normal-pool"/>
              <w:spacing w:before="1400" w:after="1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078F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United Nations </w:t>
            </w:r>
            <w:r w:rsidRPr="00A078F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 xml:space="preserve">Environment Assembly of the </w:t>
            </w:r>
            <w:r w:rsidRPr="00A078F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United Nations Environment Programme</w:t>
            </w:r>
          </w:p>
        </w:tc>
        <w:tc>
          <w:tcPr>
            <w:tcW w:w="2815" w:type="dxa"/>
            <w:tcBorders>
              <w:top w:val="single" w:sz="4" w:space="0" w:color="auto"/>
              <w:bottom w:val="single" w:sz="24" w:space="0" w:color="auto"/>
            </w:tcBorders>
          </w:tcPr>
          <w:p w14:paraId="1AC684B6" w14:textId="77777777" w:rsidR="003F2079" w:rsidRPr="00530D9C" w:rsidRDefault="008C2F27" w:rsidP="003F2079">
            <w:pPr>
              <w:pStyle w:val="Normal-pool"/>
              <w:spacing w:before="120"/>
              <w:rPr>
                <w:sz w:val="22"/>
                <w:szCs w:val="22"/>
              </w:rPr>
            </w:pPr>
            <w:r w:rsidRPr="00530D9C">
              <w:rPr>
                <w:sz w:val="22"/>
                <w:szCs w:val="22"/>
              </w:rPr>
              <w:t>Distr.: General</w:t>
            </w:r>
          </w:p>
          <w:p w14:paraId="05B41C5B" w14:textId="2057FADB" w:rsidR="008C2F27" w:rsidRPr="00530D9C" w:rsidRDefault="00F31574" w:rsidP="003F2079">
            <w:pPr>
              <w:pStyle w:val="Normal-poo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B1392A" w:rsidRPr="00530D9C">
              <w:rPr>
                <w:sz w:val="22"/>
                <w:szCs w:val="22"/>
              </w:rPr>
              <w:t xml:space="preserve"> December</w:t>
            </w:r>
            <w:r w:rsidR="002A1F8A" w:rsidRPr="00530D9C">
              <w:rPr>
                <w:sz w:val="22"/>
                <w:szCs w:val="22"/>
              </w:rPr>
              <w:t xml:space="preserve"> 2020</w:t>
            </w:r>
          </w:p>
          <w:p w14:paraId="69B082D5" w14:textId="77777777" w:rsidR="008C2F27" w:rsidRPr="00530D9C" w:rsidRDefault="00866282" w:rsidP="003F2079">
            <w:pPr>
              <w:pStyle w:val="Normal-pool"/>
              <w:spacing w:before="120"/>
              <w:rPr>
                <w:sz w:val="22"/>
                <w:szCs w:val="22"/>
              </w:rPr>
            </w:pPr>
            <w:r w:rsidRPr="00530D9C">
              <w:rPr>
                <w:sz w:val="22"/>
                <w:szCs w:val="22"/>
              </w:rPr>
              <w:t xml:space="preserve">Original: </w:t>
            </w:r>
            <w:r w:rsidR="008C2F27" w:rsidRPr="00530D9C">
              <w:rPr>
                <w:sz w:val="22"/>
                <w:szCs w:val="22"/>
              </w:rPr>
              <w:t>English</w:t>
            </w:r>
          </w:p>
        </w:tc>
      </w:tr>
    </w:tbl>
    <w:p w14:paraId="6C1AD700" w14:textId="092BCDE6" w:rsidR="008C2F27" w:rsidRPr="00530D9C" w:rsidRDefault="008C2F27" w:rsidP="00DF45FD">
      <w:pPr>
        <w:pStyle w:val="AATitle"/>
      </w:pPr>
      <w:r w:rsidRPr="00530D9C">
        <w:t>United Nations Environment Assembly of the</w:t>
      </w:r>
      <w:r w:rsidR="00644B2D" w:rsidRPr="00530D9C">
        <w:t xml:space="preserve"> </w:t>
      </w:r>
      <w:r w:rsidR="006C2201" w:rsidRPr="00530D9C">
        <w:br/>
      </w:r>
      <w:r w:rsidRPr="00530D9C">
        <w:t>United Nations Environment Programme</w:t>
      </w:r>
    </w:p>
    <w:p w14:paraId="5B1F40C0" w14:textId="5FF162E6" w:rsidR="00BE5F64" w:rsidRPr="00530D9C" w:rsidRDefault="002A1F8A" w:rsidP="00DF45FD">
      <w:pPr>
        <w:pStyle w:val="AATitle"/>
      </w:pPr>
      <w:r w:rsidRPr="00530D9C">
        <w:t xml:space="preserve">Fifth </w:t>
      </w:r>
      <w:r w:rsidR="00D5475A" w:rsidRPr="00530D9C">
        <w:t>session</w:t>
      </w:r>
    </w:p>
    <w:p w14:paraId="30714D43" w14:textId="5A9458A4" w:rsidR="00B1392A" w:rsidRPr="00DF45FD" w:rsidRDefault="00B1392A" w:rsidP="00DF45FD">
      <w:pPr>
        <w:pStyle w:val="AATitle"/>
        <w:rPr>
          <w:b w:val="0"/>
        </w:rPr>
      </w:pPr>
      <w:r w:rsidRPr="00DF45FD">
        <w:rPr>
          <w:b w:val="0"/>
        </w:rPr>
        <w:t>Nairobi (online), 22–26 February 2021</w:t>
      </w:r>
      <w:r w:rsidR="00844875" w:rsidRPr="00DF45FD">
        <w:rPr>
          <w:b w:val="0"/>
        </w:rPr>
        <w:footnoteReference w:customMarkFollows="1" w:id="2"/>
        <w:t>*</w:t>
      </w:r>
    </w:p>
    <w:p w14:paraId="05ADE14E" w14:textId="73035902" w:rsidR="00B1392A" w:rsidRPr="00DF45FD" w:rsidRDefault="00B1392A" w:rsidP="00DF45FD">
      <w:pPr>
        <w:pStyle w:val="AATitle"/>
        <w:rPr>
          <w:b w:val="0"/>
        </w:rPr>
      </w:pPr>
      <w:r w:rsidRPr="00DF45FD">
        <w:rPr>
          <w:b w:val="0"/>
        </w:rPr>
        <w:t>Item 2 of the provisional agenda</w:t>
      </w:r>
      <w:r w:rsidR="00844875" w:rsidRPr="00DF45FD">
        <w:rPr>
          <w:b w:val="0"/>
        </w:rPr>
        <w:footnoteReference w:customMarkFollows="1" w:id="3"/>
        <w:t>**</w:t>
      </w:r>
    </w:p>
    <w:p w14:paraId="627A9770" w14:textId="08196DD0" w:rsidR="00844875" w:rsidRPr="00846BC6" w:rsidRDefault="007A01F3" w:rsidP="00846BC6">
      <w:pPr>
        <w:pStyle w:val="AATitle2"/>
      </w:pPr>
      <w:r w:rsidRPr="00DF45FD">
        <w:t>Adoption of the agenda and organization of work</w:t>
      </w:r>
    </w:p>
    <w:p w14:paraId="110A7420" w14:textId="0BFCA53A" w:rsidR="00B1392A" w:rsidRPr="007C60BD" w:rsidRDefault="00B1392A" w:rsidP="00B1392A">
      <w:pPr>
        <w:pStyle w:val="BBTitle"/>
      </w:pPr>
      <w:proofErr w:type="gramStart"/>
      <w:r w:rsidRPr="007C60BD">
        <w:t>Scenario</w:t>
      </w:r>
      <w:proofErr w:type="gramEnd"/>
      <w:r w:rsidRPr="007C60BD">
        <w:t xml:space="preserve"> note for </w:t>
      </w:r>
      <w:r w:rsidR="00BC65E7">
        <w:t xml:space="preserve">the </w:t>
      </w:r>
      <w:r w:rsidR="0058381F" w:rsidRPr="007C60BD">
        <w:t xml:space="preserve">online </w:t>
      </w:r>
      <w:r w:rsidRPr="007C60BD">
        <w:t>meeting of the fifth session of the United Nations Environment Assembly of the United Nations Environment Programme</w:t>
      </w:r>
    </w:p>
    <w:p w14:paraId="3046D54A" w14:textId="627BE566" w:rsidR="00B1392A" w:rsidRPr="00BC65E7" w:rsidRDefault="00B1392A" w:rsidP="00846BC6">
      <w:pPr>
        <w:pStyle w:val="CH2"/>
      </w:pPr>
      <w:r w:rsidRPr="00846BC6">
        <w:tab/>
      </w:r>
      <w:r w:rsidR="00DF45FD">
        <w:tab/>
      </w:r>
      <w:r w:rsidRPr="00846BC6">
        <w:t xml:space="preserve">Note </w:t>
      </w:r>
      <w:r w:rsidR="00FB64FA">
        <w:t>by the secretariat</w:t>
      </w:r>
    </w:p>
    <w:p w14:paraId="535080AD" w14:textId="665FF0FE" w:rsidR="00B1392A" w:rsidRPr="00530D9C" w:rsidRDefault="00F212EF" w:rsidP="00846BC6">
      <w:pPr>
        <w:pStyle w:val="CH1"/>
        <w:rPr>
          <w:sz w:val="22"/>
          <w:szCs w:val="22"/>
        </w:rPr>
      </w:pPr>
      <w:r>
        <w:rPr>
          <w:sz w:val="22"/>
          <w:szCs w:val="22"/>
        </w:rPr>
        <w:tab/>
      </w:r>
      <w:r w:rsidR="00884A4B" w:rsidRPr="007C60BD">
        <w:t xml:space="preserve">I. </w:t>
      </w:r>
      <w:r w:rsidR="00884A4B" w:rsidRPr="007C60BD">
        <w:tab/>
      </w:r>
      <w:r w:rsidR="00B1392A" w:rsidRPr="007C60BD">
        <w:t>Introduction</w:t>
      </w:r>
    </w:p>
    <w:p w14:paraId="33BD17E3" w14:textId="392F3268" w:rsidR="005841A3" w:rsidRPr="00DF45FD" w:rsidRDefault="0070154A" w:rsidP="00846BC6">
      <w:pPr>
        <w:pStyle w:val="Normalnumber"/>
      </w:pPr>
      <w:r w:rsidRPr="00DF45FD">
        <w:t>Th</w:t>
      </w:r>
      <w:r w:rsidR="00BC65E7" w:rsidRPr="00DF45FD">
        <w:t>e present</w:t>
      </w:r>
      <w:r w:rsidRPr="00DF45FD">
        <w:t xml:space="preserve"> </w:t>
      </w:r>
      <w:r w:rsidR="0058381F" w:rsidRPr="00DF45FD">
        <w:t xml:space="preserve">information </w:t>
      </w:r>
      <w:r w:rsidR="00B1392A" w:rsidRPr="00DF45FD">
        <w:t xml:space="preserve">note, prepared with input from the Committee of Permanent Representatives to the United Nations Environment Programme </w:t>
      </w:r>
      <w:r w:rsidR="00B0631A" w:rsidRPr="00DF45FD">
        <w:t xml:space="preserve">(UNEP) </w:t>
      </w:r>
      <w:r w:rsidR="00B1392A" w:rsidRPr="00DF45FD">
        <w:t>and the Bureau of the United</w:t>
      </w:r>
      <w:r w:rsidR="003537F9" w:rsidRPr="00DF45FD">
        <w:t> </w:t>
      </w:r>
      <w:r w:rsidR="00B1392A" w:rsidRPr="00DF45FD">
        <w:t>Nations Environment Assembly</w:t>
      </w:r>
      <w:r w:rsidR="00BC65E7" w:rsidRPr="00DF45FD">
        <w:t xml:space="preserve"> of </w:t>
      </w:r>
      <w:r w:rsidR="00CE04D3" w:rsidRPr="00DF45FD">
        <w:t>UNEP</w:t>
      </w:r>
      <w:r w:rsidR="00B1392A" w:rsidRPr="00DF45FD">
        <w:t xml:space="preserve">, elected at </w:t>
      </w:r>
      <w:r w:rsidR="00BC65E7" w:rsidRPr="00DF45FD">
        <w:t>the</w:t>
      </w:r>
      <w:r w:rsidR="00B1392A" w:rsidRPr="00DF45FD">
        <w:t xml:space="preserve"> fourth session</w:t>
      </w:r>
      <w:r w:rsidR="00BC65E7" w:rsidRPr="00DF45FD">
        <w:t xml:space="preserve"> of the Assembly</w:t>
      </w:r>
      <w:r w:rsidR="00B1392A" w:rsidRPr="00DF45FD">
        <w:t xml:space="preserve">, sets out the proposed plans and general expectations for the </w:t>
      </w:r>
      <w:r w:rsidR="0058381F" w:rsidRPr="00DF45FD">
        <w:t xml:space="preserve">online </w:t>
      </w:r>
      <w:r w:rsidR="00B1392A" w:rsidRPr="00DF45FD">
        <w:t xml:space="preserve">meeting of the fifth session of the United Nations Environment Assembly. The note is intended to assist </w:t>
      </w:r>
      <w:r w:rsidR="00BC65E7" w:rsidRPr="00DF45FD">
        <w:t xml:space="preserve">representatives </w:t>
      </w:r>
      <w:r w:rsidR="00B1392A" w:rsidRPr="00DF45FD">
        <w:t>and observers in preparing for a successful meeting.</w:t>
      </w:r>
      <w:r w:rsidR="00FF508E" w:rsidRPr="00DF45FD">
        <w:t xml:space="preserve"> An overview of the </w:t>
      </w:r>
      <w:r w:rsidR="00EC297F" w:rsidRPr="00DF45FD">
        <w:t xml:space="preserve">proposed </w:t>
      </w:r>
      <w:r w:rsidR="00FF508E" w:rsidRPr="00DF45FD">
        <w:t>organization</w:t>
      </w:r>
      <w:r w:rsidR="00EC297F" w:rsidRPr="00DF45FD">
        <w:t xml:space="preserve"> of work</w:t>
      </w:r>
      <w:r w:rsidR="00FF508E" w:rsidRPr="00DF45FD">
        <w:t xml:space="preserve"> </w:t>
      </w:r>
      <w:r w:rsidR="00556CB5" w:rsidRPr="00DF45FD">
        <w:t xml:space="preserve">for </w:t>
      </w:r>
      <w:r w:rsidR="00FF508E" w:rsidRPr="00DF45FD">
        <w:t xml:space="preserve">the </w:t>
      </w:r>
      <w:r w:rsidRPr="00DF45FD">
        <w:t xml:space="preserve">online </w:t>
      </w:r>
      <w:r w:rsidR="00FB64FA" w:rsidRPr="00DF45FD">
        <w:t xml:space="preserve">meeting </w:t>
      </w:r>
      <w:r w:rsidR="00FF508E" w:rsidRPr="00DF45FD">
        <w:t xml:space="preserve">is </w:t>
      </w:r>
      <w:r w:rsidR="00FB64FA" w:rsidRPr="00DF45FD">
        <w:t xml:space="preserve">set out </w:t>
      </w:r>
      <w:r w:rsidR="00FF508E" w:rsidRPr="00DF45FD">
        <w:t xml:space="preserve">in the </w:t>
      </w:r>
      <w:r w:rsidR="00FB64FA" w:rsidRPr="00DF45FD">
        <w:t>a</w:t>
      </w:r>
      <w:r w:rsidR="00FF508E" w:rsidRPr="00DF45FD">
        <w:t>nnex to th</w:t>
      </w:r>
      <w:r w:rsidR="00FB64FA" w:rsidRPr="00DF45FD">
        <w:t>e present</w:t>
      </w:r>
      <w:r w:rsidR="00FF508E" w:rsidRPr="00DF45FD">
        <w:t xml:space="preserve"> note. </w:t>
      </w:r>
    </w:p>
    <w:p w14:paraId="32B3E5C3" w14:textId="7E3EC604" w:rsidR="00B1392A" w:rsidRPr="007C60BD" w:rsidRDefault="00B1392A" w:rsidP="00846BC6">
      <w:pPr>
        <w:pStyle w:val="CH1"/>
      </w:pPr>
      <w:r w:rsidRPr="00530D9C">
        <w:rPr>
          <w:sz w:val="22"/>
          <w:szCs w:val="22"/>
        </w:rPr>
        <w:tab/>
      </w:r>
      <w:r w:rsidR="00884A4B" w:rsidRPr="007C60BD">
        <w:t xml:space="preserve">II. </w:t>
      </w:r>
      <w:r w:rsidR="00884A4B" w:rsidRPr="007C60BD">
        <w:tab/>
      </w:r>
      <w:r w:rsidRPr="007C60BD">
        <w:t>Dates and duration</w:t>
      </w:r>
    </w:p>
    <w:p w14:paraId="2F99BC58" w14:textId="791CF3F5" w:rsidR="00B1392A" w:rsidRPr="00846BC6" w:rsidRDefault="00B1392A" w:rsidP="00846BC6">
      <w:pPr>
        <w:pStyle w:val="Normalnumber"/>
        <w:rPr>
          <w:rFonts w:eastAsia="Arial Unicode MS"/>
          <w:sz w:val="22"/>
          <w:szCs w:val="22"/>
          <w:bdr w:val="nil"/>
        </w:rPr>
      </w:pPr>
      <w:r w:rsidRPr="00846BC6">
        <w:t xml:space="preserve">The </w:t>
      </w:r>
      <w:r w:rsidR="00CE04D3">
        <w:t>online</w:t>
      </w:r>
      <w:r w:rsidR="00CE04D3" w:rsidRPr="00846BC6">
        <w:t xml:space="preserve"> </w:t>
      </w:r>
      <w:r w:rsidRPr="00846BC6">
        <w:t>meeting of the fifth session of the U</w:t>
      </w:r>
      <w:r w:rsidR="007F7CB2" w:rsidRPr="00846BC6">
        <w:t>nited Nations</w:t>
      </w:r>
      <w:r w:rsidRPr="00846BC6">
        <w:t xml:space="preserve"> Environment Assembly will </w:t>
      </w:r>
      <w:r w:rsidR="00553DB8">
        <w:t xml:space="preserve">be </w:t>
      </w:r>
      <w:r w:rsidRPr="00846BC6">
        <w:t>open</w:t>
      </w:r>
      <w:r w:rsidR="00553DB8">
        <w:t>ed</w:t>
      </w:r>
      <w:r w:rsidRPr="00846BC6">
        <w:t xml:space="preserve"> at 11 a.m. </w:t>
      </w:r>
      <w:r w:rsidR="00CE04D3">
        <w:t>(</w:t>
      </w:r>
      <w:r w:rsidR="00CE04D3" w:rsidRPr="00F15619">
        <w:t>Nairobi time (</w:t>
      </w:r>
      <w:r w:rsidR="00CE04D3">
        <w:t>UTC</w:t>
      </w:r>
      <w:r w:rsidR="00CE04D3" w:rsidRPr="00F15619">
        <w:t>+3)</w:t>
      </w:r>
      <w:r w:rsidR="00CE04D3">
        <w:t xml:space="preserve">) </w:t>
      </w:r>
      <w:r w:rsidRPr="00846BC6">
        <w:t xml:space="preserve">on Monday, 22 February 2020. The duration of the </w:t>
      </w:r>
      <w:r w:rsidR="0058381F" w:rsidRPr="00846BC6">
        <w:t xml:space="preserve">online </w:t>
      </w:r>
      <w:r w:rsidR="00553DB8">
        <w:t>meeting</w:t>
      </w:r>
      <w:r w:rsidR="00553DB8" w:rsidRPr="00846BC6">
        <w:t xml:space="preserve"> </w:t>
      </w:r>
      <w:r w:rsidRPr="00846BC6">
        <w:t xml:space="preserve">will be two days. The </w:t>
      </w:r>
      <w:r w:rsidR="00553DB8">
        <w:t>meeting</w:t>
      </w:r>
      <w:r w:rsidR="00553DB8" w:rsidRPr="00846BC6">
        <w:t xml:space="preserve"> </w:t>
      </w:r>
      <w:r w:rsidRPr="00846BC6">
        <w:t xml:space="preserve">is expected to conclude </w:t>
      </w:r>
      <w:r w:rsidR="00553DB8">
        <w:t>by</w:t>
      </w:r>
      <w:r w:rsidRPr="00846BC6">
        <w:t xml:space="preserve"> 7 p.m. </w:t>
      </w:r>
      <w:r w:rsidR="00CE04D3">
        <w:t>(</w:t>
      </w:r>
      <w:r w:rsidR="00CE04D3" w:rsidRPr="00F15619">
        <w:t>Nairobi time (</w:t>
      </w:r>
      <w:r w:rsidR="00CE04D3">
        <w:t>UTC</w:t>
      </w:r>
      <w:r w:rsidR="00CE04D3" w:rsidRPr="00F15619">
        <w:t>+3)</w:t>
      </w:r>
      <w:r w:rsidR="00CE04D3">
        <w:t xml:space="preserve">) </w:t>
      </w:r>
      <w:r w:rsidRPr="00846BC6">
        <w:t>on Tuesday, 23 February 202</w:t>
      </w:r>
      <w:r w:rsidR="00A078F2" w:rsidRPr="00846BC6">
        <w:t>1</w:t>
      </w:r>
      <w:r w:rsidRPr="00846BC6">
        <w:t>.</w:t>
      </w:r>
    </w:p>
    <w:p w14:paraId="37DB53EF" w14:textId="3C7168CD" w:rsidR="00B1392A" w:rsidRPr="00846BC6" w:rsidRDefault="00B1392A" w:rsidP="00846BC6">
      <w:pPr>
        <w:pStyle w:val="Normalnumber"/>
      </w:pPr>
      <w:r w:rsidRPr="00846BC6">
        <w:t xml:space="preserve">The </w:t>
      </w:r>
      <w:r w:rsidR="0070154A" w:rsidRPr="00846BC6">
        <w:t xml:space="preserve">online </w:t>
      </w:r>
      <w:r w:rsidR="00553DB8">
        <w:t>meeting</w:t>
      </w:r>
      <w:r w:rsidR="00553DB8" w:rsidRPr="00846BC6">
        <w:t xml:space="preserve"> </w:t>
      </w:r>
      <w:r w:rsidR="0070154A" w:rsidRPr="00846BC6">
        <w:t>of the</w:t>
      </w:r>
      <w:r w:rsidR="00553DB8">
        <w:t xml:space="preserve"> fifth session of the</w:t>
      </w:r>
      <w:r w:rsidR="0070154A" w:rsidRPr="00846BC6">
        <w:t xml:space="preserve"> </w:t>
      </w:r>
      <w:r w:rsidRPr="00846BC6">
        <w:t xml:space="preserve">Assembly will be preceded by </w:t>
      </w:r>
      <w:r w:rsidR="00651131">
        <w:t>the fifth</w:t>
      </w:r>
      <w:r w:rsidRPr="00846BC6">
        <w:t xml:space="preserve"> meeting of the Open-ended Committee of Permanent Representatives</w:t>
      </w:r>
      <w:r w:rsidR="00CE04D3">
        <w:t>,</w:t>
      </w:r>
      <w:r w:rsidRPr="00846BC6">
        <w:t xml:space="preserve"> </w:t>
      </w:r>
      <w:r w:rsidR="0058381F" w:rsidRPr="00846BC6">
        <w:t>which</w:t>
      </w:r>
      <w:r w:rsidR="00846BC6">
        <w:t xml:space="preserve"> </w:t>
      </w:r>
      <w:r w:rsidR="00682DCF">
        <w:t xml:space="preserve">is expected to </w:t>
      </w:r>
      <w:r w:rsidR="00651131">
        <w:t>be held</w:t>
      </w:r>
      <w:r w:rsidR="0058381F" w:rsidRPr="00846BC6">
        <w:t xml:space="preserve"> </w:t>
      </w:r>
      <w:r w:rsidRPr="00846BC6">
        <w:t>from Monday</w:t>
      </w:r>
      <w:r w:rsidR="00553DB8">
        <w:t>,</w:t>
      </w:r>
      <w:r w:rsidRPr="00846BC6">
        <w:t xml:space="preserve"> 15</w:t>
      </w:r>
      <w:r w:rsidR="003537F9">
        <w:t> </w:t>
      </w:r>
      <w:r w:rsidRPr="00846BC6">
        <w:t xml:space="preserve">February 2020 to Tuesday, 16 February 2020 (see also </w:t>
      </w:r>
      <w:r w:rsidR="00553DB8">
        <w:t>s</w:t>
      </w:r>
      <w:r w:rsidRPr="00846BC6">
        <w:t>ection I</w:t>
      </w:r>
      <w:r w:rsidR="00884A4B" w:rsidRPr="00846BC6">
        <w:t>I</w:t>
      </w:r>
      <w:r w:rsidR="0070154A" w:rsidRPr="00846BC6">
        <w:t>I</w:t>
      </w:r>
      <w:r w:rsidR="00553DB8">
        <w:t xml:space="preserve"> of the present note</w:t>
      </w:r>
      <w:r w:rsidRPr="00846BC6">
        <w:t>).</w:t>
      </w:r>
    </w:p>
    <w:p w14:paraId="5D969D8B" w14:textId="66766D17" w:rsidR="00B1392A" w:rsidRPr="00846BC6" w:rsidRDefault="00B1392A" w:rsidP="00846BC6">
      <w:pPr>
        <w:pStyle w:val="Normalnumber"/>
      </w:pPr>
      <w:r w:rsidRPr="00846BC6">
        <w:t xml:space="preserve">The proceedings of the plenary </w:t>
      </w:r>
      <w:r w:rsidR="006D5F46">
        <w:t>sessions</w:t>
      </w:r>
      <w:r w:rsidR="006D5F46" w:rsidRPr="00846BC6">
        <w:t xml:space="preserve"> </w:t>
      </w:r>
      <w:r w:rsidRPr="00846BC6">
        <w:t xml:space="preserve">of the </w:t>
      </w:r>
      <w:r w:rsidR="0002620F" w:rsidRPr="00846BC6">
        <w:t xml:space="preserve">online </w:t>
      </w:r>
      <w:r w:rsidR="006D5F46">
        <w:t xml:space="preserve">meeting </w:t>
      </w:r>
      <w:r w:rsidRPr="00846BC6">
        <w:t xml:space="preserve">of the </w:t>
      </w:r>
      <w:r w:rsidR="006D5F46">
        <w:t>fifth session of the United</w:t>
      </w:r>
      <w:r w:rsidR="003537F9">
        <w:t> </w:t>
      </w:r>
      <w:r w:rsidR="006D5F46">
        <w:t xml:space="preserve">Nations </w:t>
      </w:r>
      <w:r w:rsidRPr="00846BC6">
        <w:t>Environment Assembly</w:t>
      </w:r>
      <w:r w:rsidR="0002620F" w:rsidRPr="00846BC6">
        <w:t xml:space="preserve"> </w:t>
      </w:r>
      <w:r w:rsidRPr="00846BC6">
        <w:t xml:space="preserve">will be </w:t>
      </w:r>
      <w:proofErr w:type="gramStart"/>
      <w:r w:rsidRPr="00846BC6">
        <w:t>webcast</w:t>
      </w:r>
      <w:proofErr w:type="gramEnd"/>
      <w:r w:rsidRPr="00846BC6">
        <w:t xml:space="preserve"> to make </w:t>
      </w:r>
      <w:r w:rsidR="00651131">
        <w:t>them</w:t>
      </w:r>
      <w:r w:rsidRPr="00846BC6">
        <w:t xml:space="preserve"> accessible to the public</w:t>
      </w:r>
      <w:r w:rsidR="0010346D" w:rsidRPr="00846BC6">
        <w:t xml:space="preserve"> as well as to journalists and media representatives</w:t>
      </w:r>
      <w:r w:rsidRPr="00846BC6">
        <w:t xml:space="preserve">. </w:t>
      </w:r>
    </w:p>
    <w:p w14:paraId="47C13F7D" w14:textId="637750EE" w:rsidR="00B1392A" w:rsidRPr="00530D9C" w:rsidRDefault="00B1392A" w:rsidP="00846BC6">
      <w:pPr>
        <w:pStyle w:val="Normalnumber"/>
      </w:pPr>
      <w:r w:rsidRPr="00530D9C">
        <w:lastRenderedPageBreak/>
        <w:t>Detailed information on the f</w:t>
      </w:r>
      <w:r w:rsidR="00103973" w:rsidRPr="00530D9C">
        <w:t>ifth</w:t>
      </w:r>
      <w:r w:rsidRPr="00530D9C">
        <w:t xml:space="preserve"> session, including with regard to </w:t>
      </w:r>
      <w:r w:rsidR="00EF2402">
        <w:t xml:space="preserve">the </w:t>
      </w:r>
      <w:r w:rsidRPr="00530D9C">
        <w:t>documents and calendar of meetings and events</w:t>
      </w:r>
      <w:r w:rsidR="00EF2402">
        <w:t>,</w:t>
      </w:r>
      <w:r w:rsidRPr="00530D9C">
        <w:t xml:space="preserve"> is available </w:t>
      </w:r>
      <w:r w:rsidR="00E17082">
        <w:t xml:space="preserve">on </w:t>
      </w:r>
      <w:r w:rsidRPr="00530D9C">
        <w:t xml:space="preserve">the official </w:t>
      </w:r>
      <w:r w:rsidR="007538BE">
        <w:t xml:space="preserve">website for the fifth session of the </w:t>
      </w:r>
      <w:r w:rsidRPr="00530D9C">
        <w:t>Environment Assembly:</w:t>
      </w:r>
      <w:r w:rsidR="0002620F" w:rsidRPr="00530D9C">
        <w:t xml:space="preserve"> </w:t>
      </w:r>
      <w:hyperlink r:id="rId15" w:history="1">
        <w:r w:rsidR="00A078F2" w:rsidRPr="006B38AC">
          <w:rPr>
            <w:color w:val="0070C0"/>
            <w:u w:val="single"/>
          </w:rPr>
          <w:t>https://environmentassembly.unenvironment.org/unea5</w:t>
        </w:r>
      </w:hyperlink>
      <w:r w:rsidR="0070154A" w:rsidRPr="006B38AC">
        <w:rPr>
          <w:color w:val="0070C0"/>
          <w:u w:val="single"/>
        </w:rPr>
        <w:t>.</w:t>
      </w:r>
      <w:r w:rsidR="0070154A">
        <w:rPr>
          <w:rStyle w:val="Hyperlink"/>
          <w:sz w:val="22"/>
          <w:szCs w:val="22"/>
          <w:lang w:val="en-GB"/>
        </w:rPr>
        <w:t xml:space="preserve"> </w:t>
      </w:r>
      <w:r w:rsidR="00A078F2" w:rsidRPr="00530D9C">
        <w:t xml:space="preserve"> </w:t>
      </w:r>
      <w:hyperlink w:history="1"/>
      <w:r w:rsidR="000B2FB7">
        <w:t xml:space="preserve"> </w:t>
      </w:r>
      <w:r w:rsidRPr="00530D9C">
        <w:t xml:space="preserve">  </w:t>
      </w:r>
    </w:p>
    <w:p w14:paraId="2AEAA9E7" w14:textId="0737E96E" w:rsidR="00B1392A" w:rsidRPr="00530D9C" w:rsidRDefault="00B1392A" w:rsidP="00846BC6">
      <w:pPr>
        <w:pStyle w:val="Normalnumber"/>
      </w:pPr>
      <w:r w:rsidRPr="00530D9C">
        <w:t xml:space="preserve">A notification by the Executive Director </w:t>
      </w:r>
      <w:r w:rsidR="000238D4">
        <w:t>providing</w:t>
      </w:r>
      <w:r w:rsidR="000238D4" w:rsidRPr="00530D9C">
        <w:t xml:space="preserve"> </w:t>
      </w:r>
      <w:r w:rsidRPr="00530D9C">
        <w:t xml:space="preserve">detailed information on registration for participants and the process for </w:t>
      </w:r>
      <w:r w:rsidR="00EF2402">
        <w:t xml:space="preserve">the </w:t>
      </w:r>
      <w:r w:rsidRPr="00530D9C">
        <w:t>submission of Member States’ credentials</w:t>
      </w:r>
      <w:r w:rsidR="000238D4" w:rsidRPr="000238D4">
        <w:t xml:space="preserve"> </w:t>
      </w:r>
      <w:r w:rsidR="000238D4" w:rsidRPr="00530D9C">
        <w:t>has been made available to Member States</w:t>
      </w:r>
      <w:r w:rsidR="000238D4">
        <w:t xml:space="preserve"> and</w:t>
      </w:r>
      <w:r w:rsidRPr="00530D9C">
        <w:t xml:space="preserve"> is available </w:t>
      </w:r>
      <w:r w:rsidR="00EF2402">
        <w:t>on</w:t>
      </w:r>
      <w:r w:rsidRPr="00530D9C">
        <w:t xml:space="preserve"> the website: </w:t>
      </w:r>
      <w:bookmarkStart w:id="1" w:name="_Hlk59650537"/>
      <w:r w:rsidR="00A078F2" w:rsidRPr="006B38AC">
        <w:rPr>
          <w:color w:val="0070C0"/>
          <w:u w:val="single"/>
        </w:rPr>
        <w:fldChar w:fldCharType="begin"/>
      </w:r>
      <w:r w:rsidR="00A078F2" w:rsidRPr="006B38AC">
        <w:rPr>
          <w:color w:val="0070C0"/>
          <w:u w:val="single"/>
        </w:rPr>
        <w:instrText xml:space="preserve"> HYPERLINK "https://environmentassembly.unenvironment.org/unea5" </w:instrText>
      </w:r>
      <w:r w:rsidR="00A078F2" w:rsidRPr="006B38AC">
        <w:rPr>
          <w:color w:val="0070C0"/>
          <w:u w:val="single"/>
        </w:rPr>
        <w:fldChar w:fldCharType="separate"/>
      </w:r>
      <w:r w:rsidR="0002620F" w:rsidRPr="006B38AC">
        <w:rPr>
          <w:color w:val="0070C0"/>
          <w:u w:val="single"/>
        </w:rPr>
        <w:t>https://environmentassembly.unenvironment.org/unea5</w:t>
      </w:r>
      <w:r w:rsidR="00A078F2" w:rsidRPr="006B38AC">
        <w:rPr>
          <w:color w:val="0070C0"/>
          <w:u w:val="single"/>
        </w:rPr>
        <w:fldChar w:fldCharType="end"/>
      </w:r>
      <w:r w:rsidR="006B38AC">
        <w:rPr>
          <w:color w:val="0070C0"/>
          <w:u w:val="single"/>
        </w:rPr>
        <w:t>.</w:t>
      </w:r>
      <w:r w:rsidR="0002620F" w:rsidRPr="00A078F2">
        <w:t xml:space="preserve"> </w:t>
      </w:r>
      <w:bookmarkEnd w:id="1"/>
    </w:p>
    <w:p w14:paraId="0E5258F2" w14:textId="2B80B4B1" w:rsidR="00B1392A" w:rsidRPr="00530D9C" w:rsidRDefault="00B1392A" w:rsidP="00846BC6">
      <w:pPr>
        <w:pStyle w:val="Normalnumber"/>
      </w:pPr>
      <w:r w:rsidRPr="00530D9C">
        <w:t xml:space="preserve">All </w:t>
      </w:r>
      <w:r w:rsidR="00EF2402">
        <w:t xml:space="preserve">the </w:t>
      </w:r>
      <w:r w:rsidRPr="00530D9C">
        <w:t xml:space="preserve">plenary </w:t>
      </w:r>
      <w:r w:rsidR="000238D4">
        <w:t>sessions of the online meeting</w:t>
      </w:r>
      <w:r w:rsidR="000238D4" w:rsidRPr="00530D9C">
        <w:t xml:space="preserve"> </w:t>
      </w:r>
      <w:r w:rsidR="0010346D" w:rsidRPr="00530D9C">
        <w:t xml:space="preserve">as well as the leadership dialogue </w:t>
      </w:r>
      <w:r w:rsidRPr="00530D9C">
        <w:t xml:space="preserve">will be conducted </w:t>
      </w:r>
      <w:r w:rsidR="0010346D" w:rsidRPr="00530D9C">
        <w:t xml:space="preserve">online </w:t>
      </w:r>
      <w:r w:rsidR="00753F3F">
        <w:t xml:space="preserve">with </w:t>
      </w:r>
      <w:r w:rsidRPr="00530D9C">
        <w:t xml:space="preserve">interpretation </w:t>
      </w:r>
      <w:r w:rsidR="00E96BF7">
        <w:t xml:space="preserve">provided </w:t>
      </w:r>
      <w:r w:rsidR="00753F3F">
        <w:t>in the</w:t>
      </w:r>
      <w:r w:rsidRPr="00530D9C">
        <w:t xml:space="preserve"> six official languages</w:t>
      </w:r>
      <w:r w:rsidR="00753F3F">
        <w:t xml:space="preserve"> of the United Nations</w:t>
      </w:r>
      <w:r w:rsidRPr="00530D9C">
        <w:t xml:space="preserve">. </w:t>
      </w:r>
      <w:r w:rsidR="0010346D" w:rsidRPr="00530D9C">
        <w:t xml:space="preserve">All </w:t>
      </w:r>
      <w:r w:rsidR="00E96BF7">
        <w:t xml:space="preserve">the </w:t>
      </w:r>
      <w:r w:rsidR="0010346D" w:rsidRPr="00530D9C">
        <w:t>b</w:t>
      </w:r>
      <w:r w:rsidRPr="00530D9C">
        <w:t xml:space="preserve">ackground documentation for the </w:t>
      </w:r>
      <w:r w:rsidR="00E17082">
        <w:t>session,</w:t>
      </w:r>
      <w:r w:rsidR="00E17082" w:rsidRPr="00530D9C">
        <w:t xml:space="preserve"> </w:t>
      </w:r>
      <w:r w:rsidRPr="00530D9C">
        <w:t xml:space="preserve">as well as in-session and post-session documents, including draft </w:t>
      </w:r>
      <w:r w:rsidRPr="000B2FB7">
        <w:t>decisions</w:t>
      </w:r>
      <w:r w:rsidRPr="00530D9C">
        <w:t xml:space="preserve">, will be made available </w:t>
      </w:r>
      <w:r w:rsidR="00E96BF7">
        <w:t>on</w:t>
      </w:r>
      <w:r w:rsidR="00E96BF7" w:rsidRPr="00530D9C">
        <w:t xml:space="preserve"> </w:t>
      </w:r>
      <w:r w:rsidRPr="00530D9C">
        <w:t>the website.</w:t>
      </w:r>
    </w:p>
    <w:p w14:paraId="73DDCD99" w14:textId="03A0BF33" w:rsidR="00B1392A" w:rsidRPr="0070154A" w:rsidRDefault="00B1392A" w:rsidP="00846BC6">
      <w:pPr>
        <w:pStyle w:val="CH1"/>
      </w:pPr>
      <w:r w:rsidRPr="00530D9C">
        <w:rPr>
          <w:sz w:val="22"/>
          <w:szCs w:val="22"/>
        </w:rPr>
        <w:tab/>
      </w:r>
      <w:r w:rsidRPr="007C60BD">
        <w:t>II</w:t>
      </w:r>
      <w:r w:rsidR="00884A4B" w:rsidRPr="007C60BD">
        <w:t>I</w:t>
      </w:r>
      <w:r w:rsidRPr="007C60BD">
        <w:t>.</w:t>
      </w:r>
      <w:r w:rsidRPr="007C60BD">
        <w:tab/>
        <w:t>Preparation</w:t>
      </w:r>
      <w:r w:rsidR="0070154A">
        <w:t>s</w:t>
      </w:r>
      <w:r w:rsidRPr="007C60BD">
        <w:t xml:space="preserve"> for the </w:t>
      </w:r>
      <w:r w:rsidR="00E17082">
        <w:t>s</w:t>
      </w:r>
      <w:r w:rsidRPr="007C60BD">
        <w:t xml:space="preserve">ession </w:t>
      </w:r>
    </w:p>
    <w:p w14:paraId="1F2561FE" w14:textId="354FC16F" w:rsidR="00B1392A" w:rsidRPr="007538BE" w:rsidRDefault="00B1392A" w:rsidP="00846BC6">
      <w:pPr>
        <w:pStyle w:val="Normalnumber"/>
      </w:pPr>
      <w:r w:rsidRPr="00530D9C">
        <w:t xml:space="preserve">Pursuant to the mandate </w:t>
      </w:r>
      <w:r w:rsidR="00641462">
        <w:t>accorded to the Committee of Permanent Representatives</w:t>
      </w:r>
      <w:r w:rsidR="005F514F">
        <w:t xml:space="preserve"> in</w:t>
      </w:r>
      <w:r w:rsidRPr="00530D9C">
        <w:t xml:space="preserve"> Governing Council decision 27/2, the Committee </w:t>
      </w:r>
      <w:r w:rsidR="00BC426A" w:rsidRPr="00846BC6">
        <w:t xml:space="preserve">has </w:t>
      </w:r>
      <w:r w:rsidR="007538BE" w:rsidRPr="00846BC6">
        <w:t xml:space="preserve">been </w:t>
      </w:r>
      <w:r w:rsidR="00BC426A" w:rsidRPr="00846BC6">
        <w:t>and will continue to be</w:t>
      </w:r>
      <w:r w:rsidRPr="007538BE">
        <w:t xml:space="preserve"> engaged in the preparatory work for the fifth session of the Environment Assembly</w:t>
      </w:r>
      <w:r w:rsidR="00641462">
        <w:t>, including</w:t>
      </w:r>
      <w:r w:rsidR="0070154A" w:rsidRPr="007538BE">
        <w:t xml:space="preserve"> through </w:t>
      </w:r>
      <w:r w:rsidR="00641462">
        <w:t>the</w:t>
      </w:r>
      <w:r w:rsidRPr="007538BE">
        <w:t xml:space="preserve"> </w:t>
      </w:r>
      <w:r w:rsidR="005F514F" w:rsidRPr="007538BE">
        <w:t>s</w:t>
      </w:r>
      <w:r w:rsidRPr="007538BE">
        <w:t xml:space="preserve">eventh </w:t>
      </w:r>
      <w:r w:rsidR="005F514F" w:rsidRPr="007538BE">
        <w:t>a</w:t>
      </w:r>
      <w:r w:rsidRPr="007538BE">
        <w:t xml:space="preserve">nnual subcommittee meeting, which was held from 12 to 16 October 2020, and the fifth </w:t>
      </w:r>
      <w:r w:rsidR="005F514F" w:rsidRPr="007538BE">
        <w:t xml:space="preserve">meeting of the </w:t>
      </w:r>
      <w:r w:rsidR="00641462">
        <w:t>O</w:t>
      </w:r>
      <w:r w:rsidRPr="007538BE">
        <w:t xml:space="preserve">pen-ended Committee, </w:t>
      </w:r>
      <w:r w:rsidR="001B2183" w:rsidRPr="007538BE">
        <w:t xml:space="preserve">which is expected to </w:t>
      </w:r>
      <w:r w:rsidRPr="007538BE">
        <w:t>tak</w:t>
      </w:r>
      <w:r w:rsidR="001B2183" w:rsidRPr="007538BE">
        <w:t>e</w:t>
      </w:r>
      <w:r w:rsidRPr="007538BE">
        <w:t xml:space="preserve"> place </w:t>
      </w:r>
      <w:r w:rsidR="005F514F" w:rsidRPr="007538BE">
        <w:t xml:space="preserve">on </w:t>
      </w:r>
      <w:r w:rsidRPr="007538BE">
        <w:t xml:space="preserve">15 </w:t>
      </w:r>
      <w:r w:rsidR="005F514F" w:rsidRPr="007538BE">
        <w:t>and</w:t>
      </w:r>
      <w:r w:rsidRPr="007538BE">
        <w:t xml:space="preserve"> 16 February 202</w:t>
      </w:r>
      <w:r w:rsidR="00BE1C02" w:rsidRPr="007538BE">
        <w:t>1</w:t>
      </w:r>
      <w:r w:rsidRPr="007538BE">
        <w:t>.</w:t>
      </w:r>
    </w:p>
    <w:p w14:paraId="72740C8E" w14:textId="561E2B4D" w:rsidR="00B1392A" w:rsidRPr="00530D9C" w:rsidRDefault="00B1392A" w:rsidP="00846BC6">
      <w:pPr>
        <w:pStyle w:val="Normalnumber"/>
      </w:pPr>
      <w:r w:rsidRPr="00530D9C">
        <w:t xml:space="preserve">Preparations for the </w:t>
      </w:r>
      <w:r w:rsidR="00641462">
        <w:t>O</w:t>
      </w:r>
      <w:r w:rsidRPr="00530D9C">
        <w:t>pen-ended</w:t>
      </w:r>
      <w:r w:rsidR="0062327A">
        <w:t xml:space="preserve"> Committee</w:t>
      </w:r>
      <w:r w:rsidRPr="00530D9C">
        <w:t xml:space="preserve"> meeting have been undertaken by the Bureau of the Committee, in consultation with the </w:t>
      </w:r>
      <w:r w:rsidR="0062327A">
        <w:t xml:space="preserve">Bureau of the </w:t>
      </w:r>
      <w:r w:rsidRPr="00530D9C">
        <w:t xml:space="preserve">Environment Assembly, including </w:t>
      </w:r>
      <w:r w:rsidR="0062327A">
        <w:t>by means of</w:t>
      </w:r>
      <w:r w:rsidR="0062327A" w:rsidRPr="00530D9C">
        <w:t xml:space="preserve"> </w:t>
      </w:r>
      <w:r w:rsidRPr="00530D9C">
        <w:t xml:space="preserve">regular joint meetings of </w:t>
      </w:r>
      <w:r w:rsidR="0062327A">
        <w:t xml:space="preserve">the </w:t>
      </w:r>
      <w:r w:rsidRPr="00530D9C">
        <w:t>two bureaux.</w:t>
      </w:r>
    </w:p>
    <w:p w14:paraId="0AF45034" w14:textId="3AC97B8D" w:rsidR="00B1392A" w:rsidRPr="00530D9C" w:rsidRDefault="00B1392A" w:rsidP="00846BC6">
      <w:pPr>
        <w:pStyle w:val="Normalnumber"/>
        <w:rPr>
          <w:color w:val="0070C0"/>
        </w:rPr>
      </w:pPr>
      <w:r w:rsidRPr="00530D9C">
        <w:t xml:space="preserve">At the first plenary </w:t>
      </w:r>
      <w:r w:rsidR="009D5149">
        <w:t>session</w:t>
      </w:r>
      <w:r w:rsidR="009D5149" w:rsidRPr="00530D9C">
        <w:t xml:space="preserve"> </w:t>
      </w:r>
      <w:r w:rsidRPr="00530D9C">
        <w:t>of the</w:t>
      </w:r>
      <w:r w:rsidR="009D5149">
        <w:t xml:space="preserve"> online meeting of the</w:t>
      </w:r>
      <w:r w:rsidR="0062327A">
        <w:t xml:space="preserve"> fifth session of the</w:t>
      </w:r>
      <w:r w:rsidRPr="00530D9C">
        <w:t xml:space="preserve"> Environment Assembly</w:t>
      </w:r>
      <w:r w:rsidR="0062327A">
        <w:t>,</w:t>
      </w:r>
      <w:r w:rsidRPr="00530D9C">
        <w:t xml:space="preserve"> on Monday, 22 February 2021, the Chair of the Committee of Permanent Representatives will report to the Assembly on </w:t>
      </w:r>
      <w:r w:rsidR="00F61233" w:rsidRPr="00530D9C">
        <w:t xml:space="preserve">relevant </w:t>
      </w:r>
      <w:r w:rsidRPr="00530D9C">
        <w:t xml:space="preserve">work of the Committee, </w:t>
      </w:r>
      <w:r w:rsidR="00F61233" w:rsidRPr="00530D9C">
        <w:t xml:space="preserve">in particular </w:t>
      </w:r>
      <w:r w:rsidRPr="00530D9C">
        <w:t>the outcomes of the fifth</w:t>
      </w:r>
      <w:r w:rsidR="0062327A">
        <w:t xml:space="preserve"> meeting of </w:t>
      </w:r>
      <w:r w:rsidR="0062327A" w:rsidRPr="00124E83">
        <w:t>the</w:t>
      </w:r>
      <w:r w:rsidRPr="00124E83">
        <w:t xml:space="preserve"> </w:t>
      </w:r>
      <w:r w:rsidR="009D5149" w:rsidRPr="00846BC6">
        <w:t>O</w:t>
      </w:r>
      <w:r w:rsidRPr="00124E83">
        <w:t>pen</w:t>
      </w:r>
      <w:r w:rsidR="0062327A" w:rsidRPr="00124E83">
        <w:t>-e</w:t>
      </w:r>
      <w:r w:rsidRPr="00124E83">
        <w:t>nded Committee. All</w:t>
      </w:r>
      <w:r w:rsidR="00960CE8" w:rsidRPr="00124E83">
        <w:t xml:space="preserve"> the</w:t>
      </w:r>
      <w:r w:rsidRPr="00530D9C">
        <w:t xml:space="preserve"> documentation pertaining to </w:t>
      </w:r>
      <w:r w:rsidR="00960CE8">
        <w:t xml:space="preserve">meetings of </w:t>
      </w:r>
      <w:r w:rsidRPr="00530D9C">
        <w:t xml:space="preserve">the Committee of Permanent Representatives is available </w:t>
      </w:r>
      <w:r w:rsidR="002D726E">
        <w:t>on</w:t>
      </w:r>
      <w:r w:rsidRPr="00530D9C">
        <w:t xml:space="preserve"> the following </w:t>
      </w:r>
      <w:r w:rsidR="00F61233" w:rsidRPr="00530D9C">
        <w:t xml:space="preserve">website: </w:t>
      </w:r>
      <w:hyperlink r:id="rId16" w:history="1">
        <w:r w:rsidRPr="00530D9C">
          <w:rPr>
            <w:color w:val="0070C0"/>
            <w:u w:val="single"/>
          </w:rPr>
          <w:t>https://www.unenvironment.org/cpr</w:t>
        </w:r>
      </w:hyperlink>
      <w:r w:rsidR="00960CE8">
        <w:rPr>
          <w:color w:val="0070C0"/>
          <w:u w:val="single"/>
        </w:rPr>
        <w:t>.</w:t>
      </w:r>
      <w:r w:rsidRPr="00530D9C">
        <w:rPr>
          <w:color w:val="0070C0"/>
        </w:rPr>
        <w:t xml:space="preserve"> </w:t>
      </w:r>
    </w:p>
    <w:p w14:paraId="247FA532" w14:textId="3796A629" w:rsidR="00B1392A" w:rsidRPr="007C60BD" w:rsidRDefault="00B1392A" w:rsidP="00846BC6">
      <w:pPr>
        <w:pStyle w:val="CH1"/>
      </w:pPr>
      <w:r w:rsidRPr="007C60BD">
        <w:tab/>
        <w:t>I</w:t>
      </w:r>
      <w:r w:rsidR="00884A4B" w:rsidRPr="007C60BD">
        <w:t>V</w:t>
      </w:r>
      <w:r w:rsidRPr="007C60BD">
        <w:t>.</w:t>
      </w:r>
      <w:r w:rsidRPr="007C60BD">
        <w:tab/>
        <w:t>Adoption of the agenda and organization of work of the United</w:t>
      </w:r>
      <w:r w:rsidR="003537F9">
        <w:t> </w:t>
      </w:r>
      <w:r w:rsidRPr="007C60BD">
        <w:t xml:space="preserve">Nations Environment Assembly </w:t>
      </w:r>
    </w:p>
    <w:p w14:paraId="716E97E0" w14:textId="0E848832" w:rsidR="00B1392A" w:rsidRPr="00530D9C" w:rsidRDefault="00B1392A" w:rsidP="00846BC6">
      <w:pPr>
        <w:pStyle w:val="Normalnumber"/>
      </w:pPr>
      <w:r w:rsidRPr="00530D9C">
        <w:t xml:space="preserve">The </w:t>
      </w:r>
      <w:r w:rsidR="00124E83">
        <w:t xml:space="preserve">online meeting of the </w:t>
      </w:r>
      <w:r w:rsidRPr="00530D9C">
        <w:t xml:space="preserve">fifth session of the Environment Assembly will be opened by </w:t>
      </w:r>
      <w:r w:rsidR="00124E83">
        <w:br/>
        <w:t xml:space="preserve">the President of the Assembly, </w:t>
      </w:r>
      <w:r w:rsidRPr="00530D9C">
        <w:t xml:space="preserve">Mr. </w:t>
      </w:r>
      <w:proofErr w:type="spellStart"/>
      <w:r w:rsidRPr="00530D9C">
        <w:t>Sveinung</w:t>
      </w:r>
      <w:proofErr w:type="spellEnd"/>
      <w:r w:rsidRPr="00530D9C">
        <w:t xml:space="preserve"> </w:t>
      </w:r>
      <w:proofErr w:type="spellStart"/>
      <w:r w:rsidRPr="00530D9C">
        <w:t>Rotevatn</w:t>
      </w:r>
      <w:proofErr w:type="spellEnd"/>
      <w:r w:rsidRPr="00530D9C">
        <w:t xml:space="preserve">, Minister of Climate and Environment of Norway. At the </w:t>
      </w:r>
      <w:r w:rsidRPr="00124E83">
        <w:t xml:space="preserve">first plenary </w:t>
      </w:r>
      <w:r w:rsidR="00124E83" w:rsidRPr="00124E83">
        <w:t xml:space="preserve">session </w:t>
      </w:r>
      <w:r w:rsidR="00B0631A" w:rsidRPr="00124E83">
        <w:t>of the</w:t>
      </w:r>
      <w:r w:rsidR="00124E83" w:rsidRPr="00124E83">
        <w:t xml:space="preserve"> online meeting</w:t>
      </w:r>
      <w:r w:rsidRPr="00124E83">
        <w:t xml:space="preserve">, the Assembly </w:t>
      </w:r>
      <w:r w:rsidR="00C21262" w:rsidRPr="00124E83">
        <w:t xml:space="preserve">is expected to </w:t>
      </w:r>
      <w:r w:rsidRPr="00124E83">
        <w:t xml:space="preserve">hear opening statements </w:t>
      </w:r>
      <w:r w:rsidR="00C21262" w:rsidRPr="00124E83">
        <w:t xml:space="preserve">from </w:t>
      </w:r>
      <w:r w:rsidRPr="00124E83">
        <w:t xml:space="preserve">the President of the Assembly, </w:t>
      </w:r>
      <w:r w:rsidR="00C21262" w:rsidRPr="00124E83">
        <w:t>the Secretary-General of the United Nations</w:t>
      </w:r>
      <w:r w:rsidR="00A544FE">
        <w:t xml:space="preserve"> </w:t>
      </w:r>
      <w:proofErr w:type="spellStart"/>
      <w:r w:rsidR="00A544FE">
        <w:t>and</w:t>
      </w:r>
      <w:r w:rsidRPr="00124E83">
        <w:t>the</w:t>
      </w:r>
      <w:proofErr w:type="spellEnd"/>
      <w:r w:rsidRPr="00124E83">
        <w:t xml:space="preserve"> Executive Director of </w:t>
      </w:r>
      <w:proofErr w:type="gramStart"/>
      <w:r w:rsidR="00B0631A" w:rsidRPr="00124E83">
        <w:t>UNEP</w:t>
      </w:r>
      <w:r w:rsidR="00A544FE">
        <w:t>.</w:t>
      </w:r>
      <w:r w:rsidRPr="00530D9C">
        <w:t>.</w:t>
      </w:r>
      <w:proofErr w:type="gramEnd"/>
    </w:p>
    <w:p w14:paraId="6977465C" w14:textId="010EAE11" w:rsidR="00B1392A" w:rsidRPr="00846BC6" w:rsidRDefault="00582F49" w:rsidP="00846BC6">
      <w:pPr>
        <w:pStyle w:val="Normalnumber"/>
        <w:rPr>
          <w:rStyle w:val="Hyperlink"/>
          <w:lang w:val="en-US"/>
        </w:rPr>
      </w:pPr>
      <w:r w:rsidRPr="00846BC6">
        <w:t xml:space="preserve">Following </w:t>
      </w:r>
      <w:r>
        <w:t>t</w:t>
      </w:r>
      <w:r w:rsidR="00B1392A" w:rsidRPr="00530D9C">
        <w:t>he opening statements</w:t>
      </w:r>
      <w:r>
        <w:t>, the Environment Assembly</w:t>
      </w:r>
      <w:r w:rsidR="00B1392A" w:rsidRPr="00530D9C">
        <w:t xml:space="preserve"> will </w:t>
      </w:r>
      <w:r w:rsidR="00C21262" w:rsidRPr="00530D9C">
        <w:t xml:space="preserve">consider and </w:t>
      </w:r>
      <w:r w:rsidR="00B1392A" w:rsidRPr="00530D9C">
        <w:t xml:space="preserve">adopt the provisional agenda </w:t>
      </w:r>
      <w:r>
        <w:t xml:space="preserve">for the session </w:t>
      </w:r>
      <w:r w:rsidR="00B1392A" w:rsidRPr="00530D9C">
        <w:t>(UNEP</w:t>
      </w:r>
      <w:r w:rsidR="00B1392A" w:rsidRPr="00BC65E7">
        <w:t xml:space="preserve">/EA.5/1), which </w:t>
      </w:r>
      <w:r w:rsidR="00EC297F">
        <w:t>was</w:t>
      </w:r>
      <w:r w:rsidR="00B1392A" w:rsidRPr="00BC65E7">
        <w:t xml:space="preserve"> prepared in consultation with the </w:t>
      </w:r>
      <w:r>
        <w:t>b</w:t>
      </w:r>
      <w:r w:rsidR="00B1392A" w:rsidRPr="00BC65E7">
        <w:t xml:space="preserve">ureaux of the Environment Assembly and of </w:t>
      </w:r>
      <w:r w:rsidR="00B1392A" w:rsidRPr="00065FE0">
        <w:t xml:space="preserve">the Committee of Permanent Representatives. </w:t>
      </w:r>
      <w:r>
        <w:t>The</w:t>
      </w:r>
      <w:r w:rsidRPr="00065FE0">
        <w:t xml:space="preserve"> </w:t>
      </w:r>
      <w:r w:rsidR="00B1392A" w:rsidRPr="00065FE0">
        <w:t>annotated provisional agenda (UNEP/EA.5/1</w:t>
      </w:r>
      <w:r w:rsidR="0065177F">
        <w:t>/</w:t>
      </w:r>
      <w:r w:rsidR="00B1392A" w:rsidRPr="00065FE0">
        <w:t xml:space="preserve">Add.1) is available in </w:t>
      </w:r>
      <w:r w:rsidR="0065177F">
        <w:t>the six</w:t>
      </w:r>
      <w:r w:rsidR="00B1392A" w:rsidRPr="00065FE0">
        <w:t xml:space="preserve"> official languages</w:t>
      </w:r>
      <w:r w:rsidR="0065177F">
        <w:t xml:space="preserve"> of the United </w:t>
      </w:r>
      <w:r w:rsidR="0065177F" w:rsidRPr="00EC297F">
        <w:t>Nations</w:t>
      </w:r>
      <w:r w:rsidR="00B1392A" w:rsidRPr="00EC297F">
        <w:t xml:space="preserve"> on the </w:t>
      </w:r>
      <w:r w:rsidR="00EC297F" w:rsidRPr="00846BC6">
        <w:t xml:space="preserve">official </w:t>
      </w:r>
      <w:r w:rsidR="00C21262" w:rsidRPr="00EC297F">
        <w:t>website</w:t>
      </w:r>
      <w:r w:rsidR="00EC297F" w:rsidRPr="00846BC6">
        <w:t xml:space="preserve"> for the fifth session</w:t>
      </w:r>
      <w:r w:rsidR="00C21262" w:rsidRPr="00EC297F">
        <w:t>:</w:t>
      </w:r>
      <w:r w:rsidR="00F31574" w:rsidRPr="00EC297F">
        <w:t xml:space="preserve"> </w:t>
      </w:r>
      <w:hyperlink r:id="rId17" w:history="1">
        <w:r w:rsidR="007C60BD" w:rsidRPr="00846BC6">
          <w:rPr>
            <w:rStyle w:val="Hyperlink"/>
            <w:lang w:val="en-US"/>
          </w:rPr>
          <w:t>https://environmentassembly.unenvironment.org/unea5</w:t>
        </w:r>
      </w:hyperlink>
      <w:r w:rsidR="0065177F" w:rsidRPr="00EC297F">
        <w:rPr>
          <w:rStyle w:val="Hyperlink"/>
          <w:lang w:val="en-US"/>
        </w:rPr>
        <w:t>.</w:t>
      </w:r>
    </w:p>
    <w:p w14:paraId="1FD33049" w14:textId="30093937" w:rsidR="00B1392A" w:rsidRPr="00530D9C" w:rsidRDefault="0065177F" w:rsidP="00846BC6">
      <w:pPr>
        <w:pStyle w:val="Normalnumber"/>
      </w:pPr>
      <w:r>
        <w:t>Subsequently</w:t>
      </w:r>
      <w:r w:rsidR="00B1392A" w:rsidRPr="00530D9C">
        <w:t xml:space="preserve">, the President of the Assembly will invite Member States to consider the </w:t>
      </w:r>
      <w:r>
        <w:t xml:space="preserve">proposed </w:t>
      </w:r>
      <w:r w:rsidR="00B1392A" w:rsidRPr="00530D9C">
        <w:t>organization of work</w:t>
      </w:r>
      <w:r>
        <w:t xml:space="preserve"> for the online meeting of the fifth session</w:t>
      </w:r>
      <w:r w:rsidR="00142EB1">
        <w:t xml:space="preserve"> (see annex)</w:t>
      </w:r>
      <w:r w:rsidR="00B1392A" w:rsidRPr="00530D9C">
        <w:t>.</w:t>
      </w:r>
    </w:p>
    <w:p w14:paraId="5193A629" w14:textId="11A0B7D7" w:rsidR="00B1392A" w:rsidRPr="00530D9C" w:rsidRDefault="00B1392A" w:rsidP="00846BC6">
      <w:pPr>
        <w:pStyle w:val="Normalnumber"/>
      </w:pPr>
      <w:r w:rsidRPr="00530D9C">
        <w:t xml:space="preserve">On the basis of </w:t>
      </w:r>
      <w:r w:rsidR="00574E81">
        <w:t>the</w:t>
      </w:r>
      <w:r w:rsidRPr="00530D9C">
        <w:t xml:space="preserve"> report by the Chair of the Committee of Permanent Representatives, the Assembly </w:t>
      </w:r>
      <w:r w:rsidR="00142EB1">
        <w:t xml:space="preserve">may </w:t>
      </w:r>
      <w:r w:rsidR="000B2FB7">
        <w:t xml:space="preserve">be invited </w:t>
      </w:r>
      <w:r w:rsidR="009627D8" w:rsidRPr="00530D9C">
        <w:t xml:space="preserve">to </w:t>
      </w:r>
      <w:r w:rsidRPr="00530D9C">
        <w:t xml:space="preserve">take early action </w:t>
      </w:r>
      <w:r w:rsidR="00556CB5" w:rsidRPr="00530D9C">
        <w:t xml:space="preserve">on draft decisions </w:t>
      </w:r>
      <w:r w:rsidR="004C1DD7" w:rsidRPr="00530D9C">
        <w:t>at its first plenary meeting</w:t>
      </w:r>
      <w:r w:rsidR="004C1DD7">
        <w:t xml:space="preserve"> </w:t>
      </w:r>
      <w:r w:rsidR="000B2FB7">
        <w:t>on the basis of the recommendation</w:t>
      </w:r>
      <w:r w:rsidR="004C1DD7">
        <w:t>s</w:t>
      </w:r>
      <w:r w:rsidR="000B2FB7">
        <w:t xml:space="preserve"> </w:t>
      </w:r>
      <w:r w:rsidR="004C1DD7">
        <w:t xml:space="preserve">of </w:t>
      </w:r>
      <w:r w:rsidR="000B2FB7">
        <w:t>the Committee of Permanent Representatives</w:t>
      </w:r>
      <w:r w:rsidRPr="00530D9C">
        <w:t>.</w:t>
      </w:r>
    </w:p>
    <w:p w14:paraId="2CD3E7BC" w14:textId="147EEFC1" w:rsidR="00B1392A" w:rsidRPr="007C60BD" w:rsidRDefault="00B1392A" w:rsidP="00846BC6">
      <w:pPr>
        <w:pStyle w:val="CH1"/>
      </w:pPr>
      <w:r w:rsidRPr="00530D9C">
        <w:rPr>
          <w:sz w:val="22"/>
          <w:szCs w:val="22"/>
        </w:rPr>
        <w:tab/>
      </w:r>
      <w:r w:rsidRPr="007C60BD">
        <w:t>V.</w:t>
      </w:r>
      <w:r w:rsidRPr="007C60BD">
        <w:tab/>
        <w:t>Credentials Committee</w:t>
      </w:r>
    </w:p>
    <w:p w14:paraId="0BDFC7DE" w14:textId="58A5FBF2" w:rsidR="00B1392A" w:rsidRPr="00530D9C" w:rsidRDefault="00B1392A" w:rsidP="00846BC6">
      <w:pPr>
        <w:pStyle w:val="Normalnumber"/>
      </w:pPr>
      <w:r w:rsidRPr="00530D9C">
        <w:t xml:space="preserve">In accordance with rule 17 of the </w:t>
      </w:r>
      <w:r w:rsidR="00574E81">
        <w:t>r</w:t>
      </w:r>
      <w:r w:rsidRPr="00530D9C">
        <w:t xml:space="preserve">ules of procedure, the credentials of representatives should be submitted to the Executive Director prior to the first meeting </w:t>
      </w:r>
      <w:r w:rsidR="00566CC7">
        <w:t>which the representatives are to attend</w:t>
      </w:r>
      <w:r w:rsidRPr="00530D9C">
        <w:t xml:space="preserve">. Member States are invited to submit through the registration portal </w:t>
      </w:r>
      <w:r w:rsidR="00ED443E">
        <w:t>(</w:t>
      </w:r>
      <w:hyperlink r:id="rId18" w:history="1">
        <w:r w:rsidR="00ED443E" w:rsidRPr="00846BC6">
          <w:t>https://indico.un.org/e/UNEA-5</w:t>
        </w:r>
      </w:hyperlink>
      <w:r w:rsidR="00ED443E" w:rsidRPr="00846BC6">
        <w:t>)</w:t>
      </w:r>
      <w:r w:rsidRPr="00530D9C">
        <w:t xml:space="preserve"> </w:t>
      </w:r>
      <w:r w:rsidR="00ED443E" w:rsidRPr="00530D9C">
        <w:t xml:space="preserve">a copy of the credentials </w:t>
      </w:r>
      <w:r w:rsidRPr="00530D9C">
        <w:t xml:space="preserve">signed by the Head of State or Government, or by the Minister for Foreign Affairs, preferably by Monday, 8 February 2021, two weeks </w:t>
      </w:r>
      <w:r w:rsidR="00566CC7">
        <w:t>prior to</w:t>
      </w:r>
      <w:r w:rsidRPr="00530D9C">
        <w:t xml:space="preserve"> the first plenary </w:t>
      </w:r>
      <w:r w:rsidR="00556CB5">
        <w:t>session of the online meeting</w:t>
      </w:r>
      <w:r w:rsidR="00556CB5" w:rsidRPr="00530D9C">
        <w:t xml:space="preserve"> </w:t>
      </w:r>
      <w:r w:rsidRPr="00530D9C">
        <w:t xml:space="preserve">of the </w:t>
      </w:r>
      <w:r w:rsidR="00566CC7">
        <w:t>fifth session</w:t>
      </w:r>
      <w:r w:rsidRPr="00530D9C">
        <w:t xml:space="preserve">.  </w:t>
      </w:r>
    </w:p>
    <w:p w14:paraId="7F5C4338" w14:textId="4245C551" w:rsidR="0064759B" w:rsidRPr="00AA76B8" w:rsidRDefault="00B1392A" w:rsidP="00846BC6">
      <w:pPr>
        <w:pStyle w:val="Normalnumber"/>
      </w:pPr>
      <w:r w:rsidRPr="00530D9C">
        <w:lastRenderedPageBreak/>
        <w:t>The Bureau of the</w:t>
      </w:r>
      <w:r w:rsidR="00566CC7">
        <w:t xml:space="preserve"> </w:t>
      </w:r>
      <w:r w:rsidRPr="00530D9C">
        <w:t xml:space="preserve">Environment Assembly will serve as the Credentials Committee and will present its report </w:t>
      </w:r>
      <w:r w:rsidR="00566CC7">
        <w:t xml:space="preserve">to the Environment Assembly </w:t>
      </w:r>
      <w:r w:rsidRPr="00530D9C">
        <w:t>under item 3</w:t>
      </w:r>
      <w:r w:rsidR="00566CC7">
        <w:t xml:space="preserve"> of the agenda</w:t>
      </w:r>
      <w:r w:rsidRPr="00530D9C">
        <w:t xml:space="preserve"> </w:t>
      </w:r>
      <w:r w:rsidR="00566CC7">
        <w:t>for the fifth session</w:t>
      </w:r>
      <w:r w:rsidRPr="00530D9C">
        <w:t>.</w:t>
      </w:r>
    </w:p>
    <w:p w14:paraId="74EBEB60" w14:textId="09AF861A" w:rsidR="00B1392A" w:rsidRPr="007C60BD" w:rsidRDefault="00B1392A" w:rsidP="00846BC6">
      <w:pPr>
        <w:pStyle w:val="CH1"/>
      </w:pPr>
      <w:r w:rsidRPr="007C60BD">
        <w:tab/>
        <w:t>VI.</w:t>
      </w:r>
      <w:r w:rsidRPr="007C60BD">
        <w:tab/>
      </w:r>
      <w:r w:rsidR="009627D8" w:rsidRPr="007C60BD">
        <w:t xml:space="preserve">Leadership </w:t>
      </w:r>
      <w:r w:rsidR="004D3335">
        <w:t>d</w:t>
      </w:r>
      <w:r w:rsidR="009627D8" w:rsidRPr="007C60BD">
        <w:t xml:space="preserve">ialogue </w:t>
      </w:r>
    </w:p>
    <w:p w14:paraId="6C215FBD" w14:textId="761D64E8" w:rsidR="00B1392A" w:rsidRPr="00530D9C" w:rsidRDefault="002B4DFA" w:rsidP="00846BC6">
      <w:pPr>
        <w:pStyle w:val="Normalnumber"/>
      </w:pPr>
      <w:r w:rsidRPr="00530D9C">
        <w:t xml:space="preserve">A </w:t>
      </w:r>
      <w:r w:rsidR="005171DE">
        <w:t>l</w:t>
      </w:r>
      <w:r w:rsidRPr="00530D9C">
        <w:t xml:space="preserve">eadership </w:t>
      </w:r>
      <w:r w:rsidR="00566CC7">
        <w:t>d</w:t>
      </w:r>
      <w:r w:rsidRPr="00530D9C">
        <w:t>ialogue will be</w:t>
      </w:r>
      <w:r w:rsidR="00566CC7">
        <w:t xml:space="preserve"> convened</w:t>
      </w:r>
      <w:r w:rsidRPr="00530D9C">
        <w:t xml:space="preserve"> during the </w:t>
      </w:r>
      <w:r w:rsidR="00566CC7">
        <w:t xml:space="preserve">online meeting of the fifth session </w:t>
      </w:r>
      <w:r w:rsidRPr="00530D9C">
        <w:t xml:space="preserve">with the aim </w:t>
      </w:r>
      <w:r w:rsidR="00566CC7">
        <w:t>of</w:t>
      </w:r>
      <w:r w:rsidRPr="00530D9C">
        <w:t xml:space="preserve"> promot</w:t>
      </w:r>
      <w:r w:rsidR="00566CC7">
        <w:t>ing</w:t>
      </w:r>
      <w:r w:rsidRPr="00530D9C">
        <w:t xml:space="preserve"> an interactive high-level </w:t>
      </w:r>
      <w:r w:rsidR="00566CC7">
        <w:t>discussion</w:t>
      </w:r>
      <w:r w:rsidR="00566CC7" w:rsidRPr="00530D9C">
        <w:t xml:space="preserve"> </w:t>
      </w:r>
      <w:r w:rsidRPr="00530D9C">
        <w:t>on the contribution of the environmental dimension of sustainable development to building a resilient and inclusive post-pandemic world. With a view to facilitat</w:t>
      </w:r>
      <w:r w:rsidR="00566CC7">
        <w:t>ing the</w:t>
      </w:r>
      <w:r w:rsidRPr="00530D9C">
        <w:t xml:space="preserve"> participation of </w:t>
      </w:r>
      <w:r w:rsidR="00566CC7">
        <w:t>m</w:t>
      </w:r>
      <w:r w:rsidRPr="00530D9C">
        <w:t xml:space="preserve">inisters and other high-level representatives from different time zones, the </w:t>
      </w:r>
      <w:r w:rsidR="00566CC7">
        <w:t>l</w:t>
      </w:r>
      <w:r w:rsidRPr="00530D9C">
        <w:t xml:space="preserve">eadership </w:t>
      </w:r>
      <w:r w:rsidR="00566CC7">
        <w:t>d</w:t>
      </w:r>
      <w:r w:rsidRPr="00530D9C">
        <w:t xml:space="preserve">ialogue will </w:t>
      </w:r>
      <w:r w:rsidR="00974129">
        <w:t>be held twice:</w:t>
      </w:r>
      <w:r w:rsidRPr="00530D9C">
        <w:t xml:space="preserve"> </w:t>
      </w:r>
      <w:r w:rsidR="00974129">
        <w:t xml:space="preserve">from 4 to 7 p.m. (Nairobi time (UTC+3)) </w:t>
      </w:r>
      <w:r w:rsidRPr="00530D9C">
        <w:t>on Monday 22 February 2021</w:t>
      </w:r>
      <w:r w:rsidR="00974129">
        <w:t>,</w:t>
      </w:r>
      <w:r w:rsidRPr="00530D9C">
        <w:t xml:space="preserve"> and </w:t>
      </w:r>
      <w:r w:rsidR="00974129">
        <w:t xml:space="preserve">from 11 a.m. to 2 p.m. (Nairobi time (UTC+3)) </w:t>
      </w:r>
      <w:r w:rsidRPr="00530D9C">
        <w:t xml:space="preserve">on Tuesday 23 February 2021.  </w:t>
      </w:r>
    </w:p>
    <w:p w14:paraId="014F6387" w14:textId="644EF071" w:rsidR="00B1392A" w:rsidRPr="00530D9C" w:rsidRDefault="00A1246C" w:rsidP="00846BC6">
      <w:pPr>
        <w:pStyle w:val="Normalnumber"/>
      </w:pPr>
      <w:r>
        <w:t>Each</w:t>
      </w:r>
      <w:r w:rsidR="001976B2" w:rsidRPr="00846BC6">
        <w:t xml:space="preserve"> </w:t>
      </w:r>
      <w:r>
        <w:t xml:space="preserve">of the substantially identical </w:t>
      </w:r>
      <w:r w:rsidR="001976B2">
        <w:t>sessions of the leadership d</w:t>
      </w:r>
      <w:r w:rsidR="00B1392A" w:rsidRPr="00530D9C">
        <w:t xml:space="preserve">ialogue will </w:t>
      </w:r>
      <w:r w:rsidR="002B4DFA" w:rsidRPr="00530D9C">
        <w:t xml:space="preserve">thus </w:t>
      </w:r>
      <w:r w:rsidR="00B1392A" w:rsidRPr="00530D9C">
        <w:t xml:space="preserve">last </w:t>
      </w:r>
      <w:r w:rsidR="001976B2">
        <w:t>around</w:t>
      </w:r>
      <w:r w:rsidR="001976B2" w:rsidRPr="00530D9C">
        <w:t xml:space="preserve"> </w:t>
      </w:r>
      <w:r w:rsidR="001976B2">
        <w:t>three hours</w:t>
      </w:r>
      <w:r w:rsidR="00B1392A" w:rsidRPr="00530D9C">
        <w:t xml:space="preserve"> and will be organized as high-level, interactive and moderated session</w:t>
      </w:r>
      <w:r w:rsidR="001976B2">
        <w:t>s</w:t>
      </w:r>
      <w:r w:rsidR="00B1392A" w:rsidRPr="00530D9C">
        <w:t xml:space="preserve">. The </w:t>
      </w:r>
      <w:r w:rsidR="004D6FA5">
        <w:t xml:space="preserve">leadership dialogue </w:t>
      </w:r>
      <w:r w:rsidR="00B1392A" w:rsidRPr="00530D9C">
        <w:t>will be open to representatives of Member States and, in accordance with rules 68, 69 and 70</w:t>
      </w:r>
      <w:r w:rsidR="003537F9">
        <w:t> </w:t>
      </w:r>
      <w:r w:rsidR="00B1392A" w:rsidRPr="00530D9C">
        <w:t xml:space="preserve">of the </w:t>
      </w:r>
      <w:r w:rsidR="004D6FA5">
        <w:t>r</w:t>
      </w:r>
      <w:r w:rsidR="00B1392A" w:rsidRPr="00530D9C">
        <w:t>ules of procedure of the Assembly, to representatives of States</w:t>
      </w:r>
      <w:r>
        <w:t xml:space="preserve"> Members of the United</w:t>
      </w:r>
      <w:r w:rsidR="003537F9">
        <w:t> </w:t>
      </w:r>
      <w:r>
        <w:t xml:space="preserve">Nations </w:t>
      </w:r>
      <w:r w:rsidR="00174650">
        <w:t>which are</w:t>
      </w:r>
      <w:r w:rsidR="00B1392A" w:rsidRPr="00530D9C">
        <w:t xml:space="preserve"> not members of the </w:t>
      </w:r>
      <w:r w:rsidR="00174650">
        <w:t xml:space="preserve">Environment </w:t>
      </w:r>
      <w:r w:rsidR="00B1392A" w:rsidRPr="00530D9C">
        <w:t>Assembly</w:t>
      </w:r>
      <w:r w:rsidR="00675AED">
        <w:t xml:space="preserve"> and to</w:t>
      </w:r>
      <w:r w:rsidR="00B1392A" w:rsidRPr="00530D9C">
        <w:t xml:space="preserve"> </w:t>
      </w:r>
      <w:r w:rsidR="00174650">
        <w:t xml:space="preserve">representatives of </w:t>
      </w:r>
      <w:r w:rsidR="004D6FA5">
        <w:t>s</w:t>
      </w:r>
      <w:r w:rsidR="00B1392A" w:rsidRPr="00530D9C">
        <w:t xml:space="preserve">pecialized </w:t>
      </w:r>
      <w:r w:rsidR="004D6FA5">
        <w:t>a</w:t>
      </w:r>
      <w:r w:rsidR="00B1392A" w:rsidRPr="00530D9C">
        <w:t>gencies,</w:t>
      </w:r>
      <w:r w:rsidR="00174650">
        <w:t xml:space="preserve"> of the International Atomic Energy Agency, of</w:t>
      </w:r>
      <w:r w:rsidR="00B1392A" w:rsidRPr="00530D9C">
        <w:t xml:space="preserve"> United Nations bodies</w:t>
      </w:r>
      <w:r w:rsidR="00174650">
        <w:t xml:space="preserve">, of </w:t>
      </w:r>
      <w:r w:rsidR="00B1392A" w:rsidRPr="00530D9C">
        <w:t xml:space="preserve">other intergovernmental organizations and </w:t>
      </w:r>
      <w:r w:rsidR="00174650">
        <w:t>of m</w:t>
      </w:r>
      <w:r w:rsidR="00B1392A" w:rsidRPr="00530D9C">
        <w:t xml:space="preserve">ajor </w:t>
      </w:r>
      <w:r w:rsidR="00174650">
        <w:t>g</w:t>
      </w:r>
      <w:r w:rsidR="00B1392A" w:rsidRPr="00530D9C">
        <w:t xml:space="preserve">roups and </w:t>
      </w:r>
      <w:r w:rsidR="00174650">
        <w:t>s</w:t>
      </w:r>
      <w:r w:rsidR="00B1392A" w:rsidRPr="00530D9C">
        <w:t xml:space="preserve">takeholders. </w:t>
      </w:r>
      <w:r w:rsidR="008457D8">
        <w:t xml:space="preserve">Each </w:t>
      </w:r>
      <w:r w:rsidR="00174650">
        <w:t>of the sessions of the leadership d</w:t>
      </w:r>
      <w:r w:rsidR="00B1392A" w:rsidRPr="00530D9C">
        <w:t xml:space="preserve">ialogue will be webcast and conducted with interpretation </w:t>
      </w:r>
      <w:r w:rsidR="00244D52">
        <w:t>in the</w:t>
      </w:r>
      <w:r w:rsidR="00B1392A" w:rsidRPr="00530D9C">
        <w:t xml:space="preserve"> six official </w:t>
      </w:r>
      <w:r w:rsidR="00244D52">
        <w:t>l</w:t>
      </w:r>
      <w:r w:rsidR="00B1392A" w:rsidRPr="00530D9C">
        <w:t>anguages</w:t>
      </w:r>
      <w:r w:rsidR="00244D52">
        <w:t xml:space="preserve"> of the United Nations</w:t>
      </w:r>
      <w:r w:rsidR="00B1392A" w:rsidRPr="00530D9C">
        <w:t>.</w:t>
      </w:r>
    </w:p>
    <w:p w14:paraId="382B3A55" w14:textId="765ECCCE" w:rsidR="002B4DFA" w:rsidRDefault="002B4DFA" w:rsidP="00846BC6">
      <w:pPr>
        <w:pStyle w:val="Normalnumber"/>
      </w:pPr>
      <w:r w:rsidRPr="00530D9C">
        <w:t>Interested Member States will be invited to inscribe</w:t>
      </w:r>
      <w:r w:rsidR="00513B67">
        <w:t>,</w:t>
      </w:r>
      <w:r w:rsidR="00513B67" w:rsidRPr="00513B67">
        <w:t xml:space="preserve"> </w:t>
      </w:r>
      <w:r w:rsidR="00513B67">
        <w:t>by</w:t>
      </w:r>
      <w:r w:rsidR="00513B67" w:rsidRPr="00530D9C">
        <w:t xml:space="preserve"> Monday 8 February 2021 at the latest</w:t>
      </w:r>
      <w:r w:rsidR="00513B67">
        <w:t>,</w:t>
      </w:r>
      <w:r w:rsidR="00CD670A" w:rsidRPr="00530D9C">
        <w:t xml:space="preserve"> </w:t>
      </w:r>
      <w:r w:rsidRPr="00530D9C">
        <w:t>the</w:t>
      </w:r>
      <w:r w:rsidR="00513B67">
        <w:t xml:space="preserve"> details of the</w:t>
      </w:r>
      <w:r w:rsidRPr="00530D9C">
        <w:t>ir high</w:t>
      </w:r>
      <w:r w:rsidR="000B2FB7">
        <w:t>-</w:t>
      </w:r>
      <w:r w:rsidRPr="00530D9C">
        <w:t xml:space="preserve">level representatives </w:t>
      </w:r>
      <w:r w:rsidR="00CD670A">
        <w:t>on the</w:t>
      </w:r>
      <w:r w:rsidRPr="00530D9C">
        <w:t xml:space="preserve"> list of participants</w:t>
      </w:r>
      <w:r w:rsidR="00CD670A">
        <w:t xml:space="preserve"> for the fifth session</w:t>
      </w:r>
      <w:r w:rsidRPr="00530D9C">
        <w:t>, indicating the name, title</w:t>
      </w:r>
      <w:r w:rsidR="00513B67">
        <w:t xml:space="preserve"> and </w:t>
      </w:r>
      <w:r w:rsidRPr="00530D9C">
        <w:t xml:space="preserve">level of </w:t>
      </w:r>
      <w:r w:rsidRPr="00BC65E7">
        <w:t>representation</w:t>
      </w:r>
      <w:r w:rsidR="00CD670A">
        <w:t xml:space="preserve"> of the </w:t>
      </w:r>
      <w:r w:rsidR="00513B67">
        <w:t>representative</w:t>
      </w:r>
      <w:r w:rsidR="00CD670A">
        <w:t>,</w:t>
      </w:r>
      <w:r w:rsidRPr="00530D9C">
        <w:t xml:space="preserve"> and </w:t>
      </w:r>
      <w:r w:rsidR="00CD670A">
        <w:t xml:space="preserve">their </w:t>
      </w:r>
      <w:r w:rsidRPr="00530D9C">
        <w:t xml:space="preserve">preferred timing for </w:t>
      </w:r>
      <w:r w:rsidR="00CD670A">
        <w:t xml:space="preserve">participation in </w:t>
      </w:r>
      <w:r w:rsidRPr="00530D9C">
        <w:t xml:space="preserve">the </w:t>
      </w:r>
      <w:r w:rsidR="00CD670A">
        <w:t>l</w:t>
      </w:r>
      <w:r w:rsidRPr="00530D9C">
        <w:t xml:space="preserve">eadership </w:t>
      </w:r>
      <w:r w:rsidR="00CD670A">
        <w:t>d</w:t>
      </w:r>
      <w:r w:rsidRPr="00530D9C">
        <w:t>ialogue. The list of participants will be opened on Monday</w:t>
      </w:r>
      <w:r w:rsidR="00513B67">
        <w:t>,</w:t>
      </w:r>
      <w:r w:rsidRPr="00530D9C">
        <w:t xml:space="preserve"> 25 January 2021. </w:t>
      </w:r>
    </w:p>
    <w:p w14:paraId="59C891A3" w14:textId="27E1A824" w:rsidR="00B1392A" w:rsidRPr="00530D9C" w:rsidRDefault="009F5412" w:rsidP="00846BC6">
      <w:pPr>
        <w:pStyle w:val="Normalnumber"/>
      </w:pPr>
      <w:r>
        <w:t xml:space="preserve">Representatives of </w:t>
      </w:r>
      <w:r w:rsidR="002B4DFA" w:rsidRPr="00530D9C">
        <w:t>Member States may</w:t>
      </w:r>
      <w:r w:rsidR="00675AED">
        <w:t xml:space="preserve"> also</w:t>
      </w:r>
      <w:r w:rsidR="002B4DFA" w:rsidRPr="00530D9C">
        <w:t>, as an alternative or as a complement to “live” attendance, send in a recorded or written statement</w:t>
      </w:r>
      <w:r>
        <w:t>, which will be uploaded on the website for the session</w:t>
      </w:r>
      <w:r w:rsidR="002B4DFA" w:rsidRPr="00530D9C">
        <w:t xml:space="preserve">. Such submissions should be sent to the </w:t>
      </w:r>
      <w:r>
        <w:t>s</w:t>
      </w:r>
      <w:r w:rsidR="002B4DFA" w:rsidRPr="00530D9C">
        <w:t xml:space="preserve">ecretariat by 1 February </w:t>
      </w:r>
      <w:r>
        <w:t xml:space="preserve">2021 </w:t>
      </w:r>
      <w:r w:rsidR="002B4DFA" w:rsidRPr="00530D9C">
        <w:t>at the latest. Recorded speeches will not</w:t>
      </w:r>
      <w:r>
        <w:t xml:space="preserve">, </w:t>
      </w:r>
      <w:r w:rsidRPr="00675AED">
        <w:t xml:space="preserve">however, </w:t>
      </w:r>
      <w:r w:rsidR="002B4DFA" w:rsidRPr="00675AED">
        <w:t>be played at the</w:t>
      </w:r>
      <w:r w:rsidR="002B4DFA" w:rsidRPr="00530D9C">
        <w:t xml:space="preserve"> </w:t>
      </w:r>
      <w:r>
        <w:t>l</w:t>
      </w:r>
      <w:r w:rsidR="002B4DFA" w:rsidRPr="00530D9C">
        <w:t xml:space="preserve">eadership </w:t>
      </w:r>
      <w:r>
        <w:t>d</w:t>
      </w:r>
      <w:r w:rsidR="002B4DFA" w:rsidRPr="00530D9C">
        <w:t>ialogue.</w:t>
      </w:r>
      <w:r w:rsidR="002B4DFA" w:rsidRPr="002B4DFA" w:rsidDel="002B4DFA">
        <w:t xml:space="preserve"> </w:t>
      </w:r>
    </w:p>
    <w:p w14:paraId="2C35BDA0" w14:textId="5B648C37" w:rsidR="00B1392A" w:rsidRPr="00530D9C" w:rsidRDefault="00B1392A" w:rsidP="00846BC6">
      <w:pPr>
        <w:pStyle w:val="Normalnumber"/>
      </w:pPr>
      <w:r w:rsidRPr="00530D9C">
        <w:t xml:space="preserve">The main outcomes </w:t>
      </w:r>
      <w:r w:rsidR="000348C0">
        <w:t xml:space="preserve">of </w:t>
      </w:r>
      <w:r w:rsidRPr="00530D9C">
        <w:t xml:space="preserve">and key messages </w:t>
      </w:r>
      <w:r w:rsidR="000348C0">
        <w:t xml:space="preserve">emanating </w:t>
      </w:r>
      <w:r w:rsidRPr="00530D9C">
        <w:t xml:space="preserve">from the </w:t>
      </w:r>
      <w:r w:rsidR="000348C0">
        <w:t>l</w:t>
      </w:r>
      <w:r w:rsidRPr="00530D9C">
        <w:t xml:space="preserve">eadership </w:t>
      </w:r>
      <w:r w:rsidR="000348C0">
        <w:t>d</w:t>
      </w:r>
      <w:r w:rsidRPr="00530D9C">
        <w:t xml:space="preserve">ialogue will be compiled by the </w:t>
      </w:r>
      <w:r w:rsidR="000348C0">
        <w:t>s</w:t>
      </w:r>
      <w:r w:rsidRPr="00530D9C">
        <w:t xml:space="preserve">ecretariat and presented </w:t>
      </w:r>
      <w:r w:rsidR="000348C0">
        <w:t>to the Environment Assembly</w:t>
      </w:r>
      <w:r w:rsidRPr="00530D9C">
        <w:t xml:space="preserve"> on the afternoon of Tuesday 23 February 2021. </w:t>
      </w:r>
    </w:p>
    <w:p w14:paraId="5403A863" w14:textId="4FA24B7E" w:rsidR="00B1392A" w:rsidRPr="00BC65E7" w:rsidRDefault="000348C0" w:rsidP="00846BC6">
      <w:pPr>
        <w:pStyle w:val="Normalnumber"/>
      </w:pPr>
      <w:r>
        <w:t>Further details</w:t>
      </w:r>
      <w:r w:rsidR="002B4DFA" w:rsidRPr="002B4DFA">
        <w:t xml:space="preserve"> and background information </w:t>
      </w:r>
      <w:r w:rsidR="000B2FB7">
        <w:t>on the</w:t>
      </w:r>
      <w:r w:rsidR="002B4DFA" w:rsidRPr="002B4DFA">
        <w:t xml:space="preserve"> </w:t>
      </w:r>
      <w:r>
        <w:t>l</w:t>
      </w:r>
      <w:r w:rsidR="002B4DFA" w:rsidRPr="002B4DFA">
        <w:t xml:space="preserve">eadership </w:t>
      </w:r>
      <w:r>
        <w:t>d</w:t>
      </w:r>
      <w:r w:rsidR="002B4DFA" w:rsidRPr="002B4DFA">
        <w:t>ialogue</w:t>
      </w:r>
      <w:r w:rsidR="008457D8" w:rsidRPr="008457D8">
        <w:t xml:space="preserve">, including guiding questions for </w:t>
      </w:r>
      <w:r w:rsidR="008457D8" w:rsidRPr="00BC65E7">
        <w:t>participants,</w:t>
      </w:r>
      <w:r w:rsidR="002B4DFA" w:rsidRPr="00BC65E7">
        <w:t xml:space="preserve"> </w:t>
      </w:r>
      <w:r w:rsidR="00675AED">
        <w:t>are</w:t>
      </w:r>
      <w:r w:rsidR="002B4DFA" w:rsidRPr="00BC65E7">
        <w:t xml:space="preserve"> </w:t>
      </w:r>
      <w:r w:rsidR="00675AED">
        <w:t>set out</w:t>
      </w:r>
      <w:r w:rsidR="00675AED" w:rsidRPr="00BC65E7">
        <w:t xml:space="preserve"> </w:t>
      </w:r>
      <w:r w:rsidR="002B4DFA" w:rsidRPr="00BC65E7">
        <w:t>in a concept note, which is available on the websit</w:t>
      </w:r>
      <w:r w:rsidR="008457D8" w:rsidRPr="00065FE0">
        <w:t>e</w:t>
      </w:r>
      <w:r>
        <w:t xml:space="preserve"> for the session</w:t>
      </w:r>
      <w:r w:rsidR="008457D8" w:rsidRPr="00065FE0">
        <w:t xml:space="preserve">. </w:t>
      </w:r>
      <w:r w:rsidR="00B1392A" w:rsidRPr="00065FE0">
        <w:t>Any question</w:t>
      </w:r>
      <w:r>
        <w:t>s</w:t>
      </w:r>
      <w:r w:rsidR="00B1392A" w:rsidRPr="00065FE0">
        <w:t xml:space="preserve"> regarding the organization of the</w:t>
      </w:r>
      <w:r>
        <w:t xml:space="preserve"> leadership</w:t>
      </w:r>
      <w:r w:rsidR="00B1392A" w:rsidRPr="00065FE0">
        <w:t xml:space="preserve"> </w:t>
      </w:r>
      <w:r>
        <w:t>d</w:t>
      </w:r>
      <w:r w:rsidR="00B1392A" w:rsidRPr="00065FE0">
        <w:t xml:space="preserve">ialogue </w:t>
      </w:r>
      <w:r w:rsidR="008457D8" w:rsidRPr="00065FE0">
        <w:t xml:space="preserve">may </w:t>
      </w:r>
      <w:r w:rsidR="00B1392A" w:rsidRPr="00065FE0">
        <w:t xml:space="preserve">be </w:t>
      </w:r>
      <w:r>
        <w:t>sent</w:t>
      </w:r>
      <w:r w:rsidR="00B1392A" w:rsidRPr="00065FE0">
        <w:t xml:space="preserve"> to</w:t>
      </w:r>
      <w:r>
        <w:t xml:space="preserve"> the Secretar</w:t>
      </w:r>
      <w:r w:rsidR="00E07037">
        <w:t>iat</w:t>
      </w:r>
      <w:r>
        <w:t xml:space="preserve"> of Governing Bodies</w:t>
      </w:r>
      <w:r w:rsidR="00E07037">
        <w:t xml:space="preserve"> and Stakeholders at the following e-mail address:</w:t>
      </w:r>
      <w:r w:rsidR="00B1392A" w:rsidRPr="00065FE0">
        <w:t xml:space="preserve"> </w:t>
      </w:r>
      <w:hyperlink r:id="rId19" w:history="1">
        <w:r w:rsidR="00131398" w:rsidRPr="00846BC6">
          <w:rPr>
            <w:rStyle w:val="Hyperlink"/>
            <w:lang w:val="en-GB"/>
          </w:rPr>
          <w:t>unep-sgb@un.org</w:t>
        </w:r>
      </w:hyperlink>
      <w:r w:rsidR="00131398" w:rsidRPr="00BC65E7">
        <w:t xml:space="preserve">. </w:t>
      </w:r>
    </w:p>
    <w:p w14:paraId="31AC476D" w14:textId="65587889" w:rsidR="00B1392A" w:rsidRPr="007C60BD" w:rsidRDefault="00F31574" w:rsidP="00846BC6">
      <w:pPr>
        <w:pStyle w:val="CH1"/>
      </w:pPr>
      <w:r>
        <w:rPr>
          <w:sz w:val="24"/>
          <w:szCs w:val="24"/>
        </w:rPr>
        <w:tab/>
      </w:r>
      <w:r w:rsidR="00AA76B8" w:rsidRPr="007C60BD">
        <w:t>VII</w:t>
      </w:r>
      <w:r w:rsidR="00884A4B" w:rsidRPr="007C60BD">
        <w:t>.</w:t>
      </w:r>
      <w:r w:rsidR="00AA76B8" w:rsidRPr="007C60BD">
        <w:t xml:space="preserve"> </w:t>
      </w:r>
      <w:r w:rsidR="00AA76B8" w:rsidRPr="007C60BD">
        <w:tab/>
      </w:r>
      <w:r w:rsidR="00B1392A" w:rsidRPr="007C60BD">
        <w:t xml:space="preserve">Adjournment </w:t>
      </w:r>
      <w:r w:rsidR="004D3335">
        <w:t>s</w:t>
      </w:r>
      <w:r w:rsidR="00B1392A" w:rsidRPr="007C60BD">
        <w:t>ession</w:t>
      </w:r>
    </w:p>
    <w:p w14:paraId="71526406" w14:textId="4FCE8649" w:rsidR="00B1392A" w:rsidRPr="00530D9C" w:rsidRDefault="00B1392A" w:rsidP="00846BC6">
      <w:pPr>
        <w:pStyle w:val="Normalnumber"/>
      </w:pPr>
      <w:r w:rsidRPr="00530D9C">
        <w:t>A</w:t>
      </w:r>
      <w:r w:rsidR="009627D8" w:rsidRPr="00530D9C">
        <w:t>n adjournment</w:t>
      </w:r>
      <w:r w:rsidRPr="00530D9C">
        <w:t xml:space="preserve"> </w:t>
      </w:r>
      <w:r w:rsidR="009627D8" w:rsidRPr="00530D9C">
        <w:t>(</w:t>
      </w:r>
      <w:r w:rsidRPr="00530D9C">
        <w:t>wrap-up</w:t>
      </w:r>
      <w:r w:rsidR="009627D8" w:rsidRPr="00530D9C">
        <w:t>)</w:t>
      </w:r>
      <w:r w:rsidRPr="00530D9C">
        <w:t xml:space="preserve"> session will be held from 4</w:t>
      </w:r>
      <w:r w:rsidR="00E07037">
        <w:t xml:space="preserve"> </w:t>
      </w:r>
      <w:r w:rsidRPr="00530D9C">
        <w:t xml:space="preserve">to 7 p.m. </w:t>
      </w:r>
      <w:r w:rsidR="00E07037">
        <w:t xml:space="preserve">(Nairobi time (UTC+3)) </w:t>
      </w:r>
      <w:r w:rsidRPr="00530D9C">
        <w:t>on 23</w:t>
      </w:r>
      <w:r w:rsidR="003537F9">
        <w:t> </w:t>
      </w:r>
      <w:r w:rsidRPr="00530D9C">
        <w:t>February 2021</w:t>
      </w:r>
      <w:r w:rsidR="009627D8" w:rsidRPr="00530D9C">
        <w:t xml:space="preserve">, </w:t>
      </w:r>
      <w:r w:rsidR="00E07037">
        <w:t xml:space="preserve">at which </w:t>
      </w:r>
      <w:r w:rsidRPr="00530D9C">
        <w:t xml:space="preserve">a </w:t>
      </w:r>
      <w:r w:rsidR="009627D8" w:rsidRPr="00530D9C">
        <w:t xml:space="preserve">factual </w:t>
      </w:r>
      <w:r w:rsidRPr="00530D9C">
        <w:t xml:space="preserve">summary of the </w:t>
      </w:r>
      <w:r w:rsidR="00E07037">
        <w:t>l</w:t>
      </w:r>
      <w:r w:rsidRPr="00530D9C">
        <w:t xml:space="preserve">eadership </w:t>
      </w:r>
      <w:r w:rsidR="00E07037">
        <w:t>d</w:t>
      </w:r>
      <w:r w:rsidRPr="00530D9C">
        <w:t>ialogue</w:t>
      </w:r>
      <w:r w:rsidR="009627D8" w:rsidRPr="00530D9C">
        <w:t xml:space="preserve">, prepared by the </w:t>
      </w:r>
      <w:r w:rsidR="00D77A17">
        <w:t>s</w:t>
      </w:r>
      <w:r w:rsidR="009627D8" w:rsidRPr="00530D9C">
        <w:t>ecretariat</w:t>
      </w:r>
      <w:r w:rsidR="00D77A17">
        <w:t>, will be presented</w:t>
      </w:r>
      <w:r w:rsidRPr="00777EBA">
        <w:rPr>
          <w:color w:val="000000" w:themeColor="text1"/>
        </w:rPr>
        <w:t xml:space="preserve">. A consensual statement integrating </w:t>
      </w:r>
      <w:r w:rsidR="00D77A17">
        <w:rPr>
          <w:color w:val="000000" w:themeColor="text1"/>
        </w:rPr>
        <w:t xml:space="preserve">the </w:t>
      </w:r>
      <w:r w:rsidRPr="00530D9C">
        <w:t xml:space="preserve">key messages </w:t>
      </w:r>
      <w:r w:rsidR="00D77A17">
        <w:t>highlighted by the</w:t>
      </w:r>
      <w:r w:rsidR="00D77A17" w:rsidRPr="00530D9C">
        <w:t xml:space="preserve"> </w:t>
      </w:r>
      <w:r w:rsidR="00D77A17">
        <w:t>m</w:t>
      </w:r>
      <w:r w:rsidRPr="00530D9C">
        <w:t xml:space="preserve">inisters </w:t>
      </w:r>
      <w:r w:rsidR="00D77A17">
        <w:t>for the</w:t>
      </w:r>
      <w:r w:rsidR="00D77A17" w:rsidRPr="00530D9C">
        <w:t xml:space="preserve"> </w:t>
      </w:r>
      <w:r w:rsidR="00D77A17">
        <w:t>e</w:t>
      </w:r>
      <w:r w:rsidRPr="00530D9C">
        <w:t xml:space="preserve">nvironment </w:t>
      </w:r>
      <w:r w:rsidR="009627D8" w:rsidRPr="00530D9C">
        <w:t xml:space="preserve">may </w:t>
      </w:r>
      <w:r w:rsidRPr="00530D9C">
        <w:t>be presented by the President of the Assembly for consideration</w:t>
      </w:r>
      <w:r w:rsidR="00D77A17">
        <w:t xml:space="preserve"> by the Environment Assembly</w:t>
      </w:r>
      <w:r w:rsidRPr="00530D9C">
        <w:t xml:space="preserve">. </w:t>
      </w:r>
      <w:r w:rsidR="000818FE" w:rsidRPr="00530D9C">
        <w:t>The session</w:t>
      </w:r>
      <w:r w:rsidRPr="00530D9C">
        <w:t xml:space="preserve"> </w:t>
      </w:r>
      <w:r w:rsidR="001C4722">
        <w:t xml:space="preserve">may also include a kick-off event for the </w:t>
      </w:r>
      <w:r w:rsidR="008044DD">
        <w:t xml:space="preserve">commemoration of the </w:t>
      </w:r>
      <w:r w:rsidR="006B45C8">
        <w:t>fiftieth</w:t>
      </w:r>
      <w:r w:rsidR="001C4722">
        <w:t xml:space="preserve"> </w:t>
      </w:r>
      <w:r w:rsidR="00D77A17">
        <w:t xml:space="preserve">anniversary </w:t>
      </w:r>
      <w:r w:rsidR="001C4722">
        <w:t xml:space="preserve">of the </w:t>
      </w:r>
      <w:r w:rsidR="00D77A17">
        <w:t>c</w:t>
      </w:r>
      <w:r w:rsidR="001C4722">
        <w:t xml:space="preserve">reation of </w:t>
      </w:r>
      <w:r w:rsidR="00D77A17">
        <w:t>UNEP</w:t>
      </w:r>
      <w:r w:rsidR="008044DD">
        <w:t>,</w:t>
      </w:r>
      <w:r w:rsidR="001C4722">
        <w:t xml:space="preserve"> in 1972.</w:t>
      </w:r>
    </w:p>
    <w:p w14:paraId="2CEB9F5A" w14:textId="640C011D" w:rsidR="00B1392A" w:rsidRPr="007C60BD" w:rsidRDefault="00F31574" w:rsidP="00846BC6">
      <w:pPr>
        <w:pStyle w:val="CH1"/>
      </w:pPr>
      <w:r w:rsidRPr="00846BC6">
        <w:rPr>
          <w:rFonts w:eastAsia="Arial Unicode MS"/>
          <w:sz w:val="22"/>
          <w:szCs w:val="22"/>
          <w:bdr w:val="nil"/>
        </w:rPr>
        <w:tab/>
      </w:r>
      <w:r w:rsidR="00884A4B" w:rsidRPr="00BC65E7">
        <w:t>V</w:t>
      </w:r>
      <w:r w:rsidR="00884A4B" w:rsidRPr="007C60BD">
        <w:t xml:space="preserve">III. </w:t>
      </w:r>
      <w:r w:rsidR="00884A4B" w:rsidRPr="007C60BD">
        <w:tab/>
      </w:r>
      <w:r w:rsidR="00B1392A" w:rsidRPr="007C60BD">
        <w:t xml:space="preserve">Dates and </w:t>
      </w:r>
      <w:r w:rsidR="004D3335">
        <w:t>a</w:t>
      </w:r>
      <w:r w:rsidR="00B1392A" w:rsidRPr="007C60BD">
        <w:t xml:space="preserve">genda of the </w:t>
      </w:r>
      <w:r w:rsidR="004D3335">
        <w:t>r</w:t>
      </w:r>
      <w:r w:rsidR="00B1392A" w:rsidRPr="007C60BD">
        <w:t xml:space="preserve">esumed </w:t>
      </w:r>
      <w:r w:rsidR="004D3335">
        <w:t>f</w:t>
      </w:r>
      <w:r w:rsidR="00B1392A" w:rsidRPr="007C60BD">
        <w:t xml:space="preserve">ifth </w:t>
      </w:r>
      <w:r w:rsidR="004D3335">
        <w:t>s</w:t>
      </w:r>
      <w:r w:rsidR="00B1392A" w:rsidRPr="007C60BD">
        <w:t>ession of the U</w:t>
      </w:r>
      <w:r w:rsidR="004D3335">
        <w:t xml:space="preserve">nited </w:t>
      </w:r>
      <w:r w:rsidR="00B1392A" w:rsidRPr="007C60BD">
        <w:t>N</w:t>
      </w:r>
      <w:r w:rsidR="004D3335">
        <w:t>ations</w:t>
      </w:r>
      <w:r w:rsidR="00B1392A" w:rsidRPr="007C60BD">
        <w:t xml:space="preserve"> Environment Assembly</w:t>
      </w:r>
    </w:p>
    <w:p w14:paraId="433FDC63" w14:textId="2DC2A986" w:rsidR="00B1392A" w:rsidRPr="00AA76B8" w:rsidRDefault="00B1392A" w:rsidP="00846BC6">
      <w:pPr>
        <w:pStyle w:val="Normalnumber"/>
      </w:pPr>
      <w:r w:rsidRPr="00530D9C">
        <w:t xml:space="preserve">At the </w:t>
      </w:r>
      <w:r w:rsidR="008044DD">
        <w:t>a</w:t>
      </w:r>
      <w:r w:rsidRPr="00530D9C">
        <w:t xml:space="preserve">djournment </w:t>
      </w:r>
      <w:r w:rsidR="002943EB">
        <w:t>session</w:t>
      </w:r>
      <w:r w:rsidRPr="00530D9C">
        <w:t xml:space="preserve">, the Assembly will consider the </w:t>
      </w:r>
      <w:r w:rsidR="008044DD">
        <w:t xml:space="preserve">proposed dates and </w:t>
      </w:r>
      <w:r w:rsidRPr="00530D9C">
        <w:t xml:space="preserve">provisional agenda for </w:t>
      </w:r>
      <w:r w:rsidR="002943EB">
        <w:t xml:space="preserve">the </w:t>
      </w:r>
      <w:r w:rsidR="000B3A35">
        <w:t xml:space="preserve">resumed </w:t>
      </w:r>
      <w:r w:rsidR="00351D6E">
        <w:t>in-person</w:t>
      </w:r>
      <w:r w:rsidR="002943EB">
        <w:t xml:space="preserve"> </w:t>
      </w:r>
      <w:r w:rsidR="008044DD">
        <w:t>meeting</w:t>
      </w:r>
      <w:r w:rsidR="00391253">
        <w:t xml:space="preserve"> of the fifth session of the Environment Assembly, which is</w:t>
      </w:r>
      <w:r w:rsidR="008044DD">
        <w:t xml:space="preserve"> </w:t>
      </w:r>
      <w:r w:rsidR="002943EB">
        <w:t>expected to take place in February 2022</w:t>
      </w:r>
      <w:r w:rsidR="0037613A" w:rsidRPr="00530D9C">
        <w:t>.</w:t>
      </w:r>
    </w:p>
    <w:p w14:paraId="247F59A2" w14:textId="7EB90F44" w:rsidR="003537F9" w:rsidRDefault="003537F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8"/>
          <w:szCs w:val="22"/>
          <w:lang w:val="en-GB"/>
        </w:rPr>
      </w:pPr>
      <w:r>
        <w:br w:type="page"/>
      </w:r>
    </w:p>
    <w:p w14:paraId="7C0C818A" w14:textId="77777777" w:rsidR="009D2A65" w:rsidRDefault="00B1392A" w:rsidP="003537F9">
      <w:pPr>
        <w:pStyle w:val="ZZAnxheader"/>
        <w:rPr>
          <w:sz w:val="24"/>
          <w:szCs w:val="24"/>
        </w:rPr>
      </w:pPr>
      <w:r w:rsidRPr="00846BC6">
        <w:rPr>
          <w:sz w:val="24"/>
          <w:szCs w:val="24"/>
        </w:rPr>
        <w:lastRenderedPageBreak/>
        <w:t xml:space="preserve">Annex </w:t>
      </w:r>
    </w:p>
    <w:p w14:paraId="19BFD3FD" w14:textId="4111CCAF" w:rsidR="003537F9" w:rsidRDefault="00B1392A" w:rsidP="004045EF">
      <w:pPr>
        <w:pStyle w:val="ZZAnxtitle"/>
      </w:pPr>
      <w:r w:rsidRPr="00846BC6">
        <w:t>Organization</w:t>
      </w:r>
      <w:r w:rsidR="0065177F" w:rsidRPr="003537F9">
        <w:t xml:space="preserve"> of work </w:t>
      </w:r>
      <w:r w:rsidRPr="00846BC6">
        <w:t xml:space="preserve">of the </w:t>
      </w:r>
      <w:r w:rsidR="004D3335" w:rsidRPr="003537F9">
        <w:t xml:space="preserve">online meeting of the fifth session of the United Nations </w:t>
      </w:r>
      <w:r w:rsidRPr="00846BC6">
        <w:t>Environment Assembly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3537F9" w:rsidRPr="003537F9" w14:paraId="7953A95E" w14:textId="77777777" w:rsidTr="004045EF"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0E05F92" w14:textId="77777777" w:rsidR="003537F9" w:rsidRPr="004F4F6A" w:rsidRDefault="003537F9" w:rsidP="004045EF">
            <w:pPr>
              <w:pStyle w:val="Normalpool"/>
              <w:spacing w:before="40" w:after="40"/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ABF4E70" w14:textId="513B7CC1" w:rsidR="003537F9" w:rsidRPr="004045EF" w:rsidRDefault="003537F9" w:rsidP="004045EF">
            <w:pPr>
              <w:pStyle w:val="Normalpool"/>
              <w:spacing w:before="40" w:after="40"/>
              <w:jc w:val="center"/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Cs/>
                <w:i/>
                <w:iCs/>
                <w:sz w:val="18"/>
                <w:szCs w:val="18"/>
              </w:rPr>
              <w:t xml:space="preserve">22 </w:t>
            </w:r>
            <w:proofErr w:type="spellStart"/>
            <w:r w:rsidRPr="00846BC6">
              <w:rPr>
                <w:rFonts w:ascii="Times New Roman" w:eastAsia="Calibri" w:hAnsi="Times New Roman"/>
                <w:bCs/>
                <w:i/>
                <w:iCs/>
                <w:sz w:val="18"/>
                <w:szCs w:val="18"/>
              </w:rPr>
              <w:t>February</w:t>
            </w:r>
            <w:proofErr w:type="spellEnd"/>
            <w:r w:rsidRPr="00846BC6">
              <w:rPr>
                <w:rFonts w:ascii="Times New Roman" w:eastAsia="Calibri" w:hAnsi="Times New Roman"/>
                <w:bCs/>
                <w:i/>
                <w:iCs/>
                <w:sz w:val="18"/>
                <w:szCs w:val="18"/>
              </w:rPr>
              <w:t xml:space="preserve"> 2021</w:t>
            </w:r>
          </w:p>
        </w:tc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2830F5D5" w14:textId="722DC5E3" w:rsidR="003537F9" w:rsidRPr="004045EF" w:rsidRDefault="003537F9" w:rsidP="004045EF">
            <w:pPr>
              <w:pStyle w:val="Normalpool"/>
              <w:spacing w:before="40" w:after="40"/>
              <w:jc w:val="center"/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Cs/>
                <w:i/>
                <w:iCs/>
                <w:sz w:val="18"/>
                <w:szCs w:val="18"/>
              </w:rPr>
              <w:t xml:space="preserve">23 </w:t>
            </w:r>
            <w:proofErr w:type="spellStart"/>
            <w:r w:rsidRPr="00846BC6">
              <w:rPr>
                <w:rFonts w:ascii="Times New Roman" w:eastAsia="Calibri" w:hAnsi="Times New Roman"/>
                <w:bCs/>
                <w:i/>
                <w:iCs/>
                <w:sz w:val="18"/>
                <w:szCs w:val="18"/>
              </w:rPr>
              <w:t>February</w:t>
            </w:r>
            <w:proofErr w:type="spellEnd"/>
            <w:r w:rsidRPr="00846BC6">
              <w:rPr>
                <w:rFonts w:ascii="Times New Roman" w:eastAsia="Calibri" w:hAnsi="Times New Roman"/>
                <w:bCs/>
                <w:i/>
                <w:iCs/>
                <w:sz w:val="18"/>
                <w:szCs w:val="18"/>
              </w:rPr>
              <w:t xml:space="preserve"> 2021</w:t>
            </w:r>
          </w:p>
        </w:tc>
      </w:tr>
      <w:tr w:rsidR="004045EF" w:rsidRPr="003537F9" w14:paraId="21D3AB41" w14:textId="77777777" w:rsidTr="004045EF">
        <w:tc>
          <w:tcPr>
            <w:tcW w:w="31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DC2F3E" w14:textId="30C4A910" w:rsidR="003537F9" w:rsidRPr="003537F9" w:rsidRDefault="003537F9" w:rsidP="003537F9">
            <w:pPr>
              <w:pStyle w:val="Normalpoo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>11</w:t>
            </w:r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>a.m</w:t>
            </w:r>
            <w:proofErr w:type="spellEnd"/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>.–2 p.m.</w:t>
            </w:r>
          </w:p>
        </w:tc>
        <w:tc>
          <w:tcPr>
            <w:tcW w:w="3162" w:type="dxa"/>
            <w:tcBorders>
              <w:top w:val="single" w:sz="12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40E381E" w14:textId="45FAE38C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88" w:right="8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Opening </w:t>
            </w:r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of the session </w:t>
            </w:r>
            <w:r>
              <w:rPr>
                <w:rFonts w:ascii="Times New Roman" w:eastAsia="Calibri" w:hAnsi="Times New Roman"/>
                <w:b/>
                <w:sz w:val="18"/>
                <w:szCs w:val="18"/>
              </w:rPr>
              <w:br/>
            </w:r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>(agenda item 1)</w:t>
            </w:r>
          </w:p>
          <w:p w14:paraId="008B8668" w14:textId="77777777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sz w:val="18"/>
                <w:szCs w:val="18"/>
              </w:rPr>
              <w:t>- Functional opening</w:t>
            </w:r>
          </w:p>
          <w:p w14:paraId="03AFFD68" w14:textId="02AB38A7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537F9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>President and Executive Director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)</w:t>
            </w:r>
          </w:p>
          <w:p w14:paraId="1199260C" w14:textId="7DA92120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-Address by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the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 Secretary-General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 of the United Nations</w:t>
            </w:r>
          </w:p>
          <w:p w14:paraId="3B55603A" w14:textId="77777777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sz w:val="18"/>
                <w:szCs w:val="18"/>
              </w:rPr>
              <w:t>- Adoption of the agenda and organization of work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 (agenda item 2)</w:t>
            </w:r>
          </w:p>
          <w:p w14:paraId="55595EAD" w14:textId="6728AA07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-Statements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by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r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egional and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p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olitical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g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>roups</w:t>
            </w:r>
          </w:p>
          <w:p w14:paraId="6091FB72" w14:textId="77777777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sz w:val="18"/>
                <w:szCs w:val="18"/>
              </w:rPr>
              <w:t>- Credentials of representatives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 (agenda item 3)</w:t>
            </w:r>
          </w:p>
          <w:p w14:paraId="5B683421" w14:textId="142FAD40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-Report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of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 the Committee of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Permanent Representatives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(agenda item 4) 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on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draft 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>decisions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 recommended by the Committee for adoption by the Environment Assembly at its fifth session</w:t>
            </w:r>
          </w:p>
          <w:p w14:paraId="490D4812" w14:textId="47A4CF86" w:rsidR="003537F9" w:rsidRPr="003537F9" w:rsidRDefault="003537F9" w:rsidP="003537F9">
            <w:pPr>
              <w:pStyle w:val="Normalpoo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color w:val="FF0000"/>
                <w:sz w:val="18"/>
                <w:szCs w:val="18"/>
              </w:rPr>
              <w:t>ACEFRS</w:t>
            </w:r>
          </w:p>
        </w:tc>
        <w:tc>
          <w:tcPr>
            <w:tcW w:w="316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14:paraId="18BA12FC" w14:textId="04161CD6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Leadership </w:t>
            </w:r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>d</w:t>
            </w: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>ialogue:</w:t>
            </w:r>
          </w:p>
          <w:p w14:paraId="35771614" w14:textId="77777777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>Group B</w:t>
            </w:r>
          </w:p>
          <w:p w14:paraId="3496D083" w14:textId="77777777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color w:val="FF0000"/>
                <w:sz w:val="18"/>
                <w:szCs w:val="18"/>
              </w:rPr>
            </w:pPr>
            <w:r w:rsidRPr="003537F9">
              <w:rPr>
                <w:rFonts w:ascii="Times New Roman" w:eastAsia="Calibri" w:hAnsi="Times New Roman"/>
                <w:sz w:val="18"/>
                <w:szCs w:val="18"/>
              </w:rPr>
              <w:t>“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>Contribution of the environmental dimension of sustainable development to building a resilient and inclusive post-pandemic world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”</w:t>
            </w:r>
            <w:r w:rsidRPr="00846BC6">
              <w:rPr>
                <w:rFonts w:ascii="Times New Roman" w:eastAsia="Calibri" w:hAnsi="Times New Roman"/>
                <w:b/>
                <w:color w:val="FF0000"/>
                <w:sz w:val="18"/>
                <w:szCs w:val="18"/>
              </w:rPr>
              <w:t xml:space="preserve"> </w:t>
            </w:r>
          </w:p>
          <w:p w14:paraId="1D92BFC5" w14:textId="7B729B63" w:rsidR="003537F9" w:rsidRPr="003537F9" w:rsidRDefault="003537F9" w:rsidP="003537F9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color w:val="FF0000"/>
                <w:sz w:val="18"/>
                <w:szCs w:val="18"/>
              </w:rPr>
              <w:t>ACEFRS</w:t>
            </w:r>
          </w:p>
        </w:tc>
      </w:tr>
      <w:tr w:rsidR="003537F9" w:rsidRPr="003537F9" w14:paraId="3B617EB3" w14:textId="77777777" w:rsidTr="004045EF">
        <w:tc>
          <w:tcPr>
            <w:tcW w:w="3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9E896" w14:textId="5F5CF423" w:rsidR="003537F9" w:rsidRPr="003537F9" w:rsidRDefault="003537F9" w:rsidP="004045EF">
            <w:pPr>
              <w:pStyle w:val="Normalpool"/>
              <w:spacing w:before="40" w:after="4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en-US"/>
              </w:rPr>
            </w:pPr>
            <w:r w:rsidRPr="003537F9">
              <w:rPr>
                <w:rFonts w:ascii="Times New Roman" w:eastAsia="Calibri" w:hAnsi="Times New Roman"/>
                <w:b/>
                <w:bCs/>
                <w:sz w:val="18"/>
                <w:szCs w:val="18"/>
                <w:lang w:val="en-US"/>
              </w:rPr>
              <w:t>2–4 p.m.</w:t>
            </w:r>
          </w:p>
        </w:tc>
        <w:tc>
          <w:tcPr>
            <w:tcW w:w="63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194AC" w14:textId="4B99134C" w:rsidR="003537F9" w:rsidRPr="003537F9" w:rsidRDefault="003537F9" w:rsidP="004045EF">
            <w:pPr>
              <w:pStyle w:val="Normalpool"/>
              <w:spacing w:before="40" w:after="4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en-US"/>
              </w:rPr>
            </w:pPr>
            <w:r w:rsidRPr="00846BC6">
              <w:rPr>
                <w:rFonts w:ascii="Times New Roman" w:eastAsia="Calibri" w:hAnsi="Times New Roman"/>
                <w:b/>
                <w:bCs/>
                <w:sz w:val="18"/>
                <w:szCs w:val="18"/>
                <w:lang w:val="en-US"/>
              </w:rPr>
              <w:t>BREAK</w:t>
            </w:r>
          </w:p>
        </w:tc>
      </w:tr>
      <w:tr w:rsidR="003537F9" w:rsidRPr="003537F9" w14:paraId="70F0CA25" w14:textId="77777777" w:rsidTr="004045EF"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33CBD58" w14:textId="0C0EDDFA" w:rsidR="003537F9" w:rsidRPr="003537F9" w:rsidRDefault="003537F9" w:rsidP="003537F9">
            <w:pPr>
              <w:pStyle w:val="Normalpool"/>
              <w:jc w:val="center"/>
              <w:rPr>
                <w:rFonts w:ascii="Times New Roman" w:eastAsia="Calibri" w:hAnsi="Times New Roman"/>
                <w:sz w:val="18"/>
                <w:szCs w:val="18"/>
                <w:lang w:val="en-US"/>
              </w:rPr>
            </w:pPr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>4–7 p.m.</w:t>
            </w:r>
          </w:p>
        </w:tc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14:paraId="7F1227D2" w14:textId="31666B94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Leadership </w:t>
            </w:r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>d</w:t>
            </w: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>ialogue:</w:t>
            </w:r>
          </w:p>
          <w:p w14:paraId="768EA42A" w14:textId="77777777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>Group A</w:t>
            </w:r>
          </w:p>
          <w:p w14:paraId="593CC948" w14:textId="0829A5F7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color w:val="FF0000"/>
                <w:sz w:val="18"/>
                <w:szCs w:val="18"/>
              </w:rPr>
            </w:pPr>
            <w:r w:rsidRPr="003537F9">
              <w:rPr>
                <w:rFonts w:ascii="Times New Roman" w:eastAsia="Calibri" w:hAnsi="Times New Roman"/>
                <w:sz w:val="18"/>
                <w:szCs w:val="18"/>
              </w:rPr>
              <w:t>“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>Contribution of the environmental dimension of sustainable development to building a resilient and inclusive post-pandemic world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”</w:t>
            </w:r>
          </w:p>
          <w:p w14:paraId="2C38C8EA" w14:textId="40D0B3E5" w:rsidR="003537F9" w:rsidRPr="003537F9" w:rsidRDefault="003537F9" w:rsidP="003537F9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color w:val="FF0000"/>
                <w:sz w:val="18"/>
                <w:szCs w:val="18"/>
              </w:rPr>
              <w:t>ACEFRS</w:t>
            </w:r>
          </w:p>
        </w:tc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773D76C6" w14:textId="1B309734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128" w:right="132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>Adjournment (</w:t>
            </w:r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>w</w:t>
            </w: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rap-up) </w:t>
            </w:r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>p</w:t>
            </w: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lenary </w:t>
            </w:r>
            <w:r w:rsidRPr="003537F9">
              <w:rPr>
                <w:rFonts w:ascii="Times New Roman" w:eastAsia="Calibri" w:hAnsi="Times New Roman"/>
                <w:b/>
                <w:sz w:val="18"/>
                <w:szCs w:val="18"/>
              </w:rPr>
              <w:t>s</w:t>
            </w:r>
            <w:r w:rsidRPr="00846BC6">
              <w:rPr>
                <w:rFonts w:ascii="Times New Roman" w:eastAsia="Calibri" w:hAnsi="Times New Roman"/>
                <w:b/>
                <w:sz w:val="18"/>
                <w:szCs w:val="18"/>
              </w:rPr>
              <w:t>ession</w:t>
            </w:r>
          </w:p>
          <w:p w14:paraId="0C028304" w14:textId="2DA4BAC3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128" w:right="13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- Summary of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the l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eadership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d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>ialogue</w:t>
            </w:r>
          </w:p>
          <w:p w14:paraId="5768F84F" w14:textId="6CCCF20B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sz w:val="18"/>
                <w:szCs w:val="18"/>
              </w:rPr>
              <w:t>- Adoption of procedural decisions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,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 including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 on the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medium-term strategy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 and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the </w:t>
            </w:r>
            <w:proofErr w:type="spellStart"/>
            <w:r w:rsidRPr="003537F9">
              <w:rPr>
                <w:rFonts w:ascii="Times New Roman" w:eastAsia="Calibri" w:hAnsi="Times New Roman"/>
                <w:sz w:val="18"/>
                <w:szCs w:val="18"/>
              </w:rPr>
              <w:t>programme</w:t>
            </w:r>
            <w:proofErr w:type="spellEnd"/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 of work</w:t>
            </w:r>
            <w:r w:rsidR="000B3A35">
              <w:rPr>
                <w:rFonts w:ascii="Times New Roman" w:eastAsia="Calibri" w:hAnsi="Times New Roman"/>
                <w:sz w:val="18"/>
                <w:szCs w:val="18"/>
              </w:rPr>
              <w:t xml:space="preserve"> and </w:t>
            </w:r>
            <w:proofErr w:type="gramStart"/>
            <w:r w:rsidR="000B3A35">
              <w:rPr>
                <w:rFonts w:ascii="Times New Roman" w:eastAsia="Calibri" w:hAnsi="Times New Roman"/>
                <w:sz w:val="18"/>
                <w:szCs w:val="18"/>
              </w:rPr>
              <w:t xml:space="preserve">budget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 xml:space="preserve"> (</w:t>
            </w:r>
            <w:proofErr w:type="gramEnd"/>
            <w:r w:rsidRPr="003537F9">
              <w:rPr>
                <w:rFonts w:ascii="Times New Roman" w:eastAsia="Calibri" w:hAnsi="Times New Roman"/>
                <w:sz w:val="18"/>
                <w:szCs w:val="18"/>
              </w:rPr>
              <w:t>agenda item 12)</w:t>
            </w:r>
          </w:p>
          <w:p w14:paraId="710ACFF4" w14:textId="6290E973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537F9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>Consensual statement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)</w:t>
            </w:r>
          </w:p>
          <w:p w14:paraId="46D8BB00" w14:textId="73E4093E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trike/>
                <w:sz w:val="18"/>
                <w:szCs w:val="18"/>
              </w:rPr>
            </w:pPr>
            <w:r w:rsidRPr="003537F9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Kick-off 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for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 UNEP@50</w:t>
            </w:r>
            <w:r w:rsidRPr="003537F9">
              <w:rPr>
                <w:rFonts w:ascii="Times New Roman" w:eastAsia="Calibri" w:hAnsi="Times New Roman"/>
                <w:sz w:val="18"/>
                <w:szCs w:val="18"/>
              </w:rPr>
              <w:t>)</w:t>
            </w:r>
          </w:p>
          <w:p w14:paraId="038AD67B" w14:textId="0E4388E9" w:rsidR="003537F9" w:rsidRPr="00846BC6" w:rsidRDefault="003537F9" w:rsidP="00846BC6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111" w:right="13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46BC6">
              <w:rPr>
                <w:rFonts w:ascii="Times New Roman" w:eastAsia="Calibri" w:hAnsi="Times New Roman"/>
                <w:sz w:val="18"/>
                <w:szCs w:val="18"/>
              </w:rPr>
              <w:t xml:space="preserve">- Adjournment of the </w:t>
            </w:r>
            <w:r w:rsidRPr="00846BC6">
              <w:rPr>
                <w:rFonts w:eastAsia="Calibri"/>
                <w:sz w:val="18"/>
                <w:szCs w:val="18"/>
              </w:rPr>
              <w:t>s</w:t>
            </w:r>
            <w:r w:rsidRPr="00846BC6">
              <w:rPr>
                <w:rFonts w:ascii="Times New Roman" w:eastAsia="Calibri" w:hAnsi="Times New Roman"/>
                <w:sz w:val="18"/>
                <w:szCs w:val="18"/>
              </w:rPr>
              <w:t>ession</w:t>
            </w:r>
          </w:p>
          <w:p w14:paraId="19807AB9" w14:textId="0052DA3F" w:rsidR="003537F9" w:rsidRPr="003537F9" w:rsidRDefault="003537F9" w:rsidP="003537F9">
            <w:pPr>
              <w:pStyle w:val="Normalpool"/>
              <w:jc w:val="center"/>
              <w:rPr>
                <w:rFonts w:ascii="Times New Roman" w:eastAsia="Calibri" w:hAnsi="Times New Roman"/>
                <w:sz w:val="18"/>
                <w:szCs w:val="18"/>
                <w:lang w:val="en-US"/>
              </w:rPr>
            </w:pPr>
            <w:r w:rsidRPr="00846BC6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en-US"/>
              </w:rPr>
              <w:t>ACEFRS</w:t>
            </w:r>
          </w:p>
        </w:tc>
      </w:tr>
    </w:tbl>
    <w:p w14:paraId="59445C38" w14:textId="67F5D7C7" w:rsidR="007C60BD" w:rsidRDefault="000B3A35" w:rsidP="003537F9">
      <w:pPr>
        <w:tabs>
          <w:tab w:val="clear" w:pos="1247"/>
          <w:tab w:val="right" w:pos="851"/>
          <w:tab w:val="left" w:pos="4082"/>
        </w:tabs>
        <w:suppressAutoHyphens/>
        <w:spacing w:before="60" w:after="40"/>
        <w:ind w:left="272" w:right="284" w:firstLine="11"/>
        <w:rPr>
          <w:bCs/>
          <w:i/>
          <w:iCs/>
          <w:sz w:val="17"/>
          <w:szCs w:val="17"/>
        </w:rPr>
      </w:pPr>
      <w:r>
        <w:rPr>
          <w:bCs/>
          <w:i/>
          <w:iCs/>
          <w:sz w:val="17"/>
          <w:szCs w:val="17"/>
        </w:rPr>
        <w:t xml:space="preserve"> </w:t>
      </w:r>
      <w:r w:rsidR="00065FE0" w:rsidRPr="003537F9">
        <w:rPr>
          <w:bCs/>
          <w:i/>
          <w:iCs/>
          <w:sz w:val="17"/>
          <w:szCs w:val="17"/>
        </w:rPr>
        <w:t>Interpretation</w:t>
      </w:r>
      <w:r w:rsidR="006B3A81" w:rsidRPr="003537F9">
        <w:rPr>
          <w:bCs/>
          <w:i/>
          <w:iCs/>
          <w:sz w:val="17"/>
          <w:szCs w:val="17"/>
        </w:rPr>
        <w:t xml:space="preserve"> available</w:t>
      </w:r>
      <w:r w:rsidR="00065FE0" w:rsidRPr="003537F9">
        <w:rPr>
          <w:bCs/>
          <w:i/>
          <w:iCs/>
          <w:sz w:val="17"/>
          <w:szCs w:val="17"/>
        </w:rPr>
        <w:t xml:space="preserve"> in </w:t>
      </w:r>
      <w:r w:rsidR="00F542E3" w:rsidRPr="003537F9">
        <w:rPr>
          <w:bCs/>
          <w:i/>
          <w:iCs/>
          <w:sz w:val="17"/>
          <w:szCs w:val="17"/>
        </w:rPr>
        <w:t>Arabic, Chinese, English, French, Russian, Spanish</w:t>
      </w:r>
      <w:r w:rsidR="00065FE0" w:rsidRPr="003537F9">
        <w:rPr>
          <w:bCs/>
          <w:i/>
          <w:iCs/>
          <w:sz w:val="17"/>
          <w:szCs w:val="17"/>
        </w:rPr>
        <w:t xml:space="preserve"> (ACEFRS)</w:t>
      </w:r>
      <w:r w:rsidR="00F542E3" w:rsidRPr="003537F9">
        <w:rPr>
          <w:bCs/>
          <w:i/>
          <w:iCs/>
          <w:sz w:val="17"/>
          <w:szCs w:val="17"/>
        </w:rPr>
        <w:t>, namely</w:t>
      </w:r>
      <w:r w:rsidR="00D75058" w:rsidRPr="00846BC6">
        <w:rPr>
          <w:bCs/>
          <w:i/>
          <w:iCs/>
          <w:sz w:val="17"/>
          <w:szCs w:val="17"/>
        </w:rPr>
        <w:t xml:space="preserve"> the six official languages</w:t>
      </w:r>
      <w:r w:rsidR="009D2A65" w:rsidRPr="003537F9">
        <w:rPr>
          <w:bCs/>
          <w:i/>
          <w:iCs/>
          <w:sz w:val="17"/>
          <w:szCs w:val="17"/>
        </w:rPr>
        <w:t xml:space="preserve"> of the United Nations</w:t>
      </w:r>
      <w:r w:rsidR="006B3A81" w:rsidRPr="003537F9">
        <w:rPr>
          <w:bCs/>
          <w:i/>
          <w:iCs/>
          <w:sz w:val="17"/>
          <w:szCs w:val="17"/>
        </w:rPr>
        <w:t>.</w:t>
      </w:r>
    </w:p>
    <w:p w14:paraId="545DFCEC" w14:textId="77777777" w:rsidR="004045EF" w:rsidRPr="004F4F6A" w:rsidRDefault="004045EF" w:rsidP="004045EF">
      <w:pPr>
        <w:pStyle w:val="Normalpool"/>
        <w:rPr>
          <w:rFonts w:eastAsia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4045EF" w:rsidRPr="00D80A6A" w14:paraId="3BC01A82" w14:textId="77777777" w:rsidTr="00A60891">
        <w:tc>
          <w:tcPr>
            <w:tcW w:w="1897" w:type="dxa"/>
          </w:tcPr>
          <w:p w14:paraId="34BCD1A9" w14:textId="77777777" w:rsidR="004045EF" w:rsidRPr="00D80A6A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897" w:type="dxa"/>
          </w:tcPr>
          <w:p w14:paraId="4AC417C3" w14:textId="77777777" w:rsidR="004045EF" w:rsidRPr="00D80A6A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5FD065BC" w14:textId="77777777" w:rsidR="004045EF" w:rsidRPr="00D80A6A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897" w:type="dxa"/>
          </w:tcPr>
          <w:p w14:paraId="58DBCB97" w14:textId="77777777" w:rsidR="004045EF" w:rsidRPr="00D80A6A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898" w:type="dxa"/>
          </w:tcPr>
          <w:p w14:paraId="031E4816" w14:textId="77777777" w:rsidR="004045EF" w:rsidRPr="00D80A6A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53C5AEA4" w14:textId="77777777" w:rsidR="004045EF" w:rsidRPr="00D80A6A" w:rsidRDefault="004045EF" w:rsidP="004045EF">
      <w:pPr>
        <w:pStyle w:val="Normal-pool"/>
        <w:rPr>
          <w:sz w:val="18"/>
          <w:szCs w:val="18"/>
        </w:rPr>
      </w:pPr>
    </w:p>
    <w:sectPr w:rsidR="004045EF" w:rsidRPr="00D80A6A" w:rsidSect="00B93F8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footnotePr>
        <w:numFmt w:val="lowerLetter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67F37" w14:textId="77777777" w:rsidR="009E3F0F" w:rsidRDefault="009E3F0F">
      <w:r>
        <w:separator/>
      </w:r>
    </w:p>
  </w:endnote>
  <w:endnote w:type="continuationSeparator" w:id="0">
    <w:p w14:paraId="08144509" w14:textId="77777777" w:rsidR="009E3F0F" w:rsidRDefault="009E3F0F">
      <w:r>
        <w:continuationSeparator/>
      </w:r>
    </w:p>
  </w:endnote>
  <w:endnote w:type="continuationNotice" w:id="1">
    <w:p w14:paraId="4D154F02" w14:textId="77777777" w:rsidR="009E3F0F" w:rsidRDefault="009E3F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DF5A3" w14:textId="691343D8" w:rsidR="00174650" w:rsidRPr="00645231" w:rsidRDefault="00174650" w:rsidP="00645231">
    <w:pPr>
      <w:pStyle w:val="Footer-pool"/>
    </w:pPr>
    <w:r w:rsidRPr="00645231">
      <w:rPr>
        <w:rStyle w:val="PageNumber"/>
        <w:b/>
      </w:rPr>
      <w:fldChar w:fldCharType="begin"/>
    </w:r>
    <w:r w:rsidRPr="00645231">
      <w:rPr>
        <w:rStyle w:val="PageNumber"/>
        <w:b/>
      </w:rPr>
      <w:instrText xml:space="preserve"> PAGE </w:instrText>
    </w:r>
    <w:r w:rsidRPr="00645231">
      <w:rPr>
        <w:rStyle w:val="PageNumber"/>
        <w:b/>
      </w:rPr>
      <w:fldChar w:fldCharType="separate"/>
    </w:r>
    <w:r>
      <w:rPr>
        <w:rStyle w:val="PageNumber"/>
        <w:b/>
        <w:noProof/>
      </w:rPr>
      <w:t>4</w:t>
    </w:r>
    <w:r w:rsidRPr="00645231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17D8D" w14:textId="6860C4DE" w:rsidR="00174650" w:rsidRPr="00645231" w:rsidRDefault="00174650" w:rsidP="00645231">
    <w:pPr>
      <w:pStyle w:val="Footer-pool"/>
      <w:jc w:val="right"/>
    </w:pPr>
    <w:r w:rsidRPr="00645231">
      <w:rPr>
        <w:rStyle w:val="PageNumber"/>
        <w:b/>
      </w:rPr>
      <w:fldChar w:fldCharType="begin"/>
    </w:r>
    <w:r w:rsidRPr="00645231">
      <w:rPr>
        <w:rStyle w:val="PageNumber"/>
        <w:b/>
      </w:rPr>
      <w:instrText xml:space="preserve"> PAGE </w:instrText>
    </w:r>
    <w:r w:rsidRPr="00645231">
      <w:rPr>
        <w:rStyle w:val="PageNumber"/>
        <w:b/>
      </w:rPr>
      <w:fldChar w:fldCharType="separate"/>
    </w:r>
    <w:r>
      <w:rPr>
        <w:rStyle w:val="PageNumber"/>
        <w:b/>
        <w:noProof/>
      </w:rPr>
      <w:t>5</w:t>
    </w:r>
    <w:r w:rsidRPr="00645231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0CEB3" w14:textId="5D86D3B6" w:rsidR="00174650" w:rsidRPr="00645231" w:rsidRDefault="00174650" w:rsidP="00645231">
    <w:pPr>
      <w:pStyle w:val="Footer-pool"/>
      <w:rPr>
        <w:b w:val="0"/>
        <w:bCs/>
        <w:sz w:val="20"/>
      </w:rPr>
    </w:pPr>
    <w:r w:rsidRPr="00645231">
      <w:rPr>
        <w:b w:val="0"/>
        <w:bCs/>
        <w:sz w:val="20"/>
      </w:rPr>
      <w:t>K</w:t>
    </w:r>
    <w:r>
      <w:rPr>
        <w:b w:val="0"/>
        <w:bCs/>
        <w:sz w:val="20"/>
      </w:rPr>
      <w:t>2002097</w:t>
    </w:r>
    <w:r>
      <w:rPr>
        <w:b w:val="0"/>
        <w:bCs/>
        <w:sz w:val="20"/>
      </w:rPr>
      <w:tab/>
      <w:t>xx0121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3AA7C" w14:textId="77777777" w:rsidR="009E3F0F" w:rsidRPr="00643832" w:rsidRDefault="009E3F0F" w:rsidP="0048610B">
      <w:pPr>
        <w:spacing w:before="60"/>
        <w:ind w:left="624"/>
        <w:rPr>
          <w:sz w:val="18"/>
          <w:szCs w:val="18"/>
        </w:rPr>
      </w:pPr>
      <w:r w:rsidRPr="00643832">
        <w:rPr>
          <w:sz w:val="18"/>
          <w:szCs w:val="18"/>
        </w:rPr>
        <w:separator/>
      </w:r>
    </w:p>
  </w:footnote>
  <w:footnote w:type="continuationSeparator" w:id="0">
    <w:p w14:paraId="57109701" w14:textId="77777777" w:rsidR="009E3F0F" w:rsidRDefault="009E3F0F">
      <w:r>
        <w:continuationSeparator/>
      </w:r>
    </w:p>
  </w:footnote>
  <w:footnote w:type="continuationNotice" w:id="1">
    <w:p w14:paraId="23B92FC2" w14:textId="77777777" w:rsidR="009E3F0F" w:rsidRDefault="009E3F0F"/>
  </w:footnote>
  <w:footnote w:id="2">
    <w:p w14:paraId="4373933B" w14:textId="77777777" w:rsidR="00174650" w:rsidRPr="00846BC6" w:rsidRDefault="00174650" w:rsidP="003537F9">
      <w:pPr>
        <w:pStyle w:val="Normal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846BC6">
        <w:rPr>
          <w:sz w:val="18"/>
          <w:szCs w:val="18"/>
          <w:lang w:val="en-GB"/>
        </w:rPr>
        <w:t>*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2020, the fifth session of the Assembly is expected to adjourn on 23 February 2021 and resume as an in-person meeting in February 2022.</w:t>
      </w:r>
    </w:p>
  </w:footnote>
  <w:footnote w:id="3">
    <w:p w14:paraId="5A6CD9C3" w14:textId="77777777" w:rsidR="00174650" w:rsidRPr="00846BC6" w:rsidRDefault="00174650" w:rsidP="003537F9">
      <w:pPr>
        <w:pStyle w:val="Normal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bCs/>
          <w:sz w:val="18"/>
          <w:szCs w:val="18"/>
          <w:lang w:val="en-GB"/>
        </w:rPr>
      </w:pPr>
      <w:r w:rsidRPr="00846BC6">
        <w:rPr>
          <w:rStyle w:val="FootnoteReference"/>
          <w:sz w:val="18"/>
          <w:vertAlign w:val="baseline"/>
          <w:lang w:val="en-GB"/>
        </w:rPr>
        <w:t>**</w:t>
      </w:r>
      <w:r w:rsidRPr="00846BC6">
        <w:rPr>
          <w:sz w:val="18"/>
          <w:szCs w:val="18"/>
          <w:lang w:val="en-GB"/>
        </w:rPr>
        <w:t xml:space="preserve"> UNEP/EA.5/Rev.1.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BA6C8" w14:textId="1CD8B8F8" w:rsidR="00174650" w:rsidRPr="00A67F0E" w:rsidRDefault="00174650" w:rsidP="00645231">
    <w:pPr>
      <w:pStyle w:val="Header-pool"/>
    </w:pPr>
    <w:r w:rsidRPr="00A67F0E">
      <w:rPr>
        <w:bCs/>
      </w:rPr>
      <w:t>UNEP</w:t>
    </w:r>
    <w:r w:rsidRPr="00A67F0E">
      <w:rPr>
        <w:noProof/>
      </w:rPr>
      <w:t>/EA.</w:t>
    </w:r>
    <w:r>
      <w:rPr>
        <w:noProof/>
      </w:rPr>
      <w:t>5</w:t>
    </w:r>
    <w:r w:rsidRPr="00A67F0E">
      <w:rPr>
        <w:noProof/>
      </w:rPr>
      <w:t>/</w:t>
    </w:r>
    <w:r>
      <w:rPr>
        <w:noProof/>
      </w:rPr>
      <w:t>INF</w:t>
    </w:r>
    <w:r w:rsidR="00DF45FD">
      <w:rPr>
        <w:noProof/>
      </w:rPr>
      <w:t>/</w:t>
    </w:r>
    <w:r>
      <w:rPr>
        <w:noProof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18E81" w14:textId="5455CDF2" w:rsidR="00174650" w:rsidRPr="00A67F0E" w:rsidRDefault="00174650" w:rsidP="00645231">
    <w:pPr>
      <w:pStyle w:val="Header-pool"/>
      <w:jc w:val="right"/>
    </w:pPr>
    <w:r w:rsidRPr="00A67F0E">
      <w:rPr>
        <w:bCs/>
      </w:rPr>
      <w:t>UNEP</w:t>
    </w:r>
    <w:r w:rsidRPr="00A67F0E">
      <w:rPr>
        <w:noProof/>
      </w:rPr>
      <w:t>/EA.</w:t>
    </w:r>
    <w:r>
      <w:rPr>
        <w:noProof/>
      </w:rPr>
      <w:t>5</w:t>
    </w:r>
    <w:r w:rsidRPr="00A67F0E">
      <w:rPr>
        <w:noProof/>
      </w:rPr>
      <w:t>/</w:t>
    </w:r>
    <w:r>
      <w:rPr>
        <w:noProof/>
      </w:rPr>
      <w:t>INF</w:t>
    </w:r>
    <w:r w:rsidR="00DF45FD">
      <w:rPr>
        <w:noProof/>
      </w:rPr>
      <w:t>/</w:t>
    </w:r>
    <w:r>
      <w:rPr>
        <w:noProof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FF520" w14:textId="45FB5529" w:rsidR="00174650" w:rsidRDefault="00174650" w:rsidP="00ED03E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71867"/>
    <w:multiLevelType w:val="singleLevel"/>
    <w:tmpl w:val="9AB82FE2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5571603"/>
    <w:multiLevelType w:val="singleLevel"/>
    <w:tmpl w:val="53BE2666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A66A9D"/>
    <w:multiLevelType w:val="multilevel"/>
    <w:tmpl w:val="6E1E14F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24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14"/>
        </w:tabs>
        <w:ind w:left="181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381"/>
        </w:tabs>
        <w:ind w:left="2381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948"/>
        </w:tabs>
        <w:ind w:left="2948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515"/>
        </w:tabs>
        <w:ind w:left="4082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82"/>
        </w:tabs>
        <w:ind w:left="4649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9"/>
        </w:tabs>
        <w:ind w:left="521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16"/>
        </w:tabs>
        <w:ind w:left="5783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83"/>
        </w:tabs>
        <w:ind w:left="6350" w:hanging="567"/>
      </w:pPr>
      <w:rPr>
        <w:rFonts w:hint="default"/>
      </w:rPr>
    </w:lvl>
  </w:abstractNum>
  <w:abstractNum w:abstractNumId="3" w15:restartNumberingAfterBreak="0">
    <w:nsid w:val="62291BF8"/>
    <w:multiLevelType w:val="multilevel"/>
    <w:tmpl w:val="24787CB4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 w15:restartNumberingAfterBreak="0">
    <w:nsid w:val="72B31973"/>
    <w:multiLevelType w:val="hybridMultilevel"/>
    <w:tmpl w:val="E724DC64"/>
    <w:lvl w:ilvl="0" w:tplc="83C6B818">
      <w:start w:val="1"/>
      <w:numFmt w:val="decimal"/>
      <w:lvlText w:val="%1."/>
      <w:lvlJc w:val="left"/>
      <w:pPr>
        <w:ind w:left="1607" w:hanging="360"/>
      </w:pPr>
      <w:rPr>
        <w:rFonts w:hint="default"/>
        <w:b w:val="0"/>
        <w:bCs w:val="0"/>
        <w:strike w:val="0"/>
        <w:color w:val="auto"/>
        <w:sz w:val="20"/>
        <w:szCs w:val="20"/>
      </w:rPr>
    </w:lvl>
    <w:lvl w:ilvl="1" w:tplc="20000019" w:tentative="1">
      <w:start w:val="1"/>
      <w:numFmt w:val="lowerLetter"/>
      <w:lvlText w:val="%2."/>
      <w:lvlJc w:val="left"/>
      <w:pPr>
        <w:ind w:left="2327" w:hanging="360"/>
      </w:pPr>
    </w:lvl>
    <w:lvl w:ilvl="2" w:tplc="2000001B" w:tentative="1">
      <w:start w:val="1"/>
      <w:numFmt w:val="lowerRoman"/>
      <w:lvlText w:val="%3."/>
      <w:lvlJc w:val="right"/>
      <w:pPr>
        <w:ind w:left="3047" w:hanging="180"/>
      </w:pPr>
    </w:lvl>
    <w:lvl w:ilvl="3" w:tplc="2000000F" w:tentative="1">
      <w:start w:val="1"/>
      <w:numFmt w:val="decimal"/>
      <w:lvlText w:val="%4."/>
      <w:lvlJc w:val="left"/>
      <w:pPr>
        <w:ind w:left="3767" w:hanging="360"/>
      </w:pPr>
    </w:lvl>
    <w:lvl w:ilvl="4" w:tplc="20000019" w:tentative="1">
      <w:start w:val="1"/>
      <w:numFmt w:val="lowerLetter"/>
      <w:lvlText w:val="%5."/>
      <w:lvlJc w:val="left"/>
      <w:pPr>
        <w:ind w:left="4487" w:hanging="360"/>
      </w:pPr>
    </w:lvl>
    <w:lvl w:ilvl="5" w:tplc="2000001B" w:tentative="1">
      <w:start w:val="1"/>
      <w:numFmt w:val="lowerRoman"/>
      <w:lvlText w:val="%6."/>
      <w:lvlJc w:val="right"/>
      <w:pPr>
        <w:ind w:left="5207" w:hanging="180"/>
      </w:pPr>
    </w:lvl>
    <w:lvl w:ilvl="6" w:tplc="2000000F" w:tentative="1">
      <w:start w:val="1"/>
      <w:numFmt w:val="decimal"/>
      <w:lvlText w:val="%7."/>
      <w:lvlJc w:val="left"/>
      <w:pPr>
        <w:ind w:left="5927" w:hanging="360"/>
      </w:pPr>
    </w:lvl>
    <w:lvl w:ilvl="7" w:tplc="20000019" w:tentative="1">
      <w:start w:val="1"/>
      <w:numFmt w:val="lowerLetter"/>
      <w:lvlText w:val="%8."/>
      <w:lvlJc w:val="left"/>
      <w:pPr>
        <w:ind w:left="6647" w:hanging="360"/>
      </w:pPr>
    </w:lvl>
    <w:lvl w:ilvl="8" w:tplc="2000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5" w15:restartNumberingAfterBreak="0">
    <w:nsid w:val="79370D71"/>
    <w:multiLevelType w:val="hybridMultilevel"/>
    <w:tmpl w:val="B2C024C2"/>
    <w:lvl w:ilvl="0" w:tplc="B37895EC">
      <w:start w:val="1"/>
      <w:numFmt w:val="decimal"/>
      <w:lvlText w:val="%1."/>
      <w:lvlJc w:val="left"/>
      <w:pPr>
        <w:ind w:left="1990" w:hanging="62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GB" w:eastAsia="en-GB" w:bidi="en-GB"/>
      </w:rPr>
    </w:lvl>
    <w:lvl w:ilvl="1" w:tplc="EE0A970C">
      <w:numFmt w:val="bullet"/>
      <w:lvlText w:val="•"/>
      <w:lvlJc w:val="left"/>
      <w:pPr>
        <w:ind w:left="2772" w:hanging="624"/>
      </w:pPr>
      <w:rPr>
        <w:rFonts w:hint="default"/>
        <w:lang w:val="en-GB" w:eastAsia="en-GB" w:bidi="en-GB"/>
      </w:rPr>
    </w:lvl>
    <w:lvl w:ilvl="2" w:tplc="2730D08A">
      <w:numFmt w:val="bullet"/>
      <w:lvlText w:val="•"/>
      <w:lvlJc w:val="left"/>
      <w:pPr>
        <w:ind w:left="3545" w:hanging="624"/>
      </w:pPr>
      <w:rPr>
        <w:rFonts w:hint="default"/>
        <w:lang w:val="en-GB" w:eastAsia="en-GB" w:bidi="en-GB"/>
      </w:rPr>
    </w:lvl>
    <w:lvl w:ilvl="3" w:tplc="C0F86DE4">
      <w:numFmt w:val="bullet"/>
      <w:lvlText w:val="•"/>
      <w:lvlJc w:val="left"/>
      <w:pPr>
        <w:ind w:left="4317" w:hanging="624"/>
      </w:pPr>
      <w:rPr>
        <w:rFonts w:hint="default"/>
        <w:lang w:val="en-GB" w:eastAsia="en-GB" w:bidi="en-GB"/>
      </w:rPr>
    </w:lvl>
    <w:lvl w:ilvl="4" w:tplc="3E22F572">
      <w:numFmt w:val="bullet"/>
      <w:lvlText w:val="•"/>
      <w:lvlJc w:val="left"/>
      <w:pPr>
        <w:ind w:left="5090" w:hanging="624"/>
      </w:pPr>
      <w:rPr>
        <w:rFonts w:hint="default"/>
        <w:lang w:val="en-GB" w:eastAsia="en-GB" w:bidi="en-GB"/>
      </w:rPr>
    </w:lvl>
    <w:lvl w:ilvl="5" w:tplc="BA54C932">
      <w:numFmt w:val="bullet"/>
      <w:lvlText w:val="•"/>
      <w:lvlJc w:val="left"/>
      <w:pPr>
        <w:ind w:left="5863" w:hanging="624"/>
      </w:pPr>
      <w:rPr>
        <w:rFonts w:hint="default"/>
        <w:lang w:val="en-GB" w:eastAsia="en-GB" w:bidi="en-GB"/>
      </w:rPr>
    </w:lvl>
    <w:lvl w:ilvl="6" w:tplc="FC6A308C">
      <w:numFmt w:val="bullet"/>
      <w:lvlText w:val="•"/>
      <w:lvlJc w:val="left"/>
      <w:pPr>
        <w:ind w:left="6635" w:hanging="624"/>
      </w:pPr>
      <w:rPr>
        <w:rFonts w:hint="default"/>
        <w:lang w:val="en-GB" w:eastAsia="en-GB" w:bidi="en-GB"/>
      </w:rPr>
    </w:lvl>
    <w:lvl w:ilvl="7" w:tplc="E6C6E436">
      <w:numFmt w:val="bullet"/>
      <w:lvlText w:val="•"/>
      <w:lvlJc w:val="left"/>
      <w:pPr>
        <w:ind w:left="7408" w:hanging="624"/>
      </w:pPr>
      <w:rPr>
        <w:rFonts w:hint="default"/>
        <w:lang w:val="en-GB" w:eastAsia="en-GB" w:bidi="en-GB"/>
      </w:rPr>
    </w:lvl>
    <w:lvl w:ilvl="8" w:tplc="952EA480">
      <w:numFmt w:val="bullet"/>
      <w:lvlText w:val="•"/>
      <w:lvlJc w:val="left"/>
      <w:pPr>
        <w:ind w:left="8181" w:hanging="624"/>
      </w:pPr>
      <w:rPr>
        <w:rFonts w:hint="default"/>
        <w:lang w:val="en-GB" w:eastAsia="en-GB" w:bidi="en-GB"/>
      </w:rPr>
    </w:lvl>
  </w:abstractNum>
  <w:abstractNum w:abstractNumId="6" w15:restartNumberingAfterBreak="0">
    <w:nsid w:val="7C04744C"/>
    <w:multiLevelType w:val="hybridMultilevel"/>
    <w:tmpl w:val="1226799E"/>
    <w:lvl w:ilvl="0" w:tplc="096E36B8">
      <w:start w:val="1"/>
      <w:numFmt w:val="decimal"/>
      <w:lvlText w:val="%1."/>
      <w:lvlJc w:val="left"/>
      <w:pPr>
        <w:ind w:left="1260" w:hanging="360"/>
      </w:pPr>
      <w:rPr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2727" w:hanging="360"/>
      </w:pPr>
    </w:lvl>
    <w:lvl w:ilvl="2" w:tplc="0409001B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 w15:restartNumberingAfterBreak="0">
    <w:nsid w:val="7C59234D"/>
    <w:multiLevelType w:val="hybridMultilevel"/>
    <w:tmpl w:val="E6A60730"/>
    <w:lvl w:ilvl="0" w:tplc="04090013">
      <w:start w:val="1"/>
      <w:numFmt w:val="upperRoman"/>
      <w:lvlText w:val="%1."/>
      <w:lvlJc w:val="right"/>
      <w:pPr>
        <w:ind w:left="1969" w:hanging="360"/>
      </w:p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5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6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7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8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9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0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2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3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4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5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6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7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8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19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20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2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22">
    <w:abstractNumId w:val="3"/>
  </w:num>
  <w:num w:numId="23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24">
    <w:abstractNumId w:val="5"/>
  </w:num>
  <w:num w:numId="25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26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27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28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29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0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2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3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4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5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6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7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8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sz w:val="20"/>
          <w:szCs w:val="20"/>
        </w:rPr>
      </w:lvl>
    </w:lvlOverride>
  </w:num>
  <w:num w:numId="39">
    <w:abstractNumId w:val="0"/>
  </w:num>
  <w:num w:numId="40">
    <w:abstractNumId w:val="1"/>
  </w:num>
  <w:num w:numId="41">
    <w:abstractNumId w:val="2"/>
  </w:num>
  <w:num w:numId="42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 w:val="0"/>
          <w:color w:val="auto"/>
        </w:rPr>
      </w:lvl>
    </w:lvlOverride>
  </w:num>
  <w:num w:numId="43">
    <w:abstractNumId w:val="2"/>
  </w:num>
  <w:num w:numId="44">
    <w:abstractNumId w:val="4"/>
  </w:num>
  <w:num w:numId="45">
    <w:abstractNumId w:val="6"/>
  </w:num>
  <w:num w:numId="46">
    <w:abstractNumId w:val="7"/>
  </w:num>
  <w:num w:numId="47">
    <w:abstractNumId w:val="2"/>
  </w:num>
  <w:num w:numId="48">
    <w:abstractNumId w:val="2"/>
  </w:num>
  <w:num w:numId="49">
    <w:abstractNumId w:val="2"/>
  </w:num>
  <w:num w:numId="5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Fmt w:val="lowerLetter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0MTMwMzQ3NDEGQiUdpeDU4uLM/DyQAuNaADcO/BcsAAAA"/>
  </w:docVars>
  <w:rsids>
    <w:rsidRoot w:val="00091FA7"/>
    <w:rsid w:val="0000760B"/>
    <w:rsid w:val="00007A53"/>
    <w:rsid w:val="00012077"/>
    <w:rsid w:val="000149E6"/>
    <w:rsid w:val="000238D4"/>
    <w:rsid w:val="000247B0"/>
    <w:rsid w:val="0002620F"/>
    <w:rsid w:val="00026997"/>
    <w:rsid w:val="00033E0B"/>
    <w:rsid w:val="000348C0"/>
    <w:rsid w:val="00035EDE"/>
    <w:rsid w:val="000509B4"/>
    <w:rsid w:val="00052070"/>
    <w:rsid w:val="00057A47"/>
    <w:rsid w:val="0006035B"/>
    <w:rsid w:val="00065FE0"/>
    <w:rsid w:val="0007148F"/>
    <w:rsid w:val="00071886"/>
    <w:rsid w:val="000742BC"/>
    <w:rsid w:val="000818FE"/>
    <w:rsid w:val="00082A0C"/>
    <w:rsid w:val="00083504"/>
    <w:rsid w:val="000877FC"/>
    <w:rsid w:val="00091FA7"/>
    <w:rsid w:val="0009640C"/>
    <w:rsid w:val="000B1231"/>
    <w:rsid w:val="000B22A2"/>
    <w:rsid w:val="000B297F"/>
    <w:rsid w:val="000B2FB7"/>
    <w:rsid w:val="000B3A35"/>
    <w:rsid w:val="000C2A52"/>
    <w:rsid w:val="000C30E8"/>
    <w:rsid w:val="000D33C0"/>
    <w:rsid w:val="000D6941"/>
    <w:rsid w:val="0010346D"/>
    <w:rsid w:val="00103973"/>
    <w:rsid w:val="0011190A"/>
    <w:rsid w:val="00115FDC"/>
    <w:rsid w:val="00117D43"/>
    <w:rsid w:val="001202E3"/>
    <w:rsid w:val="00123699"/>
    <w:rsid w:val="00123C52"/>
    <w:rsid w:val="00124E83"/>
    <w:rsid w:val="0013059D"/>
    <w:rsid w:val="00131398"/>
    <w:rsid w:val="00140965"/>
    <w:rsid w:val="001413CB"/>
    <w:rsid w:val="001419CE"/>
    <w:rsid w:val="00141A55"/>
    <w:rsid w:val="00142EB1"/>
    <w:rsid w:val="001446A3"/>
    <w:rsid w:val="00150D94"/>
    <w:rsid w:val="001549BE"/>
    <w:rsid w:val="00155395"/>
    <w:rsid w:val="00160D74"/>
    <w:rsid w:val="00167760"/>
    <w:rsid w:val="00167D02"/>
    <w:rsid w:val="00170216"/>
    <w:rsid w:val="00174650"/>
    <w:rsid w:val="00181EC8"/>
    <w:rsid w:val="00184349"/>
    <w:rsid w:val="00190E9E"/>
    <w:rsid w:val="00195F33"/>
    <w:rsid w:val="001976B2"/>
    <w:rsid w:val="001A54A9"/>
    <w:rsid w:val="001B05FC"/>
    <w:rsid w:val="001B1617"/>
    <w:rsid w:val="001B2183"/>
    <w:rsid w:val="001B504B"/>
    <w:rsid w:val="001C4722"/>
    <w:rsid w:val="001C6618"/>
    <w:rsid w:val="001C7D7F"/>
    <w:rsid w:val="001D0C19"/>
    <w:rsid w:val="001D160B"/>
    <w:rsid w:val="001D3874"/>
    <w:rsid w:val="001D79B8"/>
    <w:rsid w:val="001D7E75"/>
    <w:rsid w:val="001E3330"/>
    <w:rsid w:val="001E3CB7"/>
    <w:rsid w:val="001E56D2"/>
    <w:rsid w:val="001E57D4"/>
    <w:rsid w:val="001E7D56"/>
    <w:rsid w:val="001F2443"/>
    <w:rsid w:val="001F75DE"/>
    <w:rsid w:val="00200D58"/>
    <w:rsid w:val="002013BE"/>
    <w:rsid w:val="00205C33"/>
    <w:rsid w:val="002063A4"/>
    <w:rsid w:val="00206E77"/>
    <w:rsid w:val="0021145B"/>
    <w:rsid w:val="0022436A"/>
    <w:rsid w:val="002245B6"/>
    <w:rsid w:val="0022517B"/>
    <w:rsid w:val="00227485"/>
    <w:rsid w:val="002345A6"/>
    <w:rsid w:val="002379C0"/>
    <w:rsid w:val="00241A3E"/>
    <w:rsid w:val="00243D36"/>
    <w:rsid w:val="00244D52"/>
    <w:rsid w:val="00247707"/>
    <w:rsid w:val="0026018E"/>
    <w:rsid w:val="00286740"/>
    <w:rsid w:val="002929D8"/>
    <w:rsid w:val="002943EB"/>
    <w:rsid w:val="00296929"/>
    <w:rsid w:val="002A1F8A"/>
    <w:rsid w:val="002A237D"/>
    <w:rsid w:val="002A4C53"/>
    <w:rsid w:val="002B0672"/>
    <w:rsid w:val="002B247F"/>
    <w:rsid w:val="002B4DFA"/>
    <w:rsid w:val="002B675B"/>
    <w:rsid w:val="002C145D"/>
    <w:rsid w:val="002C2C3E"/>
    <w:rsid w:val="002C517B"/>
    <w:rsid w:val="002C533E"/>
    <w:rsid w:val="002C7D03"/>
    <w:rsid w:val="002D027F"/>
    <w:rsid w:val="002D3C64"/>
    <w:rsid w:val="002D726E"/>
    <w:rsid w:val="002D7358"/>
    <w:rsid w:val="002D7A85"/>
    <w:rsid w:val="002D7B60"/>
    <w:rsid w:val="002E44A1"/>
    <w:rsid w:val="002E48CE"/>
    <w:rsid w:val="002E512F"/>
    <w:rsid w:val="002F4761"/>
    <w:rsid w:val="002F5C79"/>
    <w:rsid w:val="00300A10"/>
    <w:rsid w:val="003019E2"/>
    <w:rsid w:val="00303867"/>
    <w:rsid w:val="0031413F"/>
    <w:rsid w:val="003148BB"/>
    <w:rsid w:val="00317976"/>
    <w:rsid w:val="00344F72"/>
    <w:rsid w:val="00345684"/>
    <w:rsid w:val="00351D6E"/>
    <w:rsid w:val="003537F9"/>
    <w:rsid w:val="00355EA9"/>
    <w:rsid w:val="003578DE"/>
    <w:rsid w:val="0036679E"/>
    <w:rsid w:val="00375652"/>
    <w:rsid w:val="0037613A"/>
    <w:rsid w:val="00391253"/>
    <w:rsid w:val="00394131"/>
    <w:rsid w:val="00395C92"/>
    <w:rsid w:val="00395D25"/>
    <w:rsid w:val="00396257"/>
    <w:rsid w:val="003962B0"/>
    <w:rsid w:val="00397EB8"/>
    <w:rsid w:val="003A4FD0"/>
    <w:rsid w:val="003A69D1"/>
    <w:rsid w:val="003A7705"/>
    <w:rsid w:val="003A77F1"/>
    <w:rsid w:val="003B1545"/>
    <w:rsid w:val="003B444A"/>
    <w:rsid w:val="003C06C8"/>
    <w:rsid w:val="003C409D"/>
    <w:rsid w:val="003C5BA6"/>
    <w:rsid w:val="003F0E85"/>
    <w:rsid w:val="003F2079"/>
    <w:rsid w:val="004045EF"/>
    <w:rsid w:val="00406F65"/>
    <w:rsid w:val="00410C55"/>
    <w:rsid w:val="0041285A"/>
    <w:rsid w:val="004145F0"/>
    <w:rsid w:val="00416854"/>
    <w:rsid w:val="00417725"/>
    <w:rsid w:val="00432B4B"/>
    <w:rsid w:val="00437117"/>
    <w:rsid w:val="00437F26"/>
    <w:rsid w:val="00444097"/>
    <w:rsid w:val="0044467F"/>
    <w:rsid w:val="00445487"/>
    <w:rsid w:val="00451B49"/>
    <w:rsid w:val="00454769"/>
    <w:rsid w:val="00466991"/>
    <w:rsid w:val="0047064C"/>
    <w:rsid w:val="004807BE"/>
    <w:rsid w:val="0048610B"/>
    <w:rsid w:val="004A42E1"/>
    <w:rsid w:val="004A45B2"/>
    <w:rsid w:val="004A761D"/>
    <w:rsid w:val="004B162C"/>
    <w:rsid w:val="004B255A"/>
    <w:rsid w:val="004C1DD7"/>
    <w:rsid w:val="004C221B"/>
    <w:rsid w:val="004C3DBE"/>
    <w:rsid w:val="004C5C96"/>
    <w:rsid w:val="004C68C6"/>
    <w:rsid w:val="004D06A4"/>
    <w:rsid w:val="004D0E4D"/>
    <w:rsid w:val="004D3335"/>
    <w:rsid w:val="004D6FA5"/>
    <w:rsid w:val="004E2BD9"/>
    <w:rsid w:val="004F1A81"/>
    <w:rsid w:val="004F4F6A"/>
    <w:rsid w:val="004F6844"/>
    <w:rsid w:val="00513B67"/>
    <w:rsid w:val="005171DE"/>
    <w:rsid w:val="005218D9"/>
    <w:rsid w:val="0052629C"/>
    <w:rsid w:val="00530D9C"/>
    <w:rsid w:val="00536186"/>
    <w:rsid w:val="0053641D"/>
    <w:rsid w:val="00544CBB"/>
    <w:rsid w:val="00553DB8"/>
    <w:rsid w:val="00556CB5"/>
    <w:rsid w:val="00566CC7"/>
    <w:rsid w:val="005716B5"/>
    <w:rsid w:val="0057239E"/>
    <w:rsid w:val="0057315F"/>
    <w:rsid w:val="00573EF1"/>
    <w:rsid w:val="00574E81"/>
    <w:rsid w:val="00576104"/>
    <w:rsid w:val="0057674F"/>
    <w:rsid w:val="005818BA"/>
    <w:rsid w:val="00582BC0"/>
    <w:rsid w:val="00582F49"/>
    <w:rsid w:val="0058381F"/>
    <w:rsid w:val="005841A3"/>
    <w:rsid w:val="005A3DF4"/>
    <w:rsid w:val="005C21AE"/>
    <w:rsid w:val="005C67C8"/>
    <w:rsid w:val="005C7140"/>
    <w:rsid w:val="005D0249"/>
    <w:rsid w:val="005D1D79"/>
    <w:rsid w:val="005D6E8C"/>
    <w:rsid w:val="005E0549"/>
    <w:rsid w:val="005E34AD"/>
    <w:rsid w:val="005E4EB1"/>
    <w:rsid w:val="005F100C"/>
    <w:rsid w:val="005F514F"/>
    <w:rsid w:val="005F65BB"/>
    <w:rsid w:val="005F68DA"/>
    <w:rsid w:val="00606831"/>
    <w:rsid w:val="0060773B"/>
    <w:rsid w:val="006123DF"/>
    <w:rsid w:val="006157B5"/>
    <w:rsid w:val="0062327A"/>
    <w:rsid w:val="00626FC6"/>
    <w:rsid w:val="006303B4"/>
    <w:rsid w:val="00631354"/>
    <w:rsid w:val="00633D3D"/>
    <w:rsid w:val="006375A9"/>
    <w:rsid w:val="00641462"/>
    <w:rsid w:val="00641703"/>
    <w:rsid w:val="0064197F"/>
    <w:rsid w:val="006431A6"/>
    <w:rsid w:val="00643832"/>
    <w:rsid w:val="00644B2D"/>
    <w:rsid w:val="00645231"/>
    <w:rsid w:val="006459F6"/>
    <w:rsid w:val="0064759B"/>
    <w:rsid w:val="006501AD"/>
    <w:rsid w:val="00651131"/>
    <w:rsid w:val="0065177F"/>
    <w:rsid w:val="00651BFA"/>
    <w:rsid w:val="00654475"/>
    <w:rsid w:val="00655EAC"/>
    <w:rsid w:val="00664B07"/>
    <w:rsid w:val="00665A4B"/>
    <w:rsid w:val="00673FD1"/>
    <w:rsid w:val="00675AED"/>
    <w:rsid w:val="006762E1"/>
    <w:rsid w:val="00682DCF"/>
    <w:rsid w:val="00683F7F"/>
    <w:rsid w:val="006870D7"/>
    <w:rsid w:val="00692E2A"/>
    <w:rsid w:val="006A76F2"/>
    <w:rsid w:val="006B38AC"/>
    <w:rsid w:val="006B3A81"/>
    <w:rsid w:val="006B45C8"/>
    <w:rsid w:val="006C03CE"/>
    <w:rsid w:val="006C1607"/>
    <w:rsid w:val="006C2201"/>
    <w:rsid w:val="006C5B2A"/>
    <w:rsid w:val="006C6549"/>
    <w:rsid w:val="006D26B4"/>
    <w:rsid w:val="006D5F46"/>
    <w:rsid w:val="006D7EFB"/>
    <w:rsid w:val="006E6672"/>
    <w:rsid w:val="006E6722"/>
    <w:rsid w:val="0070154A"/>
    <w:rsid w:val="007027B9"/>
    <w:rsid w:val="00707233"/>
    <w:rsid w:val="00715E88"/>
    <w:rsid w:val="007320EF"/>
    <w:rsid w:val="0073264E"/>
    <w:rsid w:val="00734CAA"/>
    <w:rsid w:val="00736520"/>
    <w:rsid w:val="007538BE"/>
    <w:rsid w:val="00753F3F"/>
    <w:rsid w:val="0075533C"/>
    <w:rsid w:val="00757581"/>
    <w:rsid w:val="007611A0"/>
    <w:rsid w:val="00777EBA"/>
    <w:rsid w:val="00796811"/>
    <w:rsid w:val="00796D3F"/>
    <w:rsid w:val="007A01F3"/>
    <w:rsid w:val="007A1683"/>
    <w:rsid w:val="007A5C12"/>
    <w:rsid w:val="007A7910"/>
    <w:rsid w:val="007A7CB0"/>
    <w:rsid w:val="007B1200"/>
    <w:rsid w:val="007B68A3"/>
    <w:rsid w:val="007C2541"/>
    <w:rsid w:val="007C60BD"/>
    <w:rsid w:val="007D0B4F"/>
    <w:rsid w:val="007D66A8"/>
    <w:rsid w:val="007E003F"/>
    <w:rsid w:val="007E42B8"/>
    <w:rsid w:val="007F7CB2"/>
    <w:rsid w:val="008044DD"/>
    <w:rsid w:val="008164F2"/>
    <w:rsid w:val="00821395"/>
    <w:rsid w:val="0082431A"/>
    <w:rsid w:val="00830E26"/>
    <w:rsid w:val="008349AD"/>
    <w:rsid w:val="00843576"/>
    <w:rsid w:val="00843B64"/>
    <w:rsid w:val="00844875"/>
    <w:rsid w:val="008457D8"/>
    <w:rsid w:val="00846BC6"/>
    <w:rsid w:val="008478FC"/>
    <w:rsid w:val="00863E11"/>
    <w:rsid w:val="00866282"/>
    <w:rsid w:val="00867BFF"/>
    <w:rsid w:val="008768F1"/>
    <w:rsid w:val="00883E14"/>
    <w:rsid w:val="0088480A"/>
    <w:rsid w:val="00884A4B"/>
    <w:rsid w:val="00884DB3"/>
    <w:rsid w:val="0088757A"/>
    <w:rsid w:val="008957DD"/>
    <w:rsid w:val="008975E6"/>
    <w:rsid w:val="00897D98"/>
    <w:rsid w:val="008A6DF2"/>
    <w:rsid w:val="008A7807"/>
    <w:rsid w:val="008B21C6"/>
    <w:rsid w:val="008B4CC9"/>
    <w:rsid w:val="008C2F27"/>
    <w:rsid w:val="008C4387"/>
    <w:rsid w:val="008C61A2"/>
    <w:rsid w:val="008D255B"/>
    <w:rsid w:val="008D7C99"/>
    <w:rsid w:val="008E0FCB"/>
    <w:rsid w:val="009142D0"/>
    <w:rsid w:val="0092178C"/>
    <w:rsid w:val="00922BB1"/>
    <w:rsid w:val="00930B88"/>
    <w:rsid w:val="00940DCC"/>
    <w:rsid w:val="0094179A"/>
    <w:rsid w:val="009438B2"/>
    <w:rsid w:val="0094459E"/>
    <w:rsid w:val="00944DBC"/>
    <w:rsid w:val="00950977"/>
    <w:rsid w:val="00951A7B"/>
    <w:rsid w:val="00952967"/>
    <w:rsid w:val="009564A6"/>
    <w:rsid w:val="00960135"/>
    <w:rsid w:val="00960CE8"/>
    <w:rsid w:val="00962500"/>
    <w:rsid w:val="009627D8"/>
    <w:rsid w:val="00967621"/>
    <w:rsid w:val="00967E6A"/>
    <w:rsid w:val="00974129"/>
    <w:rsid w:val="0097508E"/>
    <w:rsid w:val="00980EB9"/>
    <w:rsid w:val="00990159"/>
    <w:rsid w:val="00997356"/>
    <w:rsid w:val="009B4A0F"/>
    <w:rsid w:val="009C0027"/>
    <w:rsid w:val="009C11D2"/>
    <w:rsid w:val="009C6295"/>
    <w:rsid w:val="009C6C70"/>
    <w:rsid w:val="009D0B63"/>
    <w:rsid w:val="009D2A65"/>
    <w:rsid w:val="009D5149"/>
    <w:rsid w:val="009D7090"/>
    <w:rsid w:val="009E307E"/>
    <w:rsid w:val="009E3F0F"/>
    <w:rsid w:val="009E5A52"/>
    <w:rsid w:val="009F1DC7"/>
    <w:rsid w:val="009F5412"/>
    <w:rsid w:val="00A07870"/>
    <w:rsid w:val="00A078F2"/>
    <w:rsid w:val="00A07F19"/>
    <w:rsid w:val="00A1246C"/>
    <w:rsid w:val="00A1348D"/>
    <w:rsid w:val="00A232EE"/>
    <w:rsid w:val="00A2448C"/>
    <w:rsid w:val="00A27C9D"/>
    <w:rsid w:val="00A4175F"/>
    <w:rsid w:val="00A44411"/>
    <w:rsid w:val="00A4536B"/>
    <w:rsid w:val="00A469FA"/>
    <w:rsid w:val="00A544FE"/>
    <w:rsid w:val="00A55618"/>
    <w:rsid w:val="00A55B01"/>
    <w:rsid w:val="00A56B5B"/>
    <w:rsid w:val="00A603FF"/>
    <w:rsid w:val="00A657DD"/>
    <w:rsid w:val="00A666A6"/>
    <w:rsid w:val="00A675FD"/>
    <w:rsid w:val="00A67F0E"/>
    <w:rsid w:val="00A70804"/>
    <w:rsid w:val="00A72437"/>
    <w:rsid w:val="00A73F45"/>
    <w:rsid w:val="00A80611"/>
    <w:rsid w:val="00A86D2C"/>
    <w:rsid w:val="00AA04D9"/>
    <w:rsid w:val="00AA1C42"/>
    <w:rsid w:val="00AA76B8"/>
    <w:rsid w:val="00AA78E8"/>
    <w:rsid w:val="00AB5340"/>
    <w:rsid w:val="00AB58DB"/>
    <w:rsid w:val="00AC0A89"/>
    <w:rsid w:val="00AC67A2"/>
    <w:rsid w:val="00AC7C96"/>
    <w:rsid w:val="00AD3A0E"/>
    <w:rsid w:val="00AE237D"/>
    <w:rsid w:val="00AE502A"/>
    <w:rsid w:val="00AF7C07"/>
    <w:rsid w:val="00B0142B"/>
    <w:rsid w:val="00B0631A"/>
    <w:rsid w:val="00B07834"/>
    <w:rsid w:val="00B1392A"/>
    <w:rsid w:val="00B17F40"/>
    <w:rsid w:val="00B22C93"/>
    <w:rsid w:val="00B27589"/>
    <w:rsid w:val="00B32F19"/>
    <w:rsid w:val="00B405B7"/>
    <w:rsid w:val="00B40B1C"/>
    <w:rsid w:val="00B45A1D"/>
    <w:rsid w:val="00B52222"/>
    <w:rsid w:val="00B54FE7"/>
    <w:rsid w:val="00B60700"/>
    <w:rsid w:val="00B66901"/>
    <w:rsid w:val="00B71E6D"/>
    <w:rsid w:val="00B72070"/>
    <w:rsid w:val="00B779E1"/>
    <w:rsid w:val="00B85DF3"/>
    <w:rsid w:val="00B91EE1"/>
    <w:rsid w:val="00B93C54"/>
    <w:rsid w:val="00B93F87"/>
    <w:rsid w:val="00BA0090"/>
    <w:rsid w:val="00BA06C4"/>
    <w:rsid w:val="00BA1A67"/>
    <w:rsid w:val="00BB1C33"/>
    <w:rsid w:val="00BC426A"/>
    <w:rsid w:val="00BC65E7"/>
    <w:rsid w:val="00BD6D44"/>
    <w:rsid w:val="00BD7BE5"/>
    <w:rsid w:val="00BE18CD"/>
    <w:rsid w:val="00BE1C02"/>
    <w:rsid w:val="00BE5B5F"/>
    <w:rsid w:val="00BE5F64"/>
    <w:rsid w:val="00C179DB"/>
    <w:rsid w:val="00C21262"/>
    <w:rsid w:val="00C21B7B"/>
    <w:rsid w:val="00C257A8"/>
    <w:rsid w:val="00C26F55"/>
    <w:rsid w:val="00C270E1"/>
    <w:rsid w:val="00C30C63"/>
    <w:rsid w:val="00C36B8B"/>
    <w:rsid w:val="00C415C1"/>
    <w:rsid w:val="00C41DDE"/>
    <w:rsid w:val="00C46FF2"/>
    <w:rsid w:val="00C47DBF"/>
    <w:rsid w:val="00C525C4"/>
    <w:rsid w:val="00C552FF"/>
    <w:rsid w:val="00C558DA"/>
    <w:rsid w:val="00C55AF3"/>
    <w:rsid w:val="00C664AA"/>
    <w:rsid w:val="00C74DDF"/>
    <w:rsid w:val="00C84759"/>
    <w:rsid w:val="00CA13FF"/>
    <w:rsid w:val="00CA6C7F"/>
    <w:rsid w:val="00CB39F8"/>
    <w:rsid w:val="00CB518C"/>
    <w:rsid w:val="00CC10A6"/>
    <w:rsid w:val="00CD1C12"/>
    <w:rsid w:val="00CD2911"/>
    <w:rsid w:val="00CD5EB8"/>
    <w:rsid w:val="00CD670A"/>
    <w:rsid w:val="00CD7044"/>
    <w:rsid w:val="00CE04D3"/>
    <w:rsid w:val="00CE08B9"/>
    <w:rsid w:val="00CE524C"/>
    <w:rsid w:val="00CF141F"/>
    <w:rsid w:val="00CF4777"/>
    <w:rsid w:val="00D022B1"/>
    <w:rsid w:val="00D03E04"/>
    <w:rsid w:val="00D067BB"/>
    <w:rsid w:val="00D1352A"/>
    <w:rsid w:val="00D169AF"/>
    <w:rsid w:val="00D25249"/>
    <w:rsid w:val="00D44172"/>
    <w:rsid w:val="00D5475A"/>
    <w:rsid w:val="00D54FCC"/>
    <w:rsid w:val="00D60D3F"/>
    <w:rsid w:val="00D63B8C"/>
    <w:rsid w:val="00D63F28"/>
    <w:rsid w:val="00D739CC"/>
    <w:rsid w:val="00D75058"/>
    <w:rsid w:val="00D77A17"/>
    <w:rsid w:val="00D8093D"/>
    <w:rsid w:val="00D8108C"/>
    <w:rsid w:val="00D8424E"/>
    <w:rsid w:val="00D842AE"/>
    <w:rsid w:val="00D9211C"/>
    <w:rsid w:val="00D92DE0"/>
    <w:rsid w:val="00D92FEF"/>
    <w:rsid w:val="00D93A0F"/>
    <w:rsid w:val="00D97BBB"/>
    <w:rsid w:val="00DA1BCA"/>
    <w:rsid w:val="00DA44C3"/>
    <w:rsid w:val="00DC3D67"/>
    <w:rsid w:val="00DC46FF"/>
    <w:rsid w:val="00DC5254"/>
    <w:rsid w:val="00DD1A4F"/>
    <w:rsid w:val="00DD3107"/>
    <w:rsid w:val="00DD76CF"/>
    <w:rsid w:val="00DD7C2C"/>
    <w:rsid w:val="00DE4531"/>
    <w:rsid w:val="00DE6301"/>
    <w:rsid w:val="00DF45FD"/>
    <w:rsid w:val="00E06797"/>
    <w:rsid w:val="00E07037"/>
    <w:rsid w:val="00E07D43"/>
    <w:rsid w:val="00E1109D"/>
    <w:rsid w:val="00E1265B"/>
    <w:rsid w:val="00E13B48"/>
    <w:rsid w:val="00E1404F"/>
    <w:rsid w:val="00E17082"/>
    <w:rsid w:val="00E21C83"/>
    <w:rsid w:val="00E2411E"/>
    <w:rsid w:val="00E243D1"/>
    <w:rsid w:val="00E24ADA"/>
    <w:rsid w:val="00E32F59"/>
    <w:rsid w:val="00E46D9A"/>
    <w:rsid w:val="00E538C2"/>
    <w:rsid w:val="00E565FF"/>
    <w:rsid w:val="00E62961"/>
    <w:rsid w:val="00E65388"/>
    <w:rsid w:val="00E72AE3"/>
    <w:rsid w:val="00E84C32"/>
    <w:rsid w:val="00E85B7D"/>
    <w:rsid w:val="00E9121B"/>
    <w:rsid w:val="00E93A82"/>
    <w:rsid w:val="00E96BF7"/>
    <w:rsid w:val="00EA0AE2"/>
    <w:rsid w:val="00EA39E5"/>
    <w:rsid w:val="00EB3100"/>
    <w:rsid w:val="00EB7379"/>
    <w:rsid w:val="00EC1536"/>
    <w:rsid w:val="00EC297F"/>
    <w:rsid w:val="00EC57A0"/>
    <w:rsid w:val="00EC5A46"/>
    <w:rsid w:val="00EC63E2"/>
    <w:rsid w:val="00ED03E0"/>
    <w:rsid w:val="00ED443E"/>
    <w:rsid w:val="00EE67D1"/>
    <w:rsid w:val="00EF22B3"/>
    <w:rsid w:val="00EF2402"/>
    <w:rsid w:val="00F03B69"/>
    <w:rsid w:val="00F07A50"/>
    <w:rsid w:val="00F113DA"/>
    <w:rsid w:val="00F212EF"/>
    <w:rsid w:val="00F26E01"/>
    <w:rsid w:val="00F31574"/>
    <w:rsid w:val="00F36D1D"/>
    <w:rsid w:val="00F37DC8"/>
    <w:rsid w:val="00F439B3"/>
    <w:rsid w:val="00F542E3"/>
    <w:rsid w:val="00F611EC"/>
    <w:rsid w:val="00F61233"/>
    <w:rsid w:val="00F61C00"/>
    <w:rsid w:val="00F650C3"/>
    <w:rsid w:val="00F65AB0"/>
    <w:rsid w:val="00F65D85"/>
    <w:rsid w:val="00F735BF"/>
    <w:rsid w:val="00F76E5F"/>
    <w:rsid w:val="00F8091E"/>
    <w:rsid w:val="00F820B5"/>
    <w:rsid w:val="00F83B6F"/>
    <w:rsid w:val="00F8615C"/>
    <w:rsid w:val="00F969E5"/>
    <w:rsid w:val="00FA04DB"/>
    <w:rsid w:val="00FA1AD9"/>
    <w:rsid w:val="00FA6BB0"/>
    <w:rsid w:val="00FB41A4"/>
    <w:rsid w:val="00FB64FA"/>
    <w:rsid w:val="00FD5860"/>
    <w:rsid w:val="00FE352D"/>
    <w:rsid w:val="00FE355F"/>
    <w:rsid w:val="00FE40EB"/>
    <w:rsid w:val="00FE4D02"/>
    <w:rsid w:val="00FE7D62"/>
    <w:rsid w:val="00FF1DA5"/>
    <w:rsid w:val="00FF3819"/>
    <w:rsid w:val="00FF38BF"/>
    <w:rsid w:val="00FF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385690"/>
  <w15:docId w15:val="{068FF269-7FCA-4C4D-BE2A-DCB1828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</w:tabs>
    </w:pPr>
  </w:style>
  <w:style w:type="paragraph" w:styleId="Heading1">
    <w:name w:val="heading 1"/>
    <w:basedOn w:val="Normal"/>
    <w:next w:val="Normal"/>
    <w:link w:val="Heading1Char"/>
    <w:qFormat/>
    <w:rsid w:val="003F2079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F2079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F2079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F207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F2079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F2079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F2079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3F2079"/>
    <w:pPr>
      <w:keepNext/>
      <w:widowControl w:val="0"/>
      <w:numPr>
        <w:numId w:val="39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3F2079"/>
    <w:pPr>
      <w:keepNext/>
      <w:widowControl w:val="0"/>
      <w:numPr>
        <w:numId w:val="40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F2079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F2079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64523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64523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"/>
    <w:rsid w:val="00645231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"/>
    <w:rsid w:val="00645231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"/>
    <w:rsid w:val="00645231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F2079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645231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rsid w:val="003537F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F2079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1"/>
    <w:rsid w:val="00645231"/>
    <w:pPr>
      <w:tabs>
        <w:tab w:val="left" w:pos="1247"/>
      </w:tabs>
    </w:pPr>
    <w:rPr>
      <w:lang w:val="en-GB"/>
    </w:rPr>
  </w:style>
  <w:style w:type="character" w:styleId="FootnoteReference">
    <w:name w:val="footnote reference"/>
    <w:aliases w:val="16 Point,Superscript 6 Point,Footnote text,Footnote Text1,Footnote Text2,number,Footnote reference number,Footnote symbol,note TESI,-E Fußnotenzeichen,SUPERS,stylish,ftref,Footnote Reference Superscript,-E Fuﬂnotenzeichen,fr,Ref,註腳內容"/>
    <w:uiPriority w:val="99"/>
    <w:qFormat/>
    <w:rsid w:val="003F207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semiHidden/>
    <w:rsid w:val="003F2079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3F2079"/>
    <w:rPr>
      <w:sz w:val="18"/>
      <w:lang w:val="fr-CA"/>
    </w:rPr>
  </w:style>
  <w:style w:type="paragraph" w:styleId="ListParagraph">
    <w:name w:val="List Paragraph"/>
    <w:basedOn w:val="Normal"/>
    <w:uiPriority w:val="1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3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645231"/>
    <w:rPr>
      <w:lang w:val="en-GB"/>
    </w:rPr>
  </w:style>
  <w:style w:type="character" w:customStyle="1" w:styleId="Normal-poolChar1">
    <w:name w:val="Normal-pool Char1"/>
    <w:link w:val="Normal-pool"/>
    <w:locked/>
    <w:rsid w:val="00645231"/>
    <w:rPr>
      <w:lang w:val="en-GB"/>
    </w:rPr>
  </w:style>
  <w:style w:type="table" w:customStyle="1" w:styleId="AATable">
    <w:name w:val="AA_Table"/>
    <w:basedOn w:val="TableNormal"/>
    <w:semiHidden/>
    <w:rsid w:val="003F2079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645231"/>
    <w:pPr>
      <w:keepNext/>
      <w:keepLines/>
      <w:suppressAutoHyphens/>
    </w:pPr>
    <w:rPr>
      <w:b/>
      <w:lang w:val="en-GB"/>
    </w:rPr>
  </w:style>
  <w:style w:type="paragraph" w:customStyle="1" w:styleId="AATitle2">
    <w:name w:val="AA_Title2"/>
    <w:basedOn w:val="AATitle"/>
    <w:rsid w:val="00645231"/>
    <w:pPr>
      <w:tabs>
        <w:tab w:val="clear" w:pos="4082"/>
      </w:tabs>
      <w:spacing w:before="60"/>
      <w:ind w:right="4536"/>
    </w:pPr>
  </w:style>
  <w:style w:type="paragraph" w:customStyle="1" w:styleId="BBTitle">
    <w:name w:val="BB_Title"/>
    <w:basedOn w:val="Normalpool"/>
    <w:rsid w:val="00645231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semiHidden/>
    <w:rsid w:val="003F2079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3F2079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F2079"/>
    <w:pPr>
      <w:numPr>
        <w:numId w:val="3"/>
      </w:numPr>
    </w:pPr>
  </w:style>
  <w:style w:type="paragraph" w:customStyle="1" w:styleId="NormalNonumber">
    <w:name w:val="Normal_No_number"/>
    <w:basedOn w:val="Normalpool"/>
    <w:rsid w:val="00645231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645231"/>
    <w:pPr>
      <w:numPr>
        <w:numId w:val="42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645231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247"/>
    </w:pPr>
    <w:rPr>
      <w:bCs/>
    </w:rPr>
  </w:style>
  <w:style w:type="paragraph" w:styleId="TOC2">
    <w:name w:val="toc 2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1814"/>
    </w:pPr>
  </w:style>
  <w:style w:type="paragraph" w:styleId="TOC3">
    <w:name w:val="toc 3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381"/>
    </w:pPr>
    <w:rPr>
      <w:iCs/>
    </w:rPr>
  </w:style>
  <w:style w:type="paragraph" w:styleId="TOC4">
    <w:name w:val="toc 4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948"/>
    </w:pPr>
    <w:rPr>
      <w:szCs w:val="18"/>
    </w:rPr>
  </w:style>
  <w:style w:type="paragraph" w:styleId="TOC5">
    <w:name w:val="toc 5"/>
    <w:basedOn w:val="Normal"/>
    <w:next w:val="Normal"/>
    <w:autoRedefine/>
    <w:uiPriority w:val="39"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799"/>
    </w:pPr>
    <w:rPr>
      <w:sz w:val="18"/>
      <w:szCs w:val="18"/>
    </w:rPr>
  </w:style>
  <w:style w:type="paragraph" w:customStyle="1" w:styleId="ZZAnxheader">
    <w:name w:val="ZZ_Anx_header"/>
    <w:basedOn w:val="Normalpool"/>
    <w:rsid w:val="00645231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645231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675B"/>
  </w:style>
  <w:style w:type="character" w:customStyle="1" w:styleId="CommentTextChar">
    <w:name w:val="Comment Text Char"/>
    <w:basedOn w:val="DefaultParagraphFont"/>
    <w:link w:val="CommentText"/>
    <w:rsid w:val="002B675B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semiHidden/>
    <w:rsid w:val="003F2079"/>
    <w:rPr>
      <w:sz w:val="18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F2079"/>
    <w:rPr>
      <w:b/>
    </w:rPr>
  </w:style>
  <w:style w:type="character" w:customStyle="1" w:styleId="Heading4Char">
    <w:name w:val="Heading 4 Char"/>
    <w:basedOn w:val="DefaultParagraphFont"/>
    <w:link w:val="Heading4"/>
    <w:rsid w:val="003F2079"/>
    <w:rPr>
      <w:b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paragraph" w:customStyle="1" w:styleId="H1">
    <w:name w:val="_ H_1"/>
    <w:basedOn w:val="Normal"/>
    <w:next w:val="Normal"/>
    <w:rsid w:val="00B1392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70" w:lineRule="exact"/>
      <w:ind w:left="1267" w:right="1267" w:hanging="1267"/>
      <w:outlineLvl w:val="0"/>
    </w:pPr>
    <w:rPr>
      <w:rFonts w:eastAsiaTheme="minorHAnsi"/>
      <w:b/>
      <w:spacing w:val="4"/>
      <w:w w:val="103"/>
      <w:kern w:val="14"/>
      <w:sz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262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A078F2"/>
    <w:rPr>
      <w:color w:val="800080" w:themeColor="followedHyperlink"/>
      <w:u w:val="single"/>
    </w:rPr>
  </w:style>
  <w:style w:type="character" w:customStyle="1" w:styleId="NormalpoolChar">
    <w:name w:val="Normal_pool Char"/>
    <w:link w:val="Normalpool"/>
    <w:locked/>
    <w:rsid w:val="003537F9"/>
    <w:rPr>
      <w:lang w:val="fr-CA"/>
    </w:rPr>
  </w:style>
  <w:style w:type="paragraph" w:styleId="Revision">
    <w:name w:val="Revision"/>
    <w:hidden/>
    <w:uiPriority w:val="99"/>
    <w:semiHidden/>
    <w:rsid w:val="00065FE0"/>
  </w:style>
  <w:style w:type="character" w:styleId="UnresolvedMention">
    <w:name w:val="Unresolved Mention"/>
    <w:basedOn w:val="DefaultParagraphFont"/>
    <w:uiPriority w:val="99"/>
    <w:semiHidden/>
    <w:unhideWhenUsed/>
    <w:rsid w:val="00ED44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yperlink" Target="https://indico.un.org/e/UNEA-5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yperlink" Target="https://environmentassembly.unenvironment.org/unea5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nenvironment.org/cpr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environmentassembly.unenvironment.org/unea5%20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unep-sgb@un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thuv\Desktop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27E0A0837F64083645E115EB57567" ma:contentTypeVersion="12" ma:contentTypeDescription="Create a new document." ma:contentTypeScope="" ma:versionID="af15abcd28502138ec9db060e2e0082a">
  <xsd:schema xmlns:xsd="http://www.w3.org/2001/XMLSchema" xmlns:xs="http://www.w3.org/2001/XMLSchema" xmlns:p="http://schemas.microsoft.com/office/2006/metadata/properties" xmlns:ns2="44b29a07-ae0c-4297-aad9-2f7ae2e24b8e" xmlns:ns3="a591afa8-fd54-42f1-9ea9-749d51e1c00b" targetNamespace="http://schemas.microsoft.com/office/2006/metadata/properties" ma:root="true" ma:fieldsID="2820a95b044474b4e901ae50fb64eb05" ns2:_="" ns3:_="">
    <xsd:import namespace="44b29a07-ae0c-4297-aad9-2f7ae2e24b8e"/>
    <xsd:import namespace="a591afa8-fd54-42f1-9ea9-749d51e1c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29a07-ae0c-4297-aad9-2f7ae2e24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1afa8-fd54-42f1-9ea9-749d51e1c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591afa8-fd54-42f1-9ea9-749d51e1c00b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9137E-1929-4107-B1CA-69F9E51D0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29a07-ae0c-4297-aad9-2f7ae2e24b8e"/>
    <ds:schemaRef ds:uri="a591afa8-fd54-42f1-9ea9-749d51e1c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3243D-179C-4A83-B171-1976C157C4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207342-5C06-41BA-9BC1-52F98AF05A8D}">
  <ds:schemaRefs>
    <ds:schemaRef ds:uri="http://schemas.microsoft.com/office/2006/metadata/properties"/>
    <ds:schemaRef ds:uri="http://schemas.microsoft.com/office/infopath/2007/PartnerControls"/>
    <ds:schemaRef ds:uri="a591afa8-fd54-42f1-9ea9-749d51e1c00b"/>
  </ds:schemaRefs>
</ds:datastoreItem>
</file>

<file path=customXml/itemProps5.xml><?xml version="1.0" encoding="utf-8"?>
<ds:datastoreItem xmlns:ds="http://schemas.openxmlformats.org/officeDocument/2006/customXml" ds:itemID="{53F05192-89F9-4F43-A728-A77B6A0D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</TotalTime>
  <Pages>4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Ulf Bjornholm</cp:lastModifiedBy>
  <cp:revision>2</cp:revision>
  <cp:lastPrinted>2019-01-21T08:38:00Z</cp:lastPrinted>
  <dcterms:created xsi:type="dcterms:W3CDTF">2021-01-15T06:14:00Z</dcterms:created>
  <dcterms:modified xsi:type="dcterms:W3CDTF">2021-01-15T06:14:00Z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0x010100A8527E0A0837F64083645E115EB57567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